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0pt;margin-top:15.047861pt;width:593.455045pt;height:596.952139pt;mso-position-horizontal-relative:page;mso-position-vertical-relative:page;z-index:-1201" coordorigin="0,301" coordsize="11869,11939">
            <v:shape style="position:absolute;left:0;top:336;width:1090;height:11866" type="#_x0000_t75">
              <v:imagedata r:id="rId5" o:title=""/>
            </v:shape>
            <v:shape style="position:absolute;left:8462;top:1162;width:480;height:11059" type="#_x0000_t75">
              <v:imagedata r:id="rId6" o:title=""/>
            </v:shape>
            <v:group style="position:absolute;left:8499;top:862;width:2;height:1391" coordorigin="8499,862" coordsize="2,1391">
              <v:shape style="position:absolute;left:8499;top:862;width:2;height:1391" coordorigin="8499,862" coordsize="0,1391" path="m8499,2253l8499,862e" filled="f" stroked="t" strokeweight=".721231pt" strokecolor="#000000">
                <v:path arrowok="t"/>
              </v:shape>
            </v:group>
            <v:group style="position:absolute;left:8688;top:356;width:2;height:809" coordorigin="8688,356" coordsize="2,809">
              <v:shape style="position:absolute;left:8688;top:356;width:2;height:809" coordorigin="8688,356" coordsize="0,809" path="m8688,1165l8688,356e" filled="f" stroked="t" strokeweight="5.529438pt" strokecolor="#000000">
                <v:path arrowok="t"/>
              </v:shape>
            </v:group>
            <v:group style="position:absolute;left:918;top:12211;width:7929;height:2" coordorigin="918,12211" coordsize="7929,2">
              <v:shape style="position:absolute;left:918;top:12211;width:7929;height:2" coordorigin="918,12211" coordsize="7929,0" path="m918,12211l8847,12211e" filled="f" stroked="t" strokeweight="3.846566pt" strokecolor="#000000">
                <v:path arrowok="t"/>
              </v:shape>
              <v:shape style="position:absolute;left:10229;top:12106;width:653;height:115" type="#_x0000_t75">
                <v:imagedata r:id="rId7" o:title=""/>
              </v:shape>
            </v:group>
            <v:group style="position:absolute;left:8871;top:12230;width:2976;height:2" coordorigin="8871,12230" coordsize="2976,2">
              <v:shape style="position:absolute;left:8871;top:12230;width:2976;height:2" coordorigin="8871,12230" coordsize="2976,0" path="m8871,12230l11847,12230e" filled="f" stroked="t" strokeweight="2.163693pt" strokecolor="#000000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0" w:after="0" w:line="203" w:lineRule="exact"/>
        <w:ind w:left="6992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Fanon,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Wretched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Earth,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trans.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Richard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Philcox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(New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York: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Grove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Press,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2004).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auto"/>
        <w:ind w:left="8865" w:right="-20"/>
        <w:jc w:val="left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5"/>
          <w:b/>
          <w:bCs/>
        </w:rPr>
        <w:t>Violence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2" w:lineRule="auto"/>
        <w:ind w:left="7014" w:right="108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reawakening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restoratio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Commonwealth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used,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latest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expression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alway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5"/>
        </w:rPr>
        <w:t>it-individual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1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encounters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sport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club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guest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cocktail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party,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director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2"/>
        </w:rPr>
        <w:t>bank-decolonizatio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substitution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"species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substitutio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un­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conditional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seamless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portra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rise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establishment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state,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diplomatic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relation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economic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orienta­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instea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tabula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rasa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outset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singularl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start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suc­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fabric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extraordinaril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desired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clam­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repressed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reckles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consciousness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eventualit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experience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terrifyin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con­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sciousnes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women: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  <w:i/>
        </w:rPr>
        <w:t>colons,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colonists.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1075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27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type w:val="continuous"/>
          <w:pgSz w:w="16840" w:h="12240" w:orient="landscape"/>
          <w:pgMar w:top="1120" w:bottom="280" w:left="2420" w:right="480"/>
        </w:sectPr>
      </w:pPr>
      <w:rPr/>
    </w:p>
    <w:p>
      <w:pPr>
        <w:spacing w:before="80" w:after="0" w:line="240" w:lineRule="auto"/>
        <w:ind w:left="154" w:right="1603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  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  <w:position w:val="0"/>
        </w:rPr>
        <w:t>WRETCHE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  <w:position w:val="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EARTH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571" w:right="2402"/>
        <w:jc w:val="center"/>
        <w:tabs>
          <w:tab w:pos="2900" w:val="left"/>
          <w:tab w:pos="32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94"/>
        </w:rPr>
        <w:t>*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spacing w:val="0"/>
          <w:w w:val="94"/>
        </w:rPr>
        <w:t>*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94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ind w:left="376" w:right="-6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4" w:after="0" w:line="250" w:lineRule="auto"/>
        <w:ind w:left="129" w:right="-60" w:firstLine="2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accomplishe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wave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magic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natural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cataclysm,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gentleman'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agreement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historical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process: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understood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significance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coherent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insofar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history-makin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substance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encounte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between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congenitall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antagonistic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singu­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secrete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nurture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lonial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confrontatio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4"/>
        </w:rPr>
        <w:t>cohabitation-o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1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exploitatio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1"/>
        </w:rPr>
        <w:t>colonizer-continue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1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bayonet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acquaintances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consequently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say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"knows"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6"/>
          <w:i/>
        </w:rPr>
        <w:t>fabricate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6"/>
          <w:i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86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con­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6"/>
          <w:i/>
        </w:rPr>
        <w:t>tinue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6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-15"/>
          <w:w w:val="96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6"/>
          <w:i/>
        </w:rPr>
        <w:t>fabricate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86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validity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wealth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system.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1" w:lineRule="auto"/>
        <w:ind w:left="124" w:right="-28" w:firstLine="23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unnoticed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fundamentall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transform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spectato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crushed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nonessential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privilege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capture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grandiose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fashio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spotlight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rhythm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generatio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humanity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crea­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supernatural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power: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liberation.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" w:after="0" w:line="249" w:lineRule="auto"/>
        <w:ind w:left="120" w:right="-25" w:firstLine="23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urgent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thor­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oughl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accurately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summe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well-known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words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first.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descriptive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success.</w:t>
      </w:r>
    </w:p>
    <w:p>
      <w:pPr>
        <w:spacing w:before="84" w:after="0" w:line="240" w:lineRule="auto"/>
        <w:ind w:left="2336" w:right="-20"/>
        <w:jc w:val="left"/>
        <w:tabs>
          <w:tab w:pos="5580" w:val="left"/>
        </w:tabs>
        <w:rPr>
          <w:rFonts w:ascii="Arial" w:hAnsi="Arial" w:cs="Arial" w:eastAsia="Arial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spacing w:val="0"/>
          <w:w w:val="103"/>
          <w:position w:val="1"/>
        </w:rPr>
        <w:t>3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778" w:right="2556"/>
        <w:jc w:val="center"/>
        <w:tabs>
          <w:tab w:pos="310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82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9" w:after="0" w:line="252" w:lineRule="auto"/>
        <w:ind w:right="79" w:firstLine="23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reality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reek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red-hot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cannonballs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mur­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decisive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confrontatio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protagonists.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determinatio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clambe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quickly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famou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echelons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succee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resortin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violence.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15" w:right="66" w:firstLine="20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disorganize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primitive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determine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smas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obstacle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encountered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colonized,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drivin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im­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memorial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born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crampe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riddle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taboos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chal­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violence.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7" w:lineRule="exact"/>
        <w:ind w:left="201" w:right="8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compartmentalize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obvi­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4" w:after="0" w:line="252" w:lineRule="auto"/>
        <w:ind w:left="24" w:right="7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ousl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superfluou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recall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existence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town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towns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Euro­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peans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recall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aparthei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pen­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etrate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compartmentalizatio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aspects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penetratin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geographical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configuratio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classificatio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delineate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backbone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reorganized.</w:t>
      </w:r>
    </w:p>
    <w:p>
      <w:pPr>
        <w:spacing w:before="0" w:after="0" w:line="250" w:lineRule="exact"/>
        <w:ind w:left="215" w:right="6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two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dividing</w:t>
      </w:r>
    </w:p>
    <w:p>
      <w:pPr>
        <w:spacing w:before="14" w:after="0" w:line="251" w:lineRule="auto"/>
        <w:ind w:left="34" w:right="53" w:firstLine="-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126.728836pt;margin-top:185.579224pt;width:33.195758pt;height:.1pt;mso-position-horizontal-relative:page;mso-position-vertical-relative:paragraph;z-index:-1198" coordorigin="2535,3712" coordsize="664,2">
            <v:shape style="position:absolute;left:2535;top:3712;width:664;height:2" coordorigin="2535,3712" coordsize="664,0" path="m2535,3712l3198,3712e" filled="f" stroked="t" strokeweight=".242305pt" strokecolor="#000000">
              <v:path arrowok="t"/>
            </v:shape>
          </v:group>
          <w10:wrap type="none"/>
        </w:pict>
      </w:r>
      <w:r>
        <w:rPr/>
        <w:pict>
          <v:group style="position:absolute;margin-left:183.185852pt;margin-top:186.186356pt;width:32.226538pt;height:.1pt;mso-position-horizontal-relative:page;mso-position-vertical-relative:paragraph;z-index:-1197" coordorigin="3664,3724" coordsize="645,2">
            <v:shape style="position:absolute;left:3664;top:3724;width:645;height:2" coordorigin="3664,3724" coordsize="645,0" path="m3664,3724l4308,3724e" filled="f" stroked="t" strokeweight=".24230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barrack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stations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official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legitimate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spokes­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oppression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soldier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education,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religious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moral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reflexes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clow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exemplar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integrit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work­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fift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loyal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faithful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fosterin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oflove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harmon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wisdom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aesthetic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quo,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instill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exploite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6840" w:h="12240" w:orient="landscape"/>
          <w:pgMar w:top="1040" w:bottom="0" w:left="2100" w:right="1400"/>
          <w:cols w:num="2" w:equalWidth="0">
            <w:col w:w="5825" w:space="1651"/>
            <w:col w:w="5864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429.82547pt;margin-top:7.247974pt;width:296.123139pt;height:602.093933pt;mso-position-horizontal-relative:page;mso-position-vertical-relative:page;z-index:-1200" coordorigin="8597,145" coordsize="5922,12042">
            <v:shape style="position:absolute;left:8597;top:145;width:1353;height:12042" type="#_x0000_t75">
              <v:imagedata r:id="rId8" o:title=""/>
            </v:shape>
            <v:group style="position:absolute;left:9474;top:12046;width:5040;height:2" coordorigin="9474,12046" coordsize="5040,2">
              <v:shape style="position:absolute;left:9474;top:12046;width:5040;height:2" coordorigin="9474,12046" coordsize="5040,0" path="m9474,12046l14514,12046e" filled="f" stroked="t" strokeweight=".4846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3.916245pt;margin-top:8.264019pt;width:.1pt;height:591.098765pt;mso-position-horizontal-relative:page;mso-position-vertical-relative:page;z-index:-1199" coordorigin="1078,165" coordsize="2,11822">
            <v:shape style="position:absolute;left:1078;top:165;width:2;height:11822" coordorigin="1078,165" coordsize="0,11822" path="m1078,11987l1078,165e" filled="f" stroked="t" strokeweight=".969219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09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68.159994pt;height:11.52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6840" w:h="12240" w:orient="landscape"/>
          <w:pgMar w:top="1120" w:bottom="280" w:left="2100" w:right="1400"/>
        </w:sectPr>
      </w:pPr>
      <w:rPr/>
    </w:p>
    <w:p>
      <w:pPr>
        <w:spacing w:before="85" w:after="0" w:line="240" w:lineRule="auto"/>
        <w:ind w:left="119" w:right="1628"/>
        <w:jc w:val="both"/>
        <w:rPr>
          <w:rFonts w:ascii="Arial" w:hAnsi="Arial" w:cs="Arial" w:eastAsia="Arial"/>
          <w:sz w:val="14"/>
          <w:szCs w:val="14"/>
        </w:rPr>
      </w:pPr>
      <w:rPr/>
      <w:r>
        <w:rPr/>
        <w:pict>
          <v:group style="position:absolute;margin-left:0pt;margin-top:11.549881pt;width:195.158697pt;height:600.450089pt;mso-position-horizontal-relative:page;mso-position-vertical-relative:page;z-index:-1196" coordorigin="0,231" coordsize="3903,12009">
            <v:shape style="position:absolute;left:0;top:11506;width:3178;height:691" type="#_x0000_t75">
              <v:imagedata r:id="rId10" o:title=""/>
            </v:shape>
            <v:group style="position:absolute;left:1000;top:255;width:2;height:11278" coordorigin="1000,255" coordsize="2,11278">
              <v:shape style="position:absolute;left:1000;top:255;width:2;height:11278" coordorigin="1000,255" coordsize="0,11278" path="m1000,11533l1000,255e" filled="f" stroked="t" strokeweight="2.403424pt" strokecolor="#000000">
                <v:path arrowok="t"/>
              </v:shape>
            </v:group>
            <v:group style="position:absolute;left:55;top:9387;width:2;height:2175" coordorigin="55,9387" coordsize="2,2175">
              <v:shape style="position:absolute;left:55;top:9387;width:2;height:2175" coordorigin="55,9387" coordsize="0,2175" path="m55,11562l55,9387e" filled="f" stroked="t" strokeweight="4.08582pt" strokecolor="#000000">
                <v:path arrowok="t"/>
              </v:shape>
            </v:group>
            <v:group style="position:absolute;left:212;top:12214;width:731;height:2" coordorigin="212,12214" coordsize="731,2">
              <v:shape style="position:absolute;left:212;top:12214;width:731;height:2" coordorigin="212,12214" coordsize="731,0" path="m212,12214l942,12214e" filled="f" stroked="t" strokeweight="3.845478pt" strokecolor="#000000">
                <v:path arrowok="t"/>
              </v:shape>
            </v:group>
            <v:group style="position:absolute;left:1058;top:12221;width:2822;height:2" coordorigin="1058,12221" coordsize="2822,2">
              <v:shape style="position:absolute;left:1058;top:12221;width:2822;height:2" coordorigin="1058,12221" coordsize="2822,0" path="m1058,12221l3879,12221e" filled="f" stroked="t" strokeweight="2.40342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43.360001pt;margin-top:42.479969pt;width:361.342104pt;height:569.520001pt;mso-position-horizontal-relative:page;mso-position-vertical-relative:page;z-index:-1195" coordorigin="4867,850" coordsize="7227,11390">
            <v:shape style="position:absolute;left:4867;top:12024;width:1901;height:173" type="#_x0000_t75">
              <v:imagedata r:id="rId11" o:title=""/>
            </v:shape>
            <v:shape style="position:absolute;left:7978;top:850;width:1152;height:11347" type="#_x0000_t75">
              <v:imagedata r:id="rId12" o:title=""/>
            </v:shape>
            <v:group style="position:absolute;left:5095;top:12238;width:3447;height:2" coordorigin="5095,12238" coordsize="3447,2">
              <v:shape style="position:absolute;left:5095;top:12238;width:3447;height:2" coordorigin="5095,12238" coordsize="3447,0" path="m5095,12238l8542,12238e" filled="f" stroked="t" strokeweight="1.442054pt" strokecolor="#000000">
                <v:path arrowok="t"/>
              </v:shape>
            </v:group>
            <v:group style="position:absolute;left:8864;top:12221;width:3206;height:2" coordorigin="8864,12221" coordsize="3206,2">
              <v:shape style="position:absolute;left:8864;top:12221;width:3206;height:2" coordorigin="8864,12221" coordsize="3206,0" path="m8864,12221l12070,12221e" filled="f" stroked="t" strokeweight="2.40342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.082229pt;margin-top:155.165894pt;width:.1pt;height:71.447718pt;mso-position-horizontal-relative:page;mso-position-vertical-relative:page;z-index:-1194" coordorigin="22,3103" coordsize="2,1429">
            <v:shape style="position:absolute;left:22;top:3103;width:2;height:1429" coordorigin="22,3103" coordsize="0,1429" path="m22,4532l22,3103e" filled="f" stroked="t" strokeweight="1.92273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7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14"/>
          <w:szCs w:val="14"/>
          <w:spacing w:val="38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14"/>
          <w:szCs w:val="14"/>
          <w:spacing w:val="26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14"/>
          <w:szCs w:val="14"/>
          <w:spacing w:val="35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6"/>
          <w:position w:val="1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24" w:right="-28" w:firstLine="-5"/>
        <w:jc w:val="both"/>
        <w:tabs>
          <w:tab w:pos="134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submissio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inhibitio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considerabl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multitude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sermonizers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counselors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"confusion-mongers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intervene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exploite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authorities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regions,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proximit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frequent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interventio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close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scrutiny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containe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rifle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napalm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seen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government'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agent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violence.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agent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alleviate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domination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display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demonstrate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conscience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1"/>
          <w:szCs w:val="21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subject.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133" w:right="-38" w:firstLine="22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"native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complementar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European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sector.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confront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highe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Governe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Aristotelia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logic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fol­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dictate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exclusion: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conciliation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superfluous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built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stone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roads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overflo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strange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wonderful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garbage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undreamed-o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leftovers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colonist's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feet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glimpsed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except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enough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protecte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shoes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street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smooth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pothole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slug­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gish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permanentl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folks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foreigners.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2" w:lineRule="auto"/>
        <w:ind w:left="148" w:right="-56" w:firstLine="21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colonized'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quarters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Medina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reservation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disreputable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inhabite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disreputable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born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any­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how.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space,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squeezed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tightl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colonized'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sector,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hungry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colonized's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crouche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cowers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knees,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4" w:after="0" w:line="240" w:lineRule="auto"/>
        <w:ind w:right="218"/>
        <w:jc w:val="right"/>
        <w:tabs>
          <w:tab w:pos="324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97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  <w:position w:val="4"/>
        </w:rPr>
        <w:t>5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auto"/>
        <w:ind w:left="-36" w:right="207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prostrate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niggers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towelheads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gaze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envy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pos­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""'·'·'lv'"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·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possession: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sleepin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preferabl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wife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colomzed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3" w:lineRule="auto"/>
        <w:ind w:left="24" w:right="143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enviou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catches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furtive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bitterly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that: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4" w:after="0" w:line="240" w:lineRule="auto"/>
        <w:ind w:left="43" w:right="21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2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1" w:lineRule="exact"/>
        <w:ind w:left="219" w:right="154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compartmentalize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dlVlde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two,.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2"/>
        </w:rPr>
        <w:t>IS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23" w:after="0" w:line="263" w:lineRule="auto"/>
        <w:ind w:left="30" w:right="133" w:firstLine="-51"/>
        <w:jc w:val="center"/>
        <w:tabs>
          <w:tab w:pos="332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inhabite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singularit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colomal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inequality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enormou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disparitie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lifestyle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huma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immediacie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divide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foremost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belong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3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3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3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eco­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nomic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infrastructure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superstructure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74"/>
        </w:rPr>
        <w:t>1s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7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effect: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Marxist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analysi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slightly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stretche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addressin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concept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precapitalist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effectively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studie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Marx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reexamine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Th</w:t>
      </w:r>
      <w:r>
        <w:rPr>
          <w:rFonts w:ascii="Times New Roman" w:hAnsi="Times New Roman" w:cs="Times New Roman" w:eastAsia="Times New Roman"/>
          <w:sz w:val="21"/>
          <w:szCs w:val="21"/>
          <w:spacing w:val="54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erf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7" w:lineRule="exact"/>
        <w:ind w:left="101" w:right="10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essentiall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d1vme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3" w:after="0" w:line="265" w:lineRule="auto"/>
        <w:ind w:left="101" w:right="67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justif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nies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foreigne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cannon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machm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Despite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pacification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spite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appropna­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remain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foreigner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It</w:t>
      </w:r>
      <w:r>
        <w:rPr>
          <w:rFonts w:ascii="Arial" w:hAnsi="Arial" w:cs="Arial" w:eastAsia="Arial"/>
          <w:sz w:val="21"/>
          <w:szCs w:val="21"/>
          <w:spacing w:val="-17"/>
          <w:w w:val="13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estates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account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primaril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charactenze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"rulin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class.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elsewhere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indigenou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popula­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others."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35" w:right="47" w:firstLine="212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governe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tirelessl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punctuate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destructio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indigenous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Sz w:w="16840" w:h="12240" w:orient="landscape"/>
          <w:pgMar w:top="1100" w:bottom="280" w:left="2020" w:right="1480"/>
          <w:cols w:num="2" w:equalWidth="0">
            <w:col w:w="5822" w:space="1579"/>
            <w:col w:w="5939"/>
          </w:cols>
        </w:sectPr>
      </w:pPr>
      <w:rPr/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/>
        <w:pict>
          <v:group style="position:absolute;margin-left:252.241028pt;margin-top:25.043478pt;width:231.290737pt;height:587.076517pt;mso-position-horizontal-relative:page;mso-position-vertical-relative:page;z-index:-1192" coordorigin="5045,501" coordsize="4626,11742">
            <v:shape style="position:absolute;left:8496;top:501;width:1175;height:11742" type="#_x0000_t75">
              <v:imagedata r:id="rId13" o:title=""/>
            </v:shape>
            <v:group style="position:absolute;left:5054;top:12214;width:4343;height:2" coordorigin="5054,12214" coordsize="4343,2">
              <v:shape style="position:absolute;left:5054;top:12214;width:4343;height:2" coordorigin="5054,12214" coordsize="4343,0" path="m5054,12214l9397,12214e" filled="f" stroked="t" strokeweight=".96183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0.015381pt;margin-top:8.648478pt;width:.1pt;height:588.576919pt;mso-position-horizontal-relative:page;mso-position-vertical-relative:page;z-index:-1191" coordorigin="1000,173" coordsize="2,11772">
            <v:shape style="position:absolute;left:1000;top:173;width:2;height:11772" coordorigin="1000,173" coordsize="0,11772" path="m1000,11945l1000,173e" filled="f" stroked="t" strokeweight="2.645044pt" strokecolor="#000000">
              <v:path arrowok="t"/>
            </v:shape>
          </v:group>
          <w10:wrap type="none"/>
        </w:pict>
      </w:r>
      <w:r>
        <w:rPr>
          <w:sz w:val="16"/>
          <w:szCs w:val="16"/>
        </w:rPr>
      </w:r>
    </w:p>
    <w:p>
      <w:pPr>
        <w:spacing w:before="0" w:after="0" w:line="240" w:lineRule="auto"/>
        <w:ind w:left="2111" w:right="1704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19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WRETCHE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D</w:t>
      </w:r>
      <w:r>
        <w:rPr>
          <w:rFonts w:ascii="Arial" w:hAnsi="Arial" w:cs="Arial" w:eastAsia="Arial"/>
          <w:sz w:val="15"/>
          <w:szCs w:val="15"/>
          <w:spacing w:val="35"/>
          <w:w w:val="9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OF</w:t>
      </w:r>
      <w:r>
        <w:rPr>
          <w:rFonts w:ascii="Arial" w:hAnsi="Arial" w:cs="Arial" w:eastAsia="Arial"/>
          <w:sz w:val="15"/>
          <w:szCs w:val="15"/>
          <w:spacing w:val="8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11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EARTH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9" w:lineRule="auto"/>
        <w:ind w:left="2106" w:right="48" w:firstLine="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fabric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demolishe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unchecke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refer­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economy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lifestyles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dress,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vindicate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when,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hands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swarm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into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forbidde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smithereens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hencefort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image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imaginatio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dislocate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eliminate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demolishin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buryin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banishin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territory.</w:t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9" w:lineRule="auto"/>
        <w:ind w:left="2097" w:right="62" w:firstLine="22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shape style="position:absolute;margin-left:0pt;margin-top:114.684509pt;width:26.006689pt;height:241.283874pt;mso-position-horizontal-relative:page;mso-position-vertical-relative:paragraph;z-index:-1193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Challengin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rational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confrontation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viewpoints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discourse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universal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passione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fundamen­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Manichaea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physicall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limitin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space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illustrate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totalitaria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exploitation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quintessence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evil.'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portraye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without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statin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possesse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"na­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tive'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imperviou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ethics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representin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absence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negatio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dare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words,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9" w:lineRule="auto"/>
        <w:ind w:left="2102" w:right="47" w:firstLine="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:osive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destroyin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everythin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corrupt­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distortin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involve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aesthetic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malevolent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powers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unconsciou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curable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forces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could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seriousnes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Assembl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32" w:right="-71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04.359016pt;margin-top:-4.778386pt;width:54.584091pt;height:.1pt;mso-position-horizontal-relative:page;mso-position-vertical-relative:paragraph;z-index:-1190" coordorigin="2087,-96" coordsize="1092,2">
            <v:shape style="position:absolute;left:2087;top:-96;width:1092;height:2" coordorigin="2087,-96" coordsize="1092,0" path="m2087,-96l3179,-96e" filled="f" stroked="t" strokeweight=".72137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9"/>
          <w:position w:val="5"/>
        </w:rPr>
        <w:t>1</w:t>
      </w:r>
      <w:r>
        <w:rPr>
          <w:rFonts w:ascii="Times New Roman" w:hAnsi="Times New Roman" w:cs="Times New Roman" w:eastAsia="Times New Roman"/>
          <w:sz w:val="14"/>
          <w:szCs w:val="14"/>
          <w:spacing w:val="18"/>
          <w:w w:val="79"/>
          <w:position w:val="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demonstrate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Black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Skin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White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Mask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mechanism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52"/>
          <w:position w:val="0"/>
        </w:rPr>
        <w:t>·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0" w:after="0" w:line="195" w:lineRule="exact"/>
        <w:ind w:left="2102" w:right="3959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Manichaea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world.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48" w:right="-20"/>
        <w:jc w:val="left"/>
        <w:tabs>
          <w:tab w:pos="222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210121pt;margin-top:-2.088922pt;width:31.50007pt;height:.1pt;mso-position-horizontal-relative:page;mso-position-vertical-relative:paragraph;z-index:-1189" coordorigin="1784,-42" coordsize="630,2">
            <v:shape style="position:absolute;left:1784;top:-42;width:630;height:2" coordorigin="1784,-42" coordsize="630,0" path="m1784,-42l2414,-42e" filled="f" stroked="t" strokeweight=".721376pt" strokecolor="#000000">
              <v:path arrowok="t"/>
            </v:shape>
          </v:group>
          <w10:wrap type="none"/>
        </w:pict>
      </w:r>
      <w:r>
        <w:rPr/>
        <w:pict>
          <v:group style="position:absolute;margin-left:60.114639pt;margin-top:8.240088pt;width:135.859084pt;height:3.004728pt;mso-position-horizontal-relative:page;mso-position-vertical-relative:paragraph;z-index:-1188" coordorigin="1202,165" coordsize="2717,60">
            <v:group style="position:absolute;left:1226;top:189;width:2669;height:2" coordorigin="1226,189" coordsize="2669,2">
              <v:shape style="position:absolute;left:1226;top:189;width:2669;height:2" coordorigin="1226,189" coordsize="2669,0" path="m1226,189l3895,189e" filled="f" stroked="t" strokeweight="2.404586pt" strokecolor="#000000">
                <v:path arrowok="t"/>
              </v:shape>
            </v:group>
            <v:group style="position:absolute;left:1448;top:210;width:1688;height:2" coordorigin="1448,210" coordsize="1688,2">
              <v:shape style="position:absolute;left:1448;top:210;width:1688;height:2" coordorigin="1448,210" coordsize="1688,0" path="m1448,210l3136,210e" filled="f" stroked="t" strokeweight="1.442751pt" strokecolor="#000000">
                <v:path arrowok="t"/>
              </v:shape>
            </v:group>
            <v:group style="position:absolute;left:3237;top:210;width:240;height:2" coordorigin="3237,210" coordsize="240,2">
              <v:shape style="position:absolute;left:3237;top:210;width:240;height:2" coordorigin="3237,210" coordsize="240,0" path="m3237,210l3477,210e" filled="f" stroked="t" strokeweight="1.442751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'-rt!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56"/>
          <w:b/>
          <w:bCs/>
        </w:rPr>
        <w:t>'It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</w:r>
      <w:r>
        <w:rPr>
          <w:rFonts w:ascii="Arial" w:hAnsi="Arial" w:cs="Arial" w:eastAsia="Arial"/>
          <w:sz w:val="6"/>
          <w:szCs w:val="6"/>
          <w:spacing w:val="0"/>
          <w:w w:val="217"/>
          <w:b/>
          <w:bCs/>
        </w:rPr>
        <w:t>t:</w:t>
      </w:r>
      <w:r>
        <w:rPr>
          <w:rFonts w:ascii="Arial" w:hAnsi="Arial" w:cs="Arial" w:eastAsia="Arial"/>
          <w:sz w:val="6"/>
          <w:szCs w:val="6"/>
          <w:spacing w:val="17"/>
          <w:w w:val="217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83"/>
          <w:b/>
          <w:bCs/>
        </w:rPr>
        <w:t>rtl:r: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83"/>
          <w:b/>
          <w:bCs/>
        </w:rPr>
        <w:t>-</w:t>
      </w:r>
      <w:r>
        <w:rPr>
          <w:rFonts w:ascii="Times New Roman" w:hAnsi="Times New Roman" w:cs="Times New Roman" w:eastAsia="Times New Roman"/>
          <w:sz w:val="15"/>
          <w:szCs w:val="15"/>
          <w:spacing w:val="30"/>
          <w:w w:val="83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39"/>
          <w:b/>
          <w:bCs/>
        </w:rPr>
        <w:t>t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39"/>
          <w:b/>
          <w:bCs/>
        </w:rPr>
        <w:t>   </w:t>
      </w:r>
      <w:r>
        <w:rPr>
          <w:rFonts w:ascii="Times New Roman" w:hAnsi="Times New Roman" w:cs="Times New Roman" w:eastAsia="Times New Roman"/>
          <w:sz w:val="13"/>
          <w:szCs w:val="13"/>
          <w:spacing w:val="14"/>
          <w:w w:val="139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39"/>
        </w:rPr>
        <w:t>'"'</w:t>
      </w:r>
      <w:r>
        <w:rPr>
          <w:rFonts w:ascii="Times New Roman" w:hAnsi="Times New Roman" w:cs="Times New Roman" w:eastAsia="Times New Roman"/>
          <w:sz w:val="13"/>
          <w:szCs w:val="13"/>
          <w:spacing w:val="30"/>
          <w:w w:val="13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44"/>
        </w:rPr>
        <w:t>-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257"/>
        </w:rPr>
        <w:t>•</w:t>
      </w:r>
      <w:r>
        <w:rPr>
          <w:rFonts w:ascii="Times New Roman" w:hAnsi="Times New Roman" w:cs="Times New Roman" w:eastAsia="Times New Roman"/>
          <w:sz w:val="13"/>
          <w:szCs w:val="13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52"/>
        </w:rPr>
        <w:t>.,.¢!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8" w:after="0" w:line="240" w:lineRule="auto"/>
        <w:ind w:left="2328" w:right="-20"/>
        <w:jc w:val="left"/>
        <w:tabs>
          <w:tab w:pos="55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9" w:lineRule="auto"/>
        <w:ind w:left="-19" w:right="107" w:firstLine="-2"/>
        <w:jc w:val="center"/>
        <w:tabs>
          <w:tab w:pos="3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Republic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defile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penetratio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irreversibl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poisone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colonized.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custom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traditions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myths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es­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peciall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myths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indigence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innate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depravity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DDT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stroy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parasites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carrier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Chris­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tianity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heresy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natural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impulses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decline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yello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evangelizing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balance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sheet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triumphant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alienatio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sown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talkin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Christianit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surprise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anybody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Church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foreigners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Church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does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God,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oppressor.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chosen.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9" w:lineRule="auto"/>
        <w:ind w:left="34" w:right="48" w:firstLine="22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Manichaeanism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logical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conclusion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dehumanize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talk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consequently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zoological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Allu­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slither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yello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odors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quarters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hordes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stink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swarming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gesticulations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endeavors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descriptio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refers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bestiary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seldom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problem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figure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speech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immediatel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grasp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exact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instantl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thinking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explosive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growth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hysterical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shapeless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obese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bodies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headless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tailles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cohort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indolence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sprawlin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sun,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vegetatin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existence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colonil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vocabulary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Gaulle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speak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"yellow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1040" w:bottom="0" w:left="0" w:right="1540"/>
          <w:cols w:num="2" w:equalWidth="0">
            <w:col w:w="7875" w:space="1570"/>
            <w:col w:w="5855"/>
          </w:cols>
        </w:sectPr>
      </w:pPr>
      <w:rPr/>
    </w:p>
    <w:p>
      <w:pPr>
        <w:spacing w:before="71" w:after="0" w:line="240" w:lineRule="auto"/>
        <w:ind w:left="2154" w:right="1604"/>
        <w:jc w:val="both"/>
        <w:rPr>
          <w:rFonts w:ascii="Arial" w:hAnsi="Arial" w:cs="Arial" w:eastAsia="Arial"/>
          <w:sz w:val="14"/>
          <w:szCs w:val="14"/>
        </w:rPr>
      </w:pPr>
      <w:rPr/>
      <w:r>
        <w:rPr/>
        <w:pict>
          <v:shape style="position:absolute;margin-left:427.892578pt;margin-top:13.046632pt;width:89.879196pt;height:597.261719pt;mso-position-horizontal-relative:page;mso-position-vertical-relative:page;z-index:-1184" type="#_x0000_t75">
            <v:imagedata r:id="rId15" o:title=""/>
          </v:shape>
        </w:pict>
      </w:r>
      <w:r>
        <w:rPr/>
        <w:pict>
          <v:group style="position:absolute;margin-left:49.859531pt;margin-top:9.210171pt;width:.1pt;height:591.15558pt;mso-position-horizontal-relative:page;mso-position-vertical-relative:page;z-index:-1183" coordorigin="997,184" coordsize="2,11823">
            <v:shape style="position:absolute;left:997;top:184;width:2;height:11823" coordorigin="997,184" coordsize="0,11823" path="m997,12007l997,184e" filled="f" stroked="t" strokeweight="2.66229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2" w:lineRule="auto"/>
        <w:ind w:left="2149" w:right="-58" w:firstLine="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multitudes,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Mauriac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black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brown,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yello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invade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laughte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animals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moment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hu­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sharpe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weapon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victory.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2140" w:right="-51" w:firstLine="22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shape style="position:absolute;margin-left:1.69123pt;margin-top:41.372749pt;width:4.832215pt;height:32.859062pt;mso-position-horizontal-relative:page;mso-position-vertical-relative:paragraph;z-index:-1187" type="#_x0000_t75">
            <v:imagedata r:id="rId16" o:title=""/>
          </v:shape>
        </w:pict>
      </w:r>
      <w:r>
        <w:rPr/>
        <w:pict>
          <v:shape style="position:absolute;margin-left:0pt;margin-top:141.882828pt;width:13.288545pt;height:288.966431pt;mso-position-horizontal-relative:page;mso-position-vertical-relative:paragraph;z-index:-1186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7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"Symposium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spell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speci­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richnes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grow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tense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muscle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reasonable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rock­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detail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regression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reliable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worthwhile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happen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Western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machete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supremac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such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victoriou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confrontatio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lifestyle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belief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impregnate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gressiveness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mocker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mentioned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underminin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proclaime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supreme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nose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showe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vomit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up.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2144" w:right="-47" w:firstLine="23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occurrence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normall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during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established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dialogue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Dur­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indigenou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blurred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mass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personalitie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hour-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left="2323" w:right="-20"/>
        <w:jc w:val="left"/>
        <w:tabs>
          <w:tab w:pos="556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  <w:position w:val="1"/>
        </w:rPr>
        <w:t>9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-20" w:right="101" w:firstLine="-1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encounte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insufficient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impact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perceptio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thinking.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geoisie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franticall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"elite.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It</w:t>
      </w:r>
      <w:r>
        <w:rPr>
          <w:rFonts w:ascii="Arial" w:hAnsi="Arial" w:cs="Arial" w:eastAsia="Arial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elite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famou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dialogue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established.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impossible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maintai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dominatio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wage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rearguar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campaig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field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technol­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ogy,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etc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forget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immense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majorit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imperviou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issues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essential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meaningful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foremost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naturally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dignity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dignit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has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"human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dignity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has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ideal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arrested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beaten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impunity;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sermonize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priest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steppe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bear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moralist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plainl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silencin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arrogance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1" w:lineRule="exact"/>
        <w:ind w:left="2" w:right="72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breakin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spiral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ejectin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48" w:lineRule="auto"/>
        <w:ind w:left="18" w:right="78" w:firstLine="-23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165.427277pt;margin-top:250.085388pt;width:258.605518pt;height:12.195899pt;mso-position-horizontal-relative:page;mso-position-vertical-relative:paragraph;z-index:-1185" coordorigin="3309,5002" coordsize="5172,244">
            <v:shape style="position:absolute;left:3919;top:5002;width:1875;height:213" type="#_x0000_t75">
              <v:imagedata r:id="rId18" o:title=""/>
            </v:shape>
            <v:group style="position:absolute;left:3311;top:5212;width:566;height:2" coordorigin="3311,5212" coordsize="566,2">
              <v:shape style="position:absolute;left:3311;top:5212;width:566;height:2" coordorigin="3311,5212" coordsize="566,0" path="m3311,5212l3877,5212e" filled="f" stroked="t" strokeweight=".242027pt" strokecolor="#000000">
                <v:path arrowok="t"/>
              </v:shape>
            </v:group>
            <v:group style="position:absolute;left:4197;top:5236;width:4274;height:2" coordorigin="4197,5236" coordsize="4274,2">
              <v:shape style="position:absolute;left:4197;top:5236;width:4274;height:2" coordorigin="4197,5236" coordsize="4274,0" path="m4197,5236l8471,5236e" filled="f" stroked="t" strokeweight=".96810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16.174843pt;margin-top:260.101288pt;width:26.38091pt;height:.1pt;mso-position-horizontal-relative:page;mso-position-vertical-relative:paragraph;z-index:-1182" coordorigin="2323,5202" coordsize="528,2">
            <v:shape style="position:absolute;left:2323;top:5202;width:528;height:2" coordorigin="2323,5202" coordsize="528,0" path="m2323,5202l2851,5202e" filled="f" stroked="t" strokeweight=".24202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outright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picture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famou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dictum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equal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illustratio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equal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colonist.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collapse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material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universe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who,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adopte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abstract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universal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live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peace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precisel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intereste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coexistin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nial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disappeared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It</w:t>
      </w:r>
      <w:r>
        <w:rPr>
          <w:rFonts w:ascii="Arial" w:hAnsi="Arial" w:cs="Arial" w:eastAsia="Arial"/>
          <w:sz w:val="23"/>
          <w:szCs w:val="23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coincidence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negotiatio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so-calle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"liberal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minority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center"/>
        <w:spacing w:after="0"/>
        <w:sectPr>
          <w:pgSz w:w="16840" w:h="12240" w:orient="landscape"/>
          <w:pgMar w:top="1080" w:bottom="0" w:left="0" w:right="1500"/>
          <w:cols w:num="2" w:equalWidth="0">
            <w:col w:w="7819" w:space="1664"/>
            <w:col w:w="5857"/>
          </w:cols>
        </w:sectPr>
      </w:pPr>
      <w:rPr/>
    </w:p>
    <w:p>
      <w:pPr>
        <w:spacing w:before="70" w:after="0" w:line="240" w:lineRule="auto"/>
        <w:ind w:left="180" w:right="-20"/>
        <w:jc w:val="left"/>
        <w:tabs>
          <w:tab w:pos="1800" w:val="left"/>
        </w:tabs>
        <w:rPr>
          <w:rFonts w:ascii="Arial" w:hAnsi="Arial" w:cs="Arial" w:eastAsia="Arial"/>
          <w:sz w:val="14"/>
          <w:szCs w:val="14"/>
        </w:rPr>
      </w:pPr>
      <w:rPr/>
      <w:r>
        <w:rPr/>
        <w:pict>
          <v:group style="position:absolute;margin-left:0pt;margin-top:7.157382pt;width:419.635379pt;height:604.842648pt;mso-position-horizontal-relative:page;mso-position-vertical-relative:page;z-index:-1181" coordorigin="0,143" coordsize="8393,12097">
            <v:shape style="position:absolute;left:0;top:4099;width:1099;height:8045" type="#_x0000_t75">
              <v:imagedata r:id="rId19" o:title=""/>
            </v:shape>
            <v:group style="position:absolute;left:993;top:160;width:2;height:4775" coordorigin="993,160" coordsize="2,4775">
              <v:shape style="position:absolute;left:993;top:160;width:2;height:4775" coordorigin="993,160" coordsize="0,4775" path="m993,4935l993,160e" filled="f" stroked="t" strokeweight="1.68719pt" strokecolor="#000000">
                <v:path arrowok="t"/>
              </v:shape>
            </v:group>
            <v:group style="position:absolute;left:1075;top:12020;width:1364;height:207" coordorigin="1075,12020" coordsize="1364,207">
              <v:shape style="position:absolute;left:1075;top:12020;width:1364;height:207" coordorigin="1075,12020" coordsize="1364,207" path="m1075,12020l2439,12020,2439,12227,1075,12227,1075,12020xe" filled="t" fillcolor="#000000" stroked="f">
                <v:path arrowok="t"/>
                <v:fill/>
              </v:shape>
            </v:group>
            <v:group style="position:absolute;left:0;top:12237;width:8378;height:2" coordorigin="0,12237" coordsize="8378,2">
              <v:shape style="position:absolute;left:0;top:12237;width:8378;height:2" coordorigin="0,12237" coordsize="8378,0" path="m34,12237l8412,12237e" filled="f" stroked="t" strokeweight="1.446163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26.480011pt;margin-top:11.040036pt;width:93.120003pt;height:597.119995pt;mso-position-horizontal-relative:page;mso-position-vertical-relative:page;z-index:-1180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1"/>
        </w:rPr>
        <w:t>10</w:t>
      </w:r>
      <w:r>
        <w:rPr>
          <w:rFonts w:ascii="Times New Roman" w:hAnsi="Times New Roman" w:cs="Times New Roman" w:eastAsia="Times New Roman"/>
          <w:sz w:val="21"/>
          <w:szCs w:val="21"/>
          <w:spacing w:val="-4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1"/>
        </w:rPr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14"/>
          <w:szCs w:val="14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6"/>
          <w:position w:val="0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2" w:lineRule="auto"/>
        <w:ind w:left="123" w:right="-20" w:firstLine="362"/>
        <w:jc w:val="righ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clear: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clamorin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citi­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zenship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stickin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abstract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substantial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unknown.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right="17"/>
        <w:jc w:val="righ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honest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perfectl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jar­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156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substitute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2" w:after="0" w:line="252" w:lineRule="auto"/>
        <w:ind w:left="132" w:right="-49" w:firstLine="24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discover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breath­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heartbeat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ski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"native's.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fundamental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jolt.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revolutionar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assurance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strike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nail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voice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petrif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presence.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reality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hell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presence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preparin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wayla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solutio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flee.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50" w:lineRule="auto"/>
        <w:ind w:left="127" w:right="-25" w:firstLine="22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characterize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dichotom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inflict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radical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remove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heterogeneity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uni­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grounds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quote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words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Senegalese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patriot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maneuver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president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Senghor: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Mricanizatio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job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Sengho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Africanize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Europeans.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Mean­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minimum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6" w:after="0" w:line="250" w:lineRule="auto"/>
        <w:ind w:left="118" w:right="-6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introduce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variatio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motivatio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administrators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technicians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experts.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however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equate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nepotism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sabo­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tage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unusual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declare: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"What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independent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84"/>
        </w:rPr>
        <w:t>...</w:t>
      </w:r>
      <w:r>
        <w:rPr>
          <w:rFonts w:ascii="Times New Roman" w:hAnsi="Times New Roman" w:cs="Times New Roman" w:eastAsia="Times New Roman"/>
          <w:sz w:val="22"/>
          <w:szCs w:val="22"/>
          <w:spacing w:val="-44"/>
          <w:w w:val="18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?"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2" w:after="0" w:line="250" w:lineRule="auto"/>
        <w:ind w:left="113" w:right="3" w:firstLine="22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346.845184pt;margin-top:96.374939pt;width:38.082281pt;height:.1pt;mso-position-horizontal-relative:page;mso-position-vertical-relative:paragraph;z-index:-1179" coordorigin="6937,1927" coordsize="762,2">
            <v:shape style="position:absolute;left:6937;top:1927;width:762;height:2" coordorigin="6937,1927" coordsize="762,0" path="m6937,1927l7699,1927e" filled="f" stroked="t" strokeweight=".24102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authentic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fought,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armed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</w:p>
    <w:p>
      <w:pPr>
        <w:spacing w:before="70" w:after="0" w:line="240" w:lineRule="auto"/>
        <w:ind w:left="2343" w:right="-20"/>
        <w:jc w:val="left"/>
        <w:tabs>
          <w:tab w:pos="55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11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2" w:lineRule="auto"/>
        <w:ind w:right="9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withdra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eradi­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superstructure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borrowe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bourgeoi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circles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narcissistic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monologue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academics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implanted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essential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8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19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mean­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eternal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despite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error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attribut­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accepte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cogency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sentinel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Greco-Roma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pedestal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touches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artificial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sentinel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smashe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smithereens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Mediterranea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triump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individual,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enlightenment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Beaut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trinkets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discourse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jumble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ennoble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worthless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real-life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engaged.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9" w:lineRule="exact"/>
        <w:ind w:left="22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individualism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52" w:lineRule="auto"/>
        <w:ind w:left="10" w:right="61" w:firstLine="-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tual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master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assert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hammere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societ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locked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subjectivity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wealt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luck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bunke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discove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falsit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Involvement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already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introduce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vocabulary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"Brother,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"sister,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"com­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outlawe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wallet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comrade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scheming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auto-da-fe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witnesse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destructio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idols: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egoism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arrogant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recrimi­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idiotic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childis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word.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pulverize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strengt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village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assemblies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extraordinar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productive­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neighborhoo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committee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meetings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Personal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1100" w:bottom="280" w:left="1960" w:right="1480"/>
          <w:cols w:num="2" w:equalWidth="0">
            <w:col w:w="5856" w:space="1666"/>
            <w:col w:w="5878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0pt;margin-top:10.047796pt;width:653.280021pt;height:601.952174pt;mso-position-horizontal-relative:page;mso-position-vertical-relative:page;z-index:-1178" coordorigin="0,201" coordsize="13066,12039">
            <v:shape style="position:absolute;left:0;top:6744;width:1162;height:5453" type="#_x0000_t75">
              <v:imagedata r:id="rId21" o:title=""/>
            </v:shape>
            <v:shape style="position:absolute;left:8650;top:312;width:518;height:11928" type="#_x0000_t75">
              <v:imagedata r:id="rId22" o:title=""/>
            </v:shape>
            <v:group style="position:absolute;left:954;top:12096;width:7925;height:2" coordorigin="954,12096" coordsize="7925,2">
              <v:shape style="position:absolute;left:954;top:12096;width:7925;height:2" coordorigin="954,12096" coordsize="7925,0" path="m954,12096l8879,12096e" filled="f" stroked="t" strokeweight="5.27399pt" strokecolor="#000000">
                <v:path arrowok="t"/>
              </v:shape>
            </v:group>
            <v:group style="position:absolute;left:1098;top:235;width:2;height:11737" coordorigin="1098,235" coordsize="2,11737">
              <v:shape style="position:absolute;left:1098;top:235;width:2;height:11737" coordorigin="1098,235" coordsize="0,11737" path="m1098,11972l1098,235e" filled="f" stroked="t" strokeweight="3.356175pt" strokecolor="#000000">
                <v:path arrowok="t"/>
              </v:shape>
              <v:shape style="position:absolute;left:12432;top:12082;width:634;height:158" type="#_x0000_t75">
                <v:imagedata r:id="rId23" o:title=""/>
              </v:shape>
            </v:group>
            <v:group style="position:absolute;left:8865;top:12163;width:3984;height:2" coordorigin="8865,12163" coordsize="3984,2">
              <v:shape style="position:absolute;left:8865;top:12163;width:3984;height:2" coordorigin="8865,12163" coordsize="3984,0" path="m8865,12163l12849,12163e" filled="f" stroked="t" strokeweight="3.116449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68" w:right="1589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4"/>
          <w:szCs w:val="14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14"/>
          <w:szCs w:val="14"/>
          <w:spacing w:val="23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7"/>
          <w:position w:val="0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6" w:lineRule="auto"/>
        <w:ind w:left="144" w:right="-60" w:firstLine="1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collective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every­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discovere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legionnaire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sequentl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massacre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  <w:i/>
        </w:rPr>
        <w:t>everyone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saved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himself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concept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atheist'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form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salvation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prohibited.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5" w:after="0" w:line="257" w:lineRule="auto"/>
        <w:ind w:left="129" w:right="-44" w:firstLine="24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Self-criticism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recently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few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institution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Whethe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  <w:i/>
        </w:rPr>
        <w:t>djemaa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palaver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Mrica,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dispute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village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collective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self-criticism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with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humo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relaxed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calculating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strange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silences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ulterio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motives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thinkin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secrec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graduall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plunge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deeper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genuinel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communit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triumphe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light,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reason.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9" w:after="0" w:line="261" w:lineRule="auto"/>
        <w:ind w:left="105" w:right="-23" w:firstLine="24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decolonizatio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occur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libera­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sufficientl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smart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alecks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shrew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whose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behavio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thinking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picke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rubbing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shoulder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remaine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Spoile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childre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yesterday'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today's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governin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oversee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resources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Ruthles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schemin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legal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pilferin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poverty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nationwide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through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import-export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holdings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companies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stock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nepotism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insist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nationalizatio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busi­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transactions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reservin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doctrine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proclaim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na­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tionalizin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theft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barren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phase,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</w:rPr>
        <w:t>tl1i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8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so-calle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plundering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swiftl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spark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poverty-stricken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left="2321" w:right="-20"/>
        <w:jc w:val="left"/>
        <w:tabs>
          <w:tab w:pos="546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13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6" w:lineRule="auto"/>
        <w:ind w:right="89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rapidl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acceleratin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pett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individualist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soon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themselves.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right="84" w:firstLine="22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assimilate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culture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venture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instance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assimilate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thinks.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apparent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intellectual'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inaptitude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dialogue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inessen­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tial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confronte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hand,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awestruck.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literall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disarme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integrity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becomin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demagogue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turn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mimic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nods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assent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arbite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fellah,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unemploye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represent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being.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2" w:lineRule="exact"/>
        <w:ind w:left="204" w:right="96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objectivel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6" w:after="0" w:line="261" w:lineRule="auto"/>
        <w:ind w:left="-4" w:right="65" w:firstLine="-41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vulga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opportunist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maneuvering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work.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rejectin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cuttin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ground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poole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intellectual'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insertio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tide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curious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obsessio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detail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analysis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appreciate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clarification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understan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reason­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argument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going.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cohabitatio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priorit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detail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forget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very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17"/>
        </w:rPr>
        <w:t>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defeat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Swept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along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concentrate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tasks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undertake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zealousl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pedan­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tically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overall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picture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intro­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disciplines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specialize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field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awesome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mixe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grinde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revolution.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center"/>
        <w:spacing w:after="0"/>
        <w:sectPr>
          <w:pgSz w:w="16840" w:h="12240" w:orient="landscape"/>
          <w:pgMar w:top="1100" w:bottom="280" w:left="2100" w:right="1380"/>
          <w:cols w:num="2" w:equalWidth="0">
            <w:col w:w="5809" w:space="1723"/>
            <w:col w:w="5828"/>
          </w:cols>
        </w:sectPr>
      </w:pPr>
      <w:rPr/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/>
        <w:pict>
          <v:group style="position:absolute;margin-left:328.320007pt;margin-top:15.36pt;width:247.920001pt;height:596.4pt;mso-position-horizontal-relative:page;mso-position-vertical-relative:page;z-index:-1177" coordorigin="6566,307" coordsize="4958,11928">
            <v:shape style="position:absolute;left:6566;top:5395;width:2669;height:6816" type="#_x0000_t75">
              <v:imagedata r:id="rId24" o:title=""/>
            </v:shape>
            <v:group style="position:absolute;left:8616;top:384;width:2;height:5030" coordorigin="8616,384" coordsize="2,5030">
              <v:shape style="position:absolute;left:8616;top:384;width:2;height:5030" coordorigin="8616,384" coordsize="0,5030" path="m8616,5414l8616,384e" filled="f" stroked="t" strokeweight="7.68pt" strokecolor="#000000">
                <v:path arrowok="t"/>
              </v:shape>
            </v:group>
            <v:group style="position:absolute;left:8750;top:12221;width:2760;height:2" coordorigin="8750,12221" coordsize="2760,2">
              <v:shape style="position:absolute;left:8750;top:12221;width:2760;height:2" coordorigin="8750,12221" coordsize="2760,0" path="m8750,12221l11510,12221e" filled="f" stroked="t" strokeweight="1.4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0pt;margin-top:10.68pt;width:278.040004pt;height:599.879987pt;mso-position-horizontal-relative:page;mso-position-vertical-relative:page;z-index:-1176" coordorigin="0,214" coordsize="5561,11998">
            <v:shape style="position:absolute;left:0;top:6490;width:1094;height:5722" type="#_x0000_t75">
              <v:imagedata r:id="rId25" o:title=""/>
            </v:shape>
            <v:group style="position:absolute;left:36;top:2568;width:2;height:3950" coordorigin="36,2568" coordsize="2,3950">
              <v:shape style="position:absolute;left:36;top:2568;width:2;height:3950" coordorigin="36,2568" coordsize="0,3950" path="m36,6518l36,2568e" filled="f" stroked="t" strokeweight="2.88pt" strokecolor="#000000">
                <v:path arrowok="t"/>
              </v:shape>
            </v:group>
            <v:group style="position:absolute;left:946;top:250;width:2;height:6240" coordorigin="946,250" coordsize="2,6240">
              <v:shape style="position:absolute;left:946;top:250;width:2;height:6240" coordorigin="946,250" coordsize="0,6240" path="m946,6490l946,250e" filled="f" stroked="t" strokeweight="3.6pt" strokecolor="#000000">
                <v:path arrowok="t"/>
              </v:shape>
            </v:group>
            <v:group style="position:absolute;left:970;top:12180;width:4574;height:2" coordorigin="970,12180" coordsize="4574,2">
              <v:shape style="position:absolute;left:970;top:12180;width:4574;height:2" coordorigin="970,12180" coordsize="4574,0" path="m970,12180l5544,12180e" filled="f" stroked="t" strokeweight="1.68pt" strokecolor="#000000">
                <v:path arrowok="t"/>
              </v:shape>
            </v:group>
            <w10:wrap type="none"/>
          </v:group>
        </w:pict>
      </w:r>
      <w:r>
        <w:rPr>
          <w:sz w:val="19"/>
          <w:szCs w:val="19"/>
        </w:rPr>
      </w:r>
    </w:p>
    <w:p>
      <w:pPr>
        <w:spacing w:before="0" w:after="0" w:line="240" w:lineRule="auto"/>
        <w:ind w:left="128" w:right="1614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6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109" w:right="-3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frontline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sight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succumb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doubt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despair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stance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"Brea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land: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gettin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land?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stub­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born,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apparentl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limited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narrow-minde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aspect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rewardin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effective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114" w:right="-45" w:firstLine="21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consideration.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truth.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discourse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transparenc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erode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situ­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respond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toward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honest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indeci­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pherable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foster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emergence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8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protect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eigners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truthful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hurt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most.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114" w:right="-58" w:firstLine="21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246.240005pt;margin-top:254.709534pt;width:71.280001pt;height:.1pt;mso-position-horizontal-relative:page;mso-position-vertical-relative:paragraph;z-index:-1175" coordorigin="4925,5094" coordsize="1426,2">
            <v:shape style="position:absolute;left:4925;top:5094;width:1426;height:2" coordorigin="4925,5094" coordsize="1426,0" path="m4925,5094l6350,5094e" filled="f" stroked="t" strokeweight=".2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Manichaeanism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maintaine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enemy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antagonist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62"/>
        </w:rPr>
        <w:t>l.</w:t>
      </w:r>
      <w:r>
        <w:rPr>
          <w:rFonts w:ascii="Arial" w:hAnsi="Arial" w:cs="Arial" w:eastAsia="Arial"/>
          <w:sz w:val="22"/>
          <w:szCs w:val="22"/>
          <w:spacing w:val="0"/>
          <w:w w:val="16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oppressor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ensconce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spiral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spiral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domination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exploitatio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looting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coile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robbed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spiral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move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seamlessl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palace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dock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metropolis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petrifie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ripple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surface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palm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clouds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wave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material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legitimatin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presence,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crouche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history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8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epic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odyssey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beginning: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2328" w:right="-20"/>
        <w:jc w:val="left"/>
        <w:tabs>
          <w:tab w:pos="54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5"/>
        </w:rPr>
        <w:t>15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2" w:lineRule="auto"/>
        <w:ind w:left="5" w:right="210" w:firstLine="-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"We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guaranto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existence: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"If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lost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Ages."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Opposite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listles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being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waste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awa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fever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consumed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"ancestral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customs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compose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virtuall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petrifie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background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innovative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dynamism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mercantilism.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3" w:lineRule="auto"/>
        <w:ind w:left="38" w:right="145" w:firstLine="20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refer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metropolis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plainl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extensio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metropolis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despoiling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looting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raping,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starvin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death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immobilit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condemne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spoliatio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decolonization.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2" w:lineRule="auto"/>
        <w:ind w:left="86" w:right="69" w:firstLine="21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compartmentalized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Manichaea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petrified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statues: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statue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conquest,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statue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enginee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bridge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cock­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crushin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stonines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backbone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scarre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in;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aparthei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partmentalizin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overste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limits.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Hence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aggressive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vitality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jumping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swimming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running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climbing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out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laughing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catche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night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night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morning.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28" w:lineRule="exact"/>
        <w:ind w:left="37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aggressivenes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sedi­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6" w:after="0" w:line="245" w:lineRule="auto"/>
        <w:ind w:left="173" w:right="54" w:firstLine="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muscle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black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officer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magistrates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6840" w:h="12240" w:orient="landscape"/>
          <w:pgMar w:top="1000" w:bottom="280" w:left="1960" w:right="1520"/>
          <w:cols w:num="2" w:equalWidth="0">
            <w:col w:w="5786" w:space="1604"/>
            <w:col w:w="5970"/>
          </w:cols>
        </w:sectPr>
      </w:pPr>
      <w:rPr/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/>
        <w:pict>
          <v:group style="position:absolute;margin-left:46.389263pt;margin-top:16.429525pt;width:15.463085pt;height:583.852353pt;mso-position-horizontal-relative:page;mso-position-vertical-relative:page;z-index:-1174" coordorigin="928,329" coordsize="309,11677">
            <v:shape style="position:absolute;left:928;top:329;width:271;height:638" type="#_x0000_t75">
              <v:imagedata r:id="rId26" o:title=""/>
            </v:shape>
            <v:shape style="position:absolute;left:966;top:4040;width:251;height:1778" type="#_x0000_t75">
              <v:imagedata r:id="rId27" o:title=""/>
            </v:shape>
            <v:group style="position:absolute;left:1058;top:966;width:2;height:3064" coordorigin="1058,966" coordsize="2,3064">
              <v:shape style="position:absolute;left:1058;top:966;width:2;height:3064" coordorigin="1058,966" coordsize="0,3064" path="m1058,4030l1058,966e" filled="f" stroked="t" strokeweight="4.590604pt" strokecolor="#000000">
                <v:path arrowok="t"/>
              </v:shape>
              <v:shape style="position:absolute;left:986;top:8872;width:251;height:889" type="#_x0000_t75">
                <v:imagedata r:id="rId28" o:title=""/>
              </v:shape>
            </v:group>
            <v:group style="position:absolute;left:1082;top:5818;width:2;height:3044" coordorigin="1082,5818" coordsize="2,3044">
              <v:shape style="position:absolute;left:1082;top:5818;width:2;height:3044" coordorigin="1082,5818" coordsize="0,3044" path="m1082,8862l1082,5818e" filled="f" stroked="t" strokeweight="4.348993pt" strokecolor="#000000">
                <v:path arrowok="t"/>
              </v:shape>
            </v:group>
            <v:group style="position:absolute;left:1102;top:9761;width:2;height:2194" coordorigin="1102,9761" coordsize="2,2194">
              <v:shape style="position:absolute;left:1102;top:9761;width:2;height:2194" coordorigin="1102,9761" coordsize="0,2194" path="m1102,11955l1102,9761e" filled="f" stroked="t" strokeweight="5.07382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53.328857pt;margin-top:31.892616pt;width:400.107391pt;height:579.020135pt;mso-position-horizontal-relative:page;mso-position-vertical-relative:page;z-index:-1173" coordorigin="5067,638" coordsize="8002,11580">
            <v:shape style="position:absolute;left:8582;top:638;width:599;height:11578" type="#_x0000_t75">
              <v:imagedata r:id="rId29" o:title=""/>
            </v:shape>
            <v:shape style="position:absolute;left:11095;top:12003;width:1566;height:213" type="#_x0000_t75">
              <v:imagedata r:id="rId30" o:title=""/>
            </v:shape>
            <v:group style="position:absolute;left:5088;top:12197;width:7959;height:2" coordorigin="5088,12197" coordsize="7959,2">
              <v:shape style="position:absolute;left:5088;top:12197;width:7959;height:2" coordorigin="5088,12197" coordsize="7959,0" path="m5088,12197l13047,12197e" filled="f" stroked="t" strokeweight="2.17449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0.644299pt;margin-top:608.496643pt;width:98.335572pt;height:.1pt;mso-position-horizontal-relative:page;mso-position-vertical-relative:page;z-index:-1171" coordorigin="1213,12170" coordsize="1967,2">
            <v:shape style="position:absolute;left:1213;top:12170;width:1967;height:2" coordorigin="1213,12170" coordsize="1967,0" path="m1213,12170l3180,12170e" filled="f" stroked="t" strokeweight="5.557047pt" strokecolor="#000000">
              <v:path arrowok="t"/>
            </v:shape>
          </v:group>
          <w10:wrap type="none"/>
        </w:pict>
      </w:r>
      <w:r>
        <w:rPr>
          <w:sz w:val="16"/>
          <w:szCs w:val="16"/>
        </w:rPr>
      </w:r>
    </w:p>
    <w:p>
      <w:pPr>
        <w:spacing w:before="0" w:after="0" w:line="240" w:lineRule="auto"/>
        <w:ind w:left="106" w:right="1598"/>
        <w:jc w:val="center"/>
        <w:tabs>
          <w:tab w:pos="170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2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2" w:lineRule="auto"/>
        <w:ind w:left="98" w:right="-31" w:firstLine="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surprising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Mrica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criminality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should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phenomenon.</w:t>
      </w:r>
      <w:r>
        <w:rPr>
          <w:rFonts w:ascii="Times New Roman" w:hAnsi="Times New Roman" w:cs="Times New Roman" w:eastAsia="Times New Roman"/>
          <w:sz w:val="20"/>
          <w:szCs w:val="20"/>
          <w:spacing w:val="-3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3"/>
          <w:position w:val="6"/>
        </w:rPr>
        <w:t>2</w:t>
      </w:r>
      <w:r>
        <w:rPr>
          <w:rFonts w:ascii="Arial" w:hAnsi="Arial" w:cs="Arial" w:eastAsia="Arial"/>
          <w:sz w:val="16"/>
          <w:szCs w:val="16"/>
          <w:spacing w:val="34"/>
          <w:w w:val="83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Confronte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colonial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permanent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tension.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colonist'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hostile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world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excludes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yet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incite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envy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colo­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dream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takin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colonist'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becom­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replacin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hostile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oppressive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aggressive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world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bulldozin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represent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hell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escape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quickl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paradise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arm'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guarde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ferociou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watchdogs.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4" w:lineRule="auto"/>
        <w:ind w:left="122" w:right="-58" w:firstLine="21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constantl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guard: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Confused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myria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colonial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whether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Confronte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configure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colonizer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presume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guilty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accept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guilt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consider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kind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curse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sword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Damocles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colonized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acknowledge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authority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dominate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domesticated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feel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inferior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inferiority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patientl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muscle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tensed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35"/>
        </w:rPr>
        <w:t>It</w:t>
      </w:r>
      <w:r>
        <w:rPr>
          <w:rFonts w:ascii="Arial" w:hAnsi="Arial" w:cs="Arial" w:eastAsia="Arial"/>
          <w:sz w:val="22"/>
          <w:szCs w:val="22"/>
          <w:spacing w:val="-35"/>
          <w:w w:val="13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anxiou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terror­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hunter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persecute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dreamin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becomin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persecutor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symbol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bugle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barracks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military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parades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inhibitor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stimulants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signify: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colonist'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rogance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preoccupatio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solidit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colo-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15" w:right="1694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11.865776pt;margin-top:-5.023474pt;width:54.120807pt;height:.1pt;mso-position-horizontal-relative:page;mso-position-vertical-relative:paragraph;z-index:-1172" coordorigin="2237,-100" coordsize="1082,2">
            <v:shape style="position:absolute;left:2237;top:-100;width:1082;height:2" coordorigin="2237,-100" coordsize="1082,0" path="m2237,-100l3320,-100e" filled="f" stroked="t" strokeweight=".48322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6"/>
        </w:rPr>
        <w:t>2</w:t>
      </w:r>
      <w:r>
        <w:rPr>
          <w:rFonts w:ascii="Times New Roman" w:hAnsi="Times New Roman" w:cs="Times New Roman" w:eastAsia="Times New Roman"/>
          <w:sz w:val="12"/>
          <w:szCs w:val="12"/>
          <w:spacing w:val="21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  <w:i/>
          <w:position w:val="0"/>
        </w:rPr>
        <w:t>Colonial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95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Wars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Mental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  <w:position w:val="0"/>
        </w:rPr>
        <w:t>Disorders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88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chapte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8"/>
          <w:position w:val="0"/>
        </w:rPr>
        <w:t>5.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66" w:after="0" w:line="240" w:lineRule="auto"/>
        <w:ind w:left="2315" w:right="-20"/>
        <w:jc w:val="left"/>
        <w:tabs>
          <w:tab w:pos="54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5"/>
        </w:rPr>
        <w:t>17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6" w:lineRule="auto"/>
        <w:ind w:right="22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nial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occasion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showdown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postpone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indefinitely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impulse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colonist'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maintain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constant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muscula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tonus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30"/>
        </w:rPr>
        <w:t>It</w:t>
      </w:r>
      <w:r>
        <w:rPr>
          <w:rFonts w:ascii="Arial" w:hAnsi="Arial" w:cs="Arial" w:eastAsia="Arial"/>
          <w:sz w:val="22"/>
          <w:szCs w:val="22"/>
          <w:spacing w:val="0"/>
          <w:w w:val="13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certai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emotional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circumstance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0" w:after="0" w:line="240" w:lineRule="auto"/>
        <w:ind w:left="19" w:right="286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obstacle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escalate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action.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29" w:right="161" w:firstLine="21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relationshi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physical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exhibitionist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safet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concern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loud: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"Here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master."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prevent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boilin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caught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tightl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knit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colonialism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achieve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pseudo-petrification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mus­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periodicall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erupt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bloody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fightin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individuals.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97" w:right="95" w:firstLine="19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individual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genuine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negatio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Wherea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colonist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knees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uncommo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knife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slightest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hostile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aggressive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subject'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defen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personalit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fello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countryman.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Internecine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feud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perpetuate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age-ol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grudge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entrenched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memory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throwin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muscle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blood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feuds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endeavor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convince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colonialism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everythin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marche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significance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5" w:right="87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familia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"head-in-the-sand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behavio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collective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5" w:after="0" w:line="274" w:lineRule="auto"/>
        <w:ind w:left="142" w:right="75" w:firstLine="-31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collective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immersio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fratricidal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bloodbath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suffice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obstacle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postpone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inevitable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alterna­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inevitable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emergence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colo­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nialism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colonize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subject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muscula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collective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self-destruction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center"/>
        <w:spacing w:after="0"/>
        <w:sectPr>
          <w:pgSz w:w="16840" w:h="12240" w:orient="landscape"/>
          <w:pgMar w:top="1060" w:bottom="280" w:left="2120" w:right="1320"/>
          <w:cols w:num="2" w:equalWidth="0">
            <w:col w:w="5782" w:space="1636"/>
            <w:col w:w="5982"/>
          </w:cols>
        </w:sectPr>
      </w:pPr>
      <w:rPr/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45.119999pt;margin-top:14.399994pt;width:15.36pt;height:590.400004pt;mso-position-horizontal-relative:page;mso-position-vertical-relative:page;z-index:-1170" coordorigin="902,288" coordsize="307,11808">
            <v:shape style="position:absolute;left:922;top:288;width:250;height:4032" type="#_x0000_t75">
              <v:imagedata r:id="rId31" o:title=""/>
            </v:shape>
            <v:shape style="position:absolute;left:902;top:10138;width:307;height:1958" type="#_x0000_t75">
              <v:imagedata r:id="rId32" o:title=""/>
            </v:shape>
            <v:group style="position:absolute;left:1037;top:4320;width:2;height:5818" coordorigin="1037,4320" coordsize="2,5818">
              <v:shape style="position:absolute;left:1037;top:4320;width:2;height:5818" coordorigin="1037,4320" coordsize="0,5818" path="m1037,10138l1037,4320e" filled="f" stroked="t" strokeweight="5.0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0pt;margin-top:323.880005pt;width:22.08pt;height:286.679999pt;mso-position-horizontal-relative:page;mso-position-vertical-relative:page;z-index:-1169" coordorigin="0,6478" coordsize="442,5734">
            <v:shape style="position:absolute;left:0;top:7910;width:269;height:1670" type="#_x0000_t75">
              <v:imagedata r:id="rId33" o:title=""/>
            </v:shape>
            <v:group style="position:absolute;left:2;top:6480;width:2;height:1459" coordorigin="2,6480" coordsize="2,1459">
              <v:shape style="position:absolute;left:2;top:6480;width:2;height:1459" coordorigin="2,6480" coordsize="0,1459" path="m2,7939l2,6480e" filled="f" stroked="t" strokeweight=".24pt" strokecolor="#000000">
                <v:path arrowok="t"/>
              </v:shape>
              <v:shape style="position:absolute;left:0;top:10982;width:442;height:1229" type="#_x0000_t75">
                <v:imagedata r:id="rId34" o:title=""/>
              </v:shape>
            </v:group>
            <v:group style="position:absolute;left:34;top:9562;width:2;height:1526" coordorigin="34,9562" coordsize="2,1526">
              <v:shape style="position:absolute;left:34;top:9562;width:2;height:1526" coordorigin="34,9562" coordsize="0,1526" path="m34,11088l34,9562e" filled="f" stroked="t" strokeweight="2.1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19.639999pt;margin-top:14.4pt;width:557.160008pt;height:596.16pt;mso-position-horizontal-relative:page;mso-position-vertical-relative:page;z-index:-1168" coordorigin="2393,288" coordsize="11143,11923">
            <v:shape style="position:absolute;left:2419;top:12038;width:2093;height:173" type="#_x0000_t75">
              <v:imagedata r:id="rId35" o:title=""/>
            </v:shape>
            <v:shape style="position:absolute;left:8602;top:288;width:576;height:11923" type="#_x0000_t75">
              <v:imagedata r:id="rId36" o:title=""/>
            </v:shape>
            <v:group style="position:absolute;left:2419;top:12149;width:6298;height:2" coordorigin="2419,12149" coordsize="6298,2">
              <v:shape style="position:absolute;left:2419;top:12149;width:6298;height:2" coordorigin="2419,12149" coordsize="6298,0" path="m2419,12149l8717,12149e" filled="f" stroked="t" strokeweight="2.64pt" strokecolor="#000000">
                <v:path arrowok="t"/>
              </v:shape>
            </v:group>
            <v:group style="position:absolute;left:8899;top:12192;width:4627;height:2" coordorigin="8899,12192" coordsize="4627,2">
              <v:shape style="position:absolute;left:8899;top:12192;width:4627;height:2" coordorigin="8899,12192" coordsize="4627,0" path="m8899,12192l13526,12192e" filled="f" stroked="t" strokeweight=".96pt" strokecolor="#000000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before="0" w:after="0" w:line="240" w:lineRule="auto"/>
        <w:ind w:left="134" w:right="1603"/>
        <w:jc w:val="both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WRETCHE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4"/>
        </w:rPr>
        <w:t>EARTH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115" w:right="-56" w:firstLine="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internecine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feuds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behavio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wish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danger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suicidal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conduct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reinforce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existence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dominatio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reassure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such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lose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sight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religion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Fatalism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relieve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op­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responsibility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wrong-doing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inevitable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attribute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God.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individual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accept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devastatio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decree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God,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bows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mentall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readjust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acquire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serenit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stone.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2" w:lineRule="auto"/>
        <w:ind w:left="110" w:right="-56" w:firstLine="23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meantime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draw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terrifYin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myth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prolific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under­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inhibition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aggressiveness: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malevo­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spirit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emerge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wrong,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leopar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snake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six-legge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dogs,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zombies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whole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never-endin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gamut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animalcule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encircle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taboos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barriers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inhibition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far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terrifYin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magical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super­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permeate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indigenou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precise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functio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libid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works.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characteristics,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libid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prima­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ril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family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Anthropologist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amply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sexual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intercourse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publicly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penalt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several</w:t>
      </w:r>
    </w:p>
    <w:p>
      <w:pPr>
        <w:spacing w:before="1" w:after="0" w:line="262" w:lineRule="auto"/>
        <w:ind w:left="115" w:right="-35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husban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injure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party-whic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proves,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so-calle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prehistorical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great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importance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unconscious.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2" w:lineRule="auto"/>
        <w:ind w:left="106" w:right="-54" w:firstLine="23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scarin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myth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magic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undeniable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reality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terrifYin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incorporate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tradition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histor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ethnic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reassure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grante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civil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identification.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secret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collective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sphere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exclusivel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realm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magic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entan­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inextricable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gesture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repeate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</w:t>
      </w:r>
    </w:p>
    <w:p>
      <w:pPr>
        <w:spacing w:before="89" w:after="0" w:line="240" w:lineRule="auto"/>
        <w:ind w:left="2323" w:right="-20"/>
        <w:jc w:val="left"/>
        <w:tabs>
          <w:tab w:pos="546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  <w:position w:val="3"/>
        </w:rPr>
        <w:t>19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4" w:lineRule="auto"/>
        <w:ind w:right="14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limpidity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perpetuate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Zombies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terrifYin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than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armor-plate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twice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urinating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spitting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dark.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0" w:lineRule="exact"/>
        <w:ind w:left="230" w:right="-20"/>
        <w:jc w:val="left"/>
        <w:tabs>
          <w:tab w:pos="382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magical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supernatural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powers</w:t>
      </w:r>
      <w:r>
        <w:rPr>
          <w:rFonts w:ascii="Times New Roman" w:hAnsi="Times New Roman" w:cs="Times New Roman" w:eastAsia="Times New Roman"/>
          <w:sz w:val="21"/>
          <w:szCs w:val="21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surprisingl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ego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2" w:after="0" w:line="254" w:lineRule="auto"/>
        <w:ind w:left="14" w:right="127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boosting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infinitel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shrunk,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stamped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mythical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structure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terrifYin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adversaries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evident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reduce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permanent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confrontatio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phantasy.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" w:after="0" w:line="264" w:lineRule="auto"/>
        <w:ind w:left="34" w:right="88" w:firstLine="22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relegate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realm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imagination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victim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un­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speakable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content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hallucina­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dreams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disarray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re-form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blood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birt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urgent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food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mujahideen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stationin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lookouts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helpin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deprive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fami­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imprisone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husband-such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practical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task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struggle.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21" w:lineRule="exact"/>
        <w:ind w:left="283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colonized'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affectivit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edge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2" w:after="0" w:line="265" w:lineRule="auto"/>
        <w:ind w:left="67" w:right="76" w:firstLine="-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flinchin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caustic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psyche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retracts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obliterated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outlet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muscular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spasm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expert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classif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hysterical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overexcite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affectivity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invisible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guardian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communicate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personality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erotic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delight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crisis.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15" w:lineRule="exact"/>
        <w:ind w:left="293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aspect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colonized'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affectivit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when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7" w:after="0" w:line="261" w:lineRule="auto"/>
        <w:ind w:left="91" w:right="5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draine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energ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ecstas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understandin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phenomena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colonized'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relaxin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precisel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orgy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brutal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aggressivenes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impulsive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channeled,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transformed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spirite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away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circle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permissive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pgSz w:w="16840" w:h="12240" w:orient="landscape"/>
          <w:pgMar w:top="1120" w:bottom="280" w:left="2040" w:right="1420"/>
          <w:cols w:num="2" w:equalWidth="0">
            <w:col w:w="5777" w:space="1711"/>
            <w:col w:w="5892"/>
          </w:cols>
        </w:sectPr>
      </w:pPr>
      <w:rPr/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400.484863pt;margin-top:13.57576pt;width:22.30303pt;height:591.636124pt;mso-position-horizontal-relative:page;mso-position-vertical-relative:page;z-index:-1167" coordorigin="8010,272" coordsize="446,11833">
            <v:shape style="position:absolute;left:8010;top:272;width:446;height:9503" type="#_x0000_t75">
              <v:imagedata r:id="rId37" o:title=""/>
            </v:shape>
            <v:group style="position:absolute;left:8160;top:9775;width:2;height:2279" coordorigin="8160,9775" coordsize="2,2279">
              <v:shape style="position:absolute;left:8160;top:9775;width:2;height:2279" coordorigin="8160,9775" coordsize="0,2279" path="m8160,12053l8160,9775e" filled="f" stroked="t" strokeweight="5.090909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.272727pt;margin-top:232.484756pt;width:.1pt;height:364.363493pt;mso-position-horizontal-relative:page;mso-position-vertical-relative:page;z-index:-1166" coordorigin="65,4650" coordsize="2,7287">
            <v:shape style="position:absolute;left:65;top:4650;width:2;height:7287" coordorigin="65,4650" coordsize="0,7287" path="m65,11937l65,4650e" filled="f" stroked="t" strokeweight="2.666666pt" strokecolor="#000000">
              <v:path arrowok="t"/>
            </v:shape>
          </v:group>
          <w10:wrap type="none"/>
        </w:pict>
      </w:r>
      <w:r>
        <w:rPr/>
        <w:pict>
          <v:group style="position:absolute;margin-left:25.818178pt;margin-top:98.666626pt;width:.1pt;height:51.878767pt;mso-position-horizontal-relative:page;mso-position-vertical-relative:page;z-index:-1165" coordorigin="516,1973" coordsize="2,1038">
            <v:shape style="position:absolute;left:516;top:1973;width:2;height:1038" coordorigin="516,1973" coordsize="0,1038" path="m516,3011l516,1973e" filled="f" stroked="t" strokeweight=".484848pt" strokecolor="#000000">
              <v:path arrowok="t"/>
            </v:shape>
          </v:group>
          <w10:wrap type="none"/>
        </w:pict>
      </w:r>
      <w:r>
        <w:rPr/>
        <w:pict>
          <v:group style="position:absolute;margin-left:25.090906pt;margin-top:281.454437pt;width:.1pt;height:318.060481pt;mso-position-horizontal-relative:page;mso-position-vertical-relative:page;z-index:-1164" coordorigin="502,5629" coordsize="2,6361">
            <v:shape style="position:absolute;left:502;top:5629;width:2;height:6361" coordorigin="502,5629" coordsize="0,6361" path="m502,11990l502,5629e" filled="f" stroked="t" strokeweight="1.454545pt" strokecolor="#000000">
              <v:path arrowok="t"/>
            </v:shape>
          </v:group>
          <w10:wrap type="none"/>
        </w:pict>
      </w:r>
      <w:r>
        <w:rPr/>
        <w:pict>
          <v:group style="position:absolute;margin-left:238.060577pt;margin-top:610.666443pt;width:157.818166pt;height:.1pt;mso-position-horizontal-relative:page;mso-position-vertical-relative:page;z-index:-1163" coordorigin="4761,12213" coordsize="3156,2">
            <v:shape style="position:absolute;left:4761;top:12213;width:3156;height:2" coordorigin="4761,12213" coordsize="3156,0" path="m4761,12213l7918,12213e" filled="f" stroked="t" strokeweight="1.212121pt" strokecolor="#000000">
              <v:path arrowok="t"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40" w:lineRule="auto"/>
        <w:ind w:left="117" w:right="1611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82"/>
        </w:rPr>
        <w:t>20</w:t>
      </w:r>
      <w:r>
        <w:rPr>
          <w:rFonts w:ascii="Courier New" w:hAnsi="Courier New" w:cs="Courier New" w:eastAsia="Courier New"/>
          <w:sz w:val="23"/>
          <w:szCs w:val="23"/>
          <w:spacing w:val="0"/>
          <w:w w:val="82"/>
        </w:rPr>
        <w:t>           </w:t>
      </w:r>
      <w:r>
        <w:rPr>
          <w:rFonts w:ascii="Courier New" w:hAnsi="Courier New" w:cs="Courier New" w:eastAsia="Courier New"/>
          <w:sz w:val="23"/>
          <w:szCs w:val="23"/>
          <w:spacing w:val="45"/>
          <w:w w:val="8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19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4"/>
        </w:rPr>
        <w:t>WRETCHE</w:t>
      </w:r>
      <w:r>
        <w:rPr>
          <w:rFonts w:ascii="Arial" w:hAnsi="Arial" w:cs="Arial" w:eastAsia="Arial"/>
          <w:sz w:val="15"/>
          <w:szCs w:val="15"/>
          <w:spacing w:val="0"/>
          <w:w w:val="94"/>
        </w:rPr>
        <w:t>D</w:t>
      </w:r>
      <w:r>
        <w:rPr>
          <w:rFonts w:ascii="Arial" w:hAnsi="Arial" w:cs="Arial" w:eastAsia="Arial"/>
          <w:sz w:val="15"/>
          <w:szCs w:val="15"/>
          <w:spacing w:val="30"/>
          <w:w w:val="9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OF</w:t>
      </w:r>
      <w:r>
        <w:rPr>
          <w:rFonts w:ascii="Arial" w:hAnsi="Arial" w:cs="Arial" w:eastAsia="Arial"/>
          <w:sz w:val="15"/>
          <w:szCs w:val="15"/>
          <w:spacing w:val="12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18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EARTH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0" w:lineRule="auto"/>
        <w:ind w:left="112" w:right="-50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circle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32"/>
        </w:rPr>
        <w:t>It</w:t>
      </w:r>
      <w:r>
        <w:rPr>
          <w:rFonts w:ascii="Arial" w:hAnsi="Arial" w:cs="Arial" w:eastAsia="Arial"/>
          <w:sz w:val="21"/>
          <w:szCs w:val="21"/>
          <w:spacing w:val="-27"/>
          <w:w w:val="13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protect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empowers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fixe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fixe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assemble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gaze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tribe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launc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seemingl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disar­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ticulated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extremel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ritualized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pantomime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exorcism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communit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gran­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diosel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spontaneousl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playe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body.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permitte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circle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hillock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been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climbe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bank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descende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symbolize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ablution,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washing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purification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sacre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per­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gatherin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supercharge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libid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stifle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aggressivenes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canically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Symbolic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killings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figurative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cavalcades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imagined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murders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21"/>
        </w:rPr>
        <w:t>ill</w:t>
      </w:r>
      <w:r>
        <w:rPr>
          <w:rFonts w:ascii="Arial" w:hAnsi="Arial" w:cs="Arial" w:eastAsia="Arial"/>
          <w:sz w:val="23"/>
          <w:szCs w:val="23"/>
          <w:spacing w:val="-2"/>
          <w:w w:val="12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1"/>
        </w:rPr>
        <w:t>humors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tumultuou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lava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flows.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2" w:lineRule="auto"/>
        <w:ind w:left="122" w:right="-51" w:firstLine="22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furthe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dispos­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session: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vampirism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djinns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zombies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Legba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illustriou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voodoo.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disintegration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solutio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splittin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personality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regulatin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role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ensurin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stabilit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stampin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impatiently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nerves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"on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edge.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village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serenity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peace,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stillness.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5" w:lineRule="exact"/>
        <w:ind w:left="355" w:right="-49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singula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5" w:after="0" w:line="262" w:lineRule="auto"/>
        <w:ind w:left="132" w:right="-3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rituals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knife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exact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electrode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genitals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tellin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stories.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40" w:lineRule="exact"/>
        <w:ind w:left="345" w:right="-58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unreality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wallowin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extraordi­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5" w:after="0" w:line="261" w:lineRule="auto"/>
        <w:ind w:left="132" w:right="-56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phantasms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gun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atthe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ready,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confront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being: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grows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brimstone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scruple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mocking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zombie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ancestors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two-heade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horses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corpse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87" w:after="0" w:line="240" w:lineRule="auto"/>
        <w:ind w:left="2342" w:right="-20"/>
        <w:jc w:val="left"/>
        <w:tabs>
          <w:tab w:pos="54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21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1" w:lineRule="auto"/>
        <w:ind w:left="5" w:right="66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djinn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who,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advantage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yawn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body.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transform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praxis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deployment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agenda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liberation.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0" w:lineRule="auto"/>
        <w:ind w:right="58" w:firstLine="22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throughout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period,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althoug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edge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runs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empty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channele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emotional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possession.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exhaust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fratricidal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chal­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lenge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seize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realign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itself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revele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myth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contrive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commit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collective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suicide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circumstance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enable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change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directions.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1" w:lineRule="auto"/>
        <w:ind w:right="64" w:firstLine="228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tactic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lib­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theoretical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crucial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importance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current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time: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ripe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movement?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should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action?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decolonizatio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many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shapes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abstain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declarin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true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decolonizatio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politi­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committed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urgent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tactics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directio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organization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blind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voluntarism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terribl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reactionar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implies.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right="70" w:firstLine="218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new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channels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empowerment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colonized?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tellectual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characteristic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principle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abstai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marchin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period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,activitie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electioneerin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amount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philosophic-political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discourse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self-determination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huma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dignit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1120" w:bottom="280" w:left="1420" w:right="2080"/>
          <w:cols w:num="2" w:equalWidth="0">
            <w:col w:w="5785" w:space="1731"/>
            <w:col w:w="5824"/>
          </w:cols>
        </w:sectPr>
      </w:pPr>
      <w:rPr/>
    </w:p>
    <w:p>
      <w:pPr>
        <w:spacing w:before="79" w:after="0" w:line="240" w:lineRule="auto"/>
        <w:ind w:left="121" w:right="159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87.030327pt;margin-top:6.060889pt;width:403.15153pt;height:606.060608pt;mso-position-horizontal-relative:page;mso-position-vertical-relative:page;z-index:-1162" coordorigin="1741,121" coordsize="8063,12121">
            <v:shape style="position:absolute;left:7942;top:121;width:1862;height:12121" type="#_x0000_t75">
              <v:imagedata r:id="rId38" o:title=""/>
            </v:shape>
            <v:group style="position:absolute;left:1750;top:12221;width:6182;height:2" coordorigin="1750,12221" coordsize="6182,2">
              <v:shape style="position:absolute;left:1750;top:12221;width:6182;height:2" coordorigin="1750,12221" coordsize="6182,0" path="m1750,12221l7932,12221e" filled="f" stroked="t" strokeweight=".96969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1.575798pt;margin-top:3.150267pt;width:.1pt;height:589.34313pt;mso-position-horizontal-relative:page;mso-position-vertical-relative:page;z-index:-1161" coordorigin="432,63" coordsize="2,11787">
            <v:shape style="position:absolute;left:432;top:63;width:2;height:11787" coordorigin="432,63" coordsize="0,11787" path="m432,11850l432,63e" filled="f" stroked="t" strokeweight=".727273pt" strokecolor="#000000">
              <v:path arrowok="t"/>
            </v:shape>
          </v:group>
          <w10:wrap type="none"/>
        </w:pict>
      </w:r>
      <w:r>
        <w:rPr/>
        <w:pict>
          <v:group style="position:absolute;margin-left:518.060486pt;margin-top:611.031555pt;width:109.090879pt;height:.1pt;mso-position-horizontal-relative:page;mso-position-vertical-relative:page;z-index:-1160" coordorigin="10361,12221" coordsize="2182,2">
            <v:shape style="position:absolute;left:10361;top:12221;width:2182;height:2" coordorigin="10361,12221" coordsize="2182,0" path="m10361,12221l12543,12221e" filled="f" stroked="t" strokeweight=".969697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4"/>
          <w:szCs w:val="24"/>
          <w:spacing w:val="0"/>
          <w:w w:val="79"/>
        </w:rPr>
        <w:t>22</w:t>
      </w:r>
      <w:r>
        <w:rPr>
          <w:rFonts w:ascii="Courier New" w:hAnsi="Courier New" w:cs="Courier New" w:eastAsia="Courier New"/>
          <w:sz w:val="24"/>
          <w:szCs w:val="24"/>
          <w:spacing w:val="0"/>
          <w:w w:val="79"/>
        </w:rPr>
        <w:t>           </w:t>
      </w:r>
      <w:r>
        <w:rPr>
          <w:rFonts w:ascii="Courier New" w:hAnsi="Courier New" w:cs="Courier New" w:eastAsia="Courier New"/>
          <w:sz w:val="24"/>
          <w:szCs w:val="24"/>
          <w:spacing w:val="41"/>
          <w:w w:val="7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</w:rPr>
        <w:t>WRETCHE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35"/>
          <w:w w:val="9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88"/>
        </w:rPr>
        <w:t>EARTH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2" w:lineRule="auto"/>
        <w:ind w:left="112" w:right="-53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freedom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hunger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prin­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ciple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vote.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never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insist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confrontatio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precisel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radical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overthro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Pacifist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law­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abiding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partisans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politi­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bluntl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essential: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"Give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elite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ambiguous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reformist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attitudes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thinking.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02" w:right="-58" w:firstLine="22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characteristic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attribute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supporters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voters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elementar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teachers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tradesmen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shopkeep­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begu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situation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19"/>
        </w:rPr>
        <w:t>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pitiful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course-have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mind.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demandin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im­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wages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dialogue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continue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uninterrupted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Discussion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focu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improvements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electoral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representation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freedom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press,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freedom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association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Reform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discussed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18"/>
        </w:rPr>
        <w:t>It</w:t>
      </w:r>
      <w:r>
        <w:rPr>
          <w:rFonts w:ascii="Arial" w:hAnsi="Arial" w:cs="Arial" w:eastAsia="Arial"/>
          <w:sz w:val="22"/>
          <w:szCs w:val="22"/>
          <w:spacing w:val="2"/>
          <w:w w:val="11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8"/>
        </w:rPr>
        <w:t>should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surprise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subjects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member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branche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metropolita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par­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militant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activist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ab­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stract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slogan: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"Powe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proletariat,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forgettin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slogan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veile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assimilate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colonizer'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emergence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individuall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organizin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genuine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emancipated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left="2322" w:right="-20"/>
        <w:jc w:val="left"/>
        <w:tabs>
          <w:tab w:pos="546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80"/>
          <w:position w:val="1"/>
        </w:rPr>
        <w:t>23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2" w:lineRule="auto"/>
        <w:ind w:right="9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intentio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oflookin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chances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improve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immense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majorit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competin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place.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5" w:right="66" w:firstLine="21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peasantr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systematicall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national­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propaganda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peasantr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8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revolutionary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lose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underprivilege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peasant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exploite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pays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compromise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possibilit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concession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Coloniza­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decolonization: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exploited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implie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available,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Guy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Mollet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capitulate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settler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1956,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Liberation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tract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only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loosen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knife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tract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expresse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felt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machine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pable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thinking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32"/>
        </w:rPr>
        <w:t>It</w:t>
      </w:r>
      <w:r>
        <w:rPr>
          <w:rFonts w:ascii="Arial" w:hAnsi="Arial" w:cs="Arial" w:eastAsia="Arial"/>
          <w:sz w:val="21"/>
          <w:szCs w:val="21"/>
          <w:spacing w:val="-15"/>
          <w:w w:val="13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confronte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greate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violence.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39" w:right="46" w:firstLine="21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bourgeoisie,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remaine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till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introduce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creatio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situation: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nonviolence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nonviolence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conveys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elite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inter­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identical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indispensable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urgency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agree­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good.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Nonviolence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attempt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settle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aroun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negotiatin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irreparable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bloodshe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regrettable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committed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waitin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aroun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negotiatin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940" w:bottom="280" w:left="1440" w:right="2100"/>
          <w:cols w:num="2" w:equalWidth="0">
            <w:col w:w="5772" w:space="1680"/>
            <w:col w:w="5848"/>
          </w:cols>
        </w:sectPr>
      </w:pPr>
      <w:rPr/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6" w:right="1619"/>
        <w:jc w:val="both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WRETCHE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2"/>
        </w:rPr>
        <w:t>EARTH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102" w:right="-51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burnin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killing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"elite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par­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authoritie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them: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terri­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serious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Goodnes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answer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compromise."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02" w:right="-56" w:firstLine="22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compromise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important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decolonization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Com­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promise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involve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burgeonin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adherent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destro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every­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9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sabotage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bridges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destructio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farms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repres­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severel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disrupt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economy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Compromise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foresee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consequence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whirlwind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swept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reassure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colonists: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"We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capable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stoppin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slaughter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trust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quickl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jeopardize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everything."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49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event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go.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distance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loudl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Mau-Mau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terrorists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butchers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barricade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no­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man's-lan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terrorist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"mediator";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can­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8"/>
        </w:rPr>
        <w:t>tiate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1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Mau-Mau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begin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neg?bahons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guar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secho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side,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catapulte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forefront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negotiations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compromise-precisel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care­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colonialism.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2" w:lineRule="auto"/>
        <w:ind w:left="106" w:right="-40" w:firstLine="22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holdin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negotiations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explai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excuse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"savagery."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distance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condemnin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spectacula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decree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heinou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metropolita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pub-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1" w:after="0" w:line="240" w:lineRule="auto"/>
        <w:ind w:left="2323" w:right="-20"/>
        <w:jc w:val="left"/>
        <w:tabs>
          <w:tab w:pos="54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4"/>
          <w:szCs w:val="1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82"/>
          <w:position w:val="3"/>
        </w:rPr>
        <w:t>25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3" w:lineRule="auto"/>
        <w:ind w:right="13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opinion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preoccupatio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objectivit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legitimate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excuse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classic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attitude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intellectual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objective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reckles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defendin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convince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violent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ineffective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doubt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any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attempt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smas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despair,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suicidal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colonizer'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tank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planes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mus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i/>
        </w:rPr>
        <w:t>act,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imagine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bomb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dropped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rumbling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streets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hail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bullets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3"/>
        </w:rPr>
        <w:t>police-an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3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2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incapacit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triumph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demonstration;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daily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maneuvering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remaine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puerile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Engel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adopte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argument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mountai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puerility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Diihring: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7" w:lineRule="auto"/>
        <w:ind w:left="62" w:right="79" w:firstLine="221"/>
        <w:jc w:val="both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"Jus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Crusoe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procure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sword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himself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entitle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assume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cme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Frida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revolve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'force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relationshi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inverted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Frida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Crusoe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drudg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6"/>
        </w:rPr>
        <w:t>...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So,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revolve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triumph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sword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childis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axiomaticia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comprehen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preliminar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instruments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vanquis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perfect;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moreover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instruments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perfect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vulg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vanquishe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perfect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word,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triump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general-therefore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'economic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power'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'economic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order'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material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disposal."</w:t>
      </w:r>
      <w:r>
        <w:rPr>
          <w:rFonts w:ascii="Times New Roman" w:hAnsi="Times New Roman" w:cs="Times New Roman" w:eastAsia="Times New Roman"/>
          <w:sz w:val="20"/>
          <w:szCs w:val="2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82"/>
          <w:position w:val="8"/>
        </w:rPr>
        <w:t>3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36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452.640015pt;margin-top:-3.610862pt;width:54.48pt;height:.1pt;mso-position-horizontal-relative:page;mso-position-vertical-relative:paragraph;z-index:-1155" coordorigin="9053,-72" coordsize="1090,2">
            <v:shape style="position:absolute;left:9053;top:-72;width:1090;height:2" coordorigin="9053,-72" coordsize="1090,0" path="m9053,-72l10142,-72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2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Friedric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Engels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  <w:i/>
          <w:position w:val="0"/>
        </w:rPr>
        <w:t>Anti-Diihring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96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trans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Emile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Burn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York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  <w:position w:val="0"/>
        </w:rPr>
        <w:t>Interna­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0" w:after="0" w:line="206" w:lineRule="exact"/>
        <w:ind w:left="11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tional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Publishers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(Th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Force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Theory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),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89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184.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pgSz w:w="16840" w:h="12240" w:orient="landscape"/>
          <w:pgMar w:top="840" w:bottom="0" w:left="1420" w:right="1960"/>
          <w:cols w:num="2" w:equalWidth="0">
            <w:col w:w="5768" w:space="1764"/>
            <w:col w:w="592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97.440002pt;margin-top:0pt;width:73.800005pt;height:595.8pt;mso-position-horizontal-relative:page;mso-position-vertical-relative:page;z-index:-1159" coordorigin="7949,0" coordsize="1476,11916">
            <v:shape style="position:absolute;left:7949;top:0;width:442;height:9504" type="#_x0000_t75">
              <v:imagedata r:id="rId39" o:title=""/>
            </v:shape>
            <v:group style="position:absolute;left:8150;top:9504;width:2;height:2347" coordorigin="8150,9504" coordsize="2,2347">
              <v:shape style="position:absolute;left:8150;top:9504;width:2;height:2347" coordorigin="8150,9504" coordsize="0,2347" path="m8150,11851l8150,9504e" filled="f" stroked="t" strokeweight="6.48pt" strokecolor="#000000">
                <v:path arrowok="t"/>
              </v:shape>
            </v:group>
            <v:group style="position:absolute;left:8362;top:38;width:1061;height:2" coordorigin="8362,38" coordsize="1061,2">
              <v:shape style="position:absolute;left:8362;top:38;width:1061;height:2" coordorigin="8362,38" coordsize="1061,0" path="m8362,38l9422,38e" filled="f" stroked="t" strokeweight=".2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.84pt;margin-top:8.64pt;width:.1pt;height:582pt;mso-position-horizontal-relative:page;mso-position-vertical-relative:page;z-index:-1158" coordorigin="17,173" coordsize="2,11640">
            <v:shape style="position:absolute;left:17;top:173;width:2;height:11640" coordorigin="17,173" coordsize="0,11640" path="m17,11813l17,173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21.360001pt;margin-top:2.88pt;width:.1pt;height:589.2pt;mso-position-horizontal-relative:page;mso-position-vertical-relative:page;z-index:-1157" coordorigin="427,58" coordsize="2,11784">
            <v:shape style="position:absolute;left:427;top:58;width:2;height:11784" coordorigin="427,58" coordsize="0,11784" path="m427,11842l427,5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97.040009pt;margin-top:2.88pt;width:127.680002pt;height:.1pt;mso-position-horizontal-relative:page;mso-position-vertical-relative:page;z-index:-1156" coordorigin="3941,58" coordsize="2554,2">
            <v:shape style="position:absolute;left:3941;top:58;width:2554;height:2" coordorigin="3941,58" coordsize="2554,0" path="m3941,58l6494,58e" filled="f" stroked="t" strokeweight=".24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9" w:after="0" w:line="240" w:lineRule="auto"/>
        <w:ind w:left="3246" w:right="-20"/>
        <w:jc w:val="left"/>
        <w:tabs>
          <w:tab w:pos="6800" w:val="left"/>
          <w:tab w:pos="12540" w:val="left"/>
        </w:tabs>
        <w:rPr>
          <w:rFonts w:ascii="Arial" w:hAnsi="Arial" w:cs="Arial" w:eastAsia="Arial"/>
          <w:sz w:val="8"/>
          <w:szCs w:val="8"/>
        </w:rPr>
      </w:pPr>
      <w:rPr/>
      <w:r>
        <w:rPr>
          <w:rFonts w:ascii="Arial" w:hAnsi="Arial" w:cs="Arial" w:eastAsia="Arial"/>
          <w:sz w:val="8"/>
          <w:szCs w:val="8"/>
          <w:w w:val="99"/>
        </w:rPr>
      </w:r>
      <w:r>
        <w:rPr>
          <w:rFonts w:ascii="Arial" w:hAnsi="Arial" w:cs="Arial" w:eastAsia="Arial"/>
          <w:sz w:val="8"/>
          <w:szCs w:val="8"/>
          <w:w w:val="99"/>
          <w:u w:val="thick" w:color="000000"/>
        </w:rPr>
        <w:t> </w:t>
      </w:r>
      <w:r>
        <w:rPr>
          <w:rFonts w:ascii="Arial" w:hAnsi="Arial" w:cs="Arial" w:eastAsia="Arial"/>
          <w:sz w:val="8"/>
          <w:szCs w:val="8"/>
          <w:w w:val="100"/>
          <w:u w:val="thick" w:color="000000"/>
        </w:rPr>
        <w:tab/>
      </w:r>
      <w:r>
        <w:rPr>
          <w:rFonts w:ascii="Arial" w:hAnsi="Arial" w:cs="Arial" w:eastAsia="Arial"/>
          <w:sz w:val="8"/>
          <w:szCs w:val="8"/>
          <w:w w:val="100"/>
          <w:u w:val="thick" w:color="000000"/>
        </w:rPr>
      </w:r>
      <w:r>
        <w:rPr>
          <w:rFonts w:ascii="Arial" w:hAnsi="Arial" w:cs="Arial" w:eastAsia="Arial"/>
          <w:sz w:val="8"/>
          <w:szCs w:val="8"/>
          <w:spacing w:val="2"/>
          <w:w w:val="409"/>
          <w:u w:val="thick" w:color="000000"/>
        </w:rPr>
        <w:t>l</w:t>
      </w:r>
      <w:r>
        <w:rPr>
          <w:rFonts w:ascii="Arial" w:hAnsi="Arial" w:cs="Arial" w:eastAsia="Arial"/>
          <w:sz w:val="8"/>
          <w:szCs w:val="8"/>
          <w:spacing w:val="2"/>
          <w:w w:val="409"/>
          <w:u w:val="thick" w:color="000000"/>
        </w:rPr>
      </w:r>
      <w:r>
        <w:rPr>
          <w:rFonts w:ascii="Arial" w:hAnsi="Arial" w:cs="Arial" w:eastAsia="Arial"/>
          <w:sz w:val="8"/>
          <w:szCs w:val="8"/>
          <w:spacing w:val="0"/>
          <w:w w:val="174"/>
          <w:u w:val="thick" w:color="000000"/>
        </w:rPr>
        <w:t>..</w:t>
      </w:r>
      <w:r>
        <w:rPr>
          <w:rFonts w:ascii="Arial" w:hAnsi="Arial" w:cs="Arial" w:eastAsia="Arial"/>
          <w:sz w:val="8"/>
          <w:szCs w:val="8"/>
          <w:spacing w:val="0"/>
          <w:w w:val="174"/>
          <w:u w:val="thick" w:color="000000"/>
        </w:rPr>
      </w:r>
      <w:r>
        <w:rPr>
          <w:rFonts w:ascii="Arial" w:hAnsi="Arial" w:cs="Arial" w:eastAsia="Arial"/>
          <w:sz w:val="8"/>
          <w:szCs w:val="8"/>
          <w:spacing w:val="0"/>
          <w:w w:val="99"/>
          <w:u w:val="thick" w:color="000000"/>
        </w:rPr>
        <w:t> </w:t>
      </w:r>
      <w:r>
        <w:rPr>
          <w:rFonts w:ascii="Arial" w:hAnsi="Arial" w:cs="Arial" w:eastAsia="Arial"/>
          <w:sz w:val="8"/>
          <w:szCs w:val="8"/>
          <w:spacing w:val="0"/>
          <w:w w:val="100"/>
          <w:u w:val="thick" w:color="000000"/>
        </w:rPr>
        <w:tab/>
      </w:r>
      <w:r>
        <w:rPr>
          <w:rFonts w:ascii="Arial" w:hAnsi="Arial" w:cs="Arial" w:eastAsia="Arial"/>
          <w:sz w:val="8"/>
          <w:szCs w:val="8"/>
          <w:spacing w:val="0"/>
          <w:w w:val="100"/>
          <w:u w:val="thick" w:color="000000"/>
        </w:rPr>
      </w:r>
      <w:r>
        <w:rPr>
          <w:rFonts w:ascii="Arial" w:hAnsi="Arial" w:cs="Arial" w:eastAsia="Arial"/>
          <w:sz w:val="8"/>
          <w:szCs w:val="8"/>
          <w:spacing w:val="0"/>
          <w:w w:val="100"/>
        </w:rPr>
      </w:r>
    </w:p>
    <w:p>
      <w:pPr>
        <w:jc w:val="left"/>
        <w:spacing w:after="0"/>
        <w:sectPr>
          <w:type w:val="continuous"/>
          <w:pgSz w:w="16840" w:h="12240" w:orient="landscape"/>
          <w:pgMar w:top="1120" w:bottom="280" w:left="1420" w:right="1960"/>
        </w:sectPr>
      </w:pPr>
      <w:rPr/>
    </w:p>
    <w:p>
      <w:pPr>
        <w:spacing w:before="97" w:after="0" w:line="240" w:lineRule="auto"/>
        <w:ind w:left="1495" w:right="-20"/>
        <w:jc w:val="left"/>
        <w:tabs>
          <w:tab w:pos="312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83"/>
        </w:rPr>
        <w:t>26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4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2" w:lineRule="auto"/>
        <w:ind w:left="1490" w:right="-56" w:firstLine="22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reformist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thing: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"What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with?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knives?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shotguns?"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0" w:lineRule="auto"/>
        <w:ind w:left="1490" w:right="-57" w:firstLine="21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allocatio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instruments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so</w:t>
      </w:r>
      <w:r>
        <w:rPr>
          <w:rFonts w:ascii="Times New Roman" w:hAnsi="Times New Roman" w:cs="Times New Roman" w:eastAsia="Times New Roman"/>
          <w:sz w:val="23"/>
          <w:szCs w:val="23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happen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territorie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example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Peninsula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authentic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Napoleo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retreat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despite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sive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figure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400,000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1810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offensive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army'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braver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soldiers,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geniu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tremble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Confronte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enormou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resource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Napole­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onic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Spanish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buoye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unshakeable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vor,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discovere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guerrilla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warfare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twenty-five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earlier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America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militia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Britis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troops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9" w:lineRule="exact"/>
        <w:ind w:left="1500" w:right="-44"/>
        <w:jc w:val="left"/>
        <w:tabs>
          <w:tab w:pos="658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rilla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warfare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7" w:after="0" w:line="262" w:lineRule="auto"/>
        <w:ind w:left="1500" w:right="-28" w:firstLine="-5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competitio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cartel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monopolies.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495" w:right="-55" w:firstLine="21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colonization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colum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occup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vast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territory-from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Nigeria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Ivory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Coast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parcel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entirel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expansionist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regarde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source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material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processe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unloade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accumulation,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capitalism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modifie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profitability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colo­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populatio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Consequently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constantly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garrisoned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slumps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manufacture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industrial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goods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exported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solutio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dominatio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slaver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economicall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profitable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metropolis.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7" w:after="0" w:line="240" w:lineRule="auto"/>
        <w:ind w:left="2333" w:right="-20"/>
        <w:jc w:val="left"/>
        <w:tabs>
          <w:tab w:pos="54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1"/>
        </w:rPr>
        <w:t>27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4" w:lineRule="auto"/>
        <w:ind w:left="10" w:right="96" w:firstLine="-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monopolistic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metropolita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government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metropolita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financier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industri­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devastatio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populatio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protectio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"legitimate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agreements.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1" w:lineRule="exact"/>
        <w:ind w:left="235" w:right="-20"/>
        <w:jc w:val="left"/>
        <w:tabs>
          <w:tab w:pos="49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Capitalism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objectivel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collude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1"/>
          <w:szCs w:val="21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2" w:after="0" w:line="262" w:lineRule="auto"/>
        <w:ind w:left="19" w:right="65" w:firstLine="-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erupt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Moreover,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'here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diplomatic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progressive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competi­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pitiles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financial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Conference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Berli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carve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mutilate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flags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Currently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Belgia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sovereignty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safeguarded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Artiller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shell­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scorche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eco­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nomic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dependency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crackdow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rebel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sulta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subtle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bloody;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quietl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eliminate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Guinea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stranglehold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Mossadeg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liquidated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mistake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8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thinks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"slaughte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tinue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soldier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conquest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financial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earth.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8" w:lineRule="exact"/>
        <w:ind w:left="264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re­</w:t>
      </w:r>
    </w:p>
    <w:p>
      <w:pPr>
        <w:spacing w:before="22" w:after="0" w:line="261" w:lineRule="auto"/>
        <w:ind w:left="53" w:right="5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queste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articulate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calml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passionatel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solutio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partner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pict>
          <v:shape style="width:44.16pt;height:10.56pt;mso-position-horizontal-relative:char;mso-position-vertical-relative:line" type="#_x0000_t75">
            <v:imagedata r:id="rId40" o:title=""/>
          </v:shape>
        </w:pic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  <w:position w:val="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bot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sides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reformist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position w:val="0"/>
        </w:rPr>
        <w:t>move­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caricature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trade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unionism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decide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     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  <w:position w:val="0"/>
        </w:rPr>
        <w:t>does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extremel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peaceful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methods: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organizin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position w:val="0"/>
        </w:rPr>
        <w:t>stoppages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factorie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locate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towns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mas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  <w:position w:val="0"/>
        </w:rPr>
        <w:t>demonstrations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chee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boycott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buse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importe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position w:val="0"/>
        </w:rPr>
        <w:t>com­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modities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method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put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             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position w:val="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jc w:val="both"/>
        <w:spacing w:after="0"/>
        <w:sectPr>
          <w:pgSz w:w="16840" w:h="12240" w:orient="landscape"/>
          <w:pgMar w:top="940" w:bottom="0" w:left="60" w:right="1980"/>
          <w:cols w:num="2" w:equalWidth="0">
            <w:col w:w="7156" w:space="1779"/>
            <w:col w:w="5865"/>
          </w:cols>
        </w:sectPr>
      </w:pPr>
      <w:rPr/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40" w:h="12240" w:orient="landscape"/>
          <w:pgMar w:top="1120" w:bottom="280" w:left="60" w:right="1980"/>
        </w:sectPr>
      </w:pPr>
      <w:rPr/>
    </w:p>
    <w:p>
      <w:pPr>
        <w:spacing w:before="40" w:after="0" w:line="150" w:lineRule="exact"/>
        <w:ind w:left="113" w:right="-63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pict>
          <v:group style="position:absolute;margin-left:6.6pt;margin-top:1.92pt;width:577.680008pt;height:609.36pt;mso-position-horizontal-relative:page;mso-position-vertical-relative:page;z-index:-1154" coordorigin="132,38" coordsize="11554,12187">
            <v:shape style="position:absolute;left:8006;top:38;width:1171;height:12173" type="#_x0000_t75">
              <v:imagedata r:id="rId41" o:title=""/>
            </v:shape>
            <v:shape style="position:absolute;left:6374;top:12154;width:1171;height:58" type="#_x0000_t75">
              <v:imagedata r:id="rId42" o:title=""/>
            </v:shape>
            <v:group style="position:absolute;left:144;top:12214;width:11530;height:2" coordorigin="144,12214" coordsize="11530,2">
              <v:shape style="position:absolute;left:144;top:12214;width:11530;height:2" coordorigin="144,12214" coordsize="11530,0" path="m144,12214l11674,12214e" filled="f" stroked="t" strokeweight="1.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.32pt;margin-top:4.8pt;width:.1pt;height:589.440pt;mso-position-horizontal-relative:page;mso-position-vertical-relative:page;z-index:-1153" coordorigin="446,96" coordsize="2,11789">
            <v:shape style="position:absolute;left:446;top:96;width:2;height:11789" coordorigin="446,96" coordsize="0,11789" path="m446,11885l446,96e" filled="f" stroked="t" strokeweight="1.68pt" strokecolor="#000000">
              <v:path arrowok="t"/>
            </v:shape>
          </v:group>
          <w10:wrap type="none"/>
        </w:pict>
      </w:r>
      <w:r>
        <w:rPr/>
        <w:pict>
          <v:group style="position:absolute;margin-left:499.200012pt;margin-top:3.84pt;width:65.520001pt;height:.1pt;mso-position-horizontal-relative:page;mso-position-vertical-relative:page;z-index:-1152" coordorigin="9984,77" coordsize="1310,2">
            <v:shape style="position:absolute;left:9984;top:77;width:1310;height:2" coordorigin="9984,77" coordsize="1310,0" path="m9984,77l11294,77e" filled="f" stroked="t" strokeweight=".24pt" strokecolor="#000000">
              <v:path arrowok="t"/>
            </v:shape>
          </v:group>
          <w10:wrap type="none"/>
        </w:pict>
      </w:r>
      <w:r>
        <w:rPr/>
        <w:pict>
          <v:group style="position:absolute;margin-left:619.440002pt;margin-top:610.559998pt;width:221.760003pt;height:.1pt;mso-position-horizontal-relative:page;mso-position-vertical-relative:page;z-index:-1151" coordorigin="12389,12211" coordsize="4435,2">
            <v:shape style="position:absolute;left:12389;top:12211;width:4435;height:2" coordorigin="12389,12211" coordsize="4435,0" path="m12389,12211l16824,1221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62"/>
          <w:position w:val="-2"/>
        </w:rPr>
        <w:t>Hst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50" w:after="0" w:line="140" w:lineRule="exact"/>
        <w:ind w:right="-60"/>
        <w:jc w:val="left"/>
        <w:tabs>
          <w:tab w:pos="7120" w:val="left"/>
        </w:tabs>
        <w:rPr>
          <w:rFonts w:ascii="Times New Roman" w:hAnsi="Times New Roman" w:cs="Times New Roman" w:eastAsia="Times New Roman"/>
          <w:sz w:val="9"/>
          <w:szCs w:val="9"/>
        </w:rPr>
      </w:pPr>
      <w:rPr/>
      <w:r>
        <w:rPr/>
        <w:br w:type="column"/>
      </w:r>
      <w:r>
        <w:rPr>
          <w:rFonts w:ascii="Arial" w:hAnsi="Arial" w:cs="Arial" w:eastAsia="Arial"/>
          <w:sz w:val="13"/>
          <w:szCs w:val="13"/>
          <w:spacing w:val="0"/>
          <w:w w:val="198"/>
          <w:position w:val="-1"/>
        </w:rPr>
        <w:t>rr'</w:t>
      </w:r>
      <w:r>
        <w:rPr>
          <w:rFonts w:ascii="Arial" w:hAnsi="Arial" w:cs="Arial" w:eastAsia="Arial"/>
          <w:sz w:val="13"/>
          <w:szCs w:val="13"/>
          <w:spacing w:val="-45"/>
          <w:w w:val="198"/>
          <w:position w:val="-1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13"/>
          <w:szCs w:val="13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198"/>
          <w:position w:val="2"/>
        </w:rPr>
        <w:t>---</w:t>
      </w:r>
      <w:r>
        <w:rPr>
          <w:rFonts w:ascii="Times New Roman" w:hAnsi="Times New Roman" w:cs="Times New Roman" w:eastAsia="Times New Roman"/>
          <w:sz w:val="9"/>
          <w:szCs w:val="9"/>
          <w:spacing w:val="3"/>
          <w:w w:val="198"/>
          <w:position w:val="2"/>
        </w:rPr>
        <w:t> 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116"/>
          <w:i/>
          <w:position w:val="2"/>
        </w:rPr>
        <w:t>zt--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100"/>
          <w:position w:val="0"/>
        </w:rPr>
      </w:r>
    </w:p>
    <w:p>
      <w:pPr>
        <w:spacing w:before="77" w:after="0" w:line="240" w:lineRule="auto"/>
        <w:ind w:right="-20"/>
        <w:jc w:val="left"/>
        <w:rPr>
          <w:rFonts w:ascii="Times New Roman" w:hAnsi="Times New Roman" w:cs="Times New Roman" w:eastAsia="Times New Roman"/>
          <w:sz w:val="8"/>
          <w:szCs w:val="8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46"/>
        </w:rPr>
        <w:t>"#'</w:t>
      </w:r>
      <w:r>
        <w:rPr>
          <w:rFonts w:ascii="Times New Roman" w:hAnsi="Times New Roman" w:cs="Times New Roman" w:eastAsia="Times New Roman"/>
          <w:sz w:val="8"/>
          <w:szCs w:val="8"/>
          <w:spacing w:val="13"/>
          <w:w w:val="146"/>
        </w:rPr>
        <w:t> 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46"/>
        </w:rPr>
        <w:t>.,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00"/>
        </w:rPr>
      </w:r>
    </w:p>
    <w:p>
      <w:pPr>
        <w:jc w:val="left"/>
        <w:spacing w:after="0"/>
        <w:sectPr>
          <w:type w:val="continuous"/>
          <w:pgSz w:w="16840" w:h="12240" w:orient="landscape"/>
          <w:pgMar w:top="1120" w:bottom="280" w:left="60" w:right="1980"/>
          <w:cols w:num="3" w:equalWidth="0">
            <w:col w:w="453" w:space="1883"/>
            <w:col w:w="7494" w:space="896"/>
            <w:col w:w="4074"/>
          </w:cols>
        </w:sectPr>
      </w:pPr>
      <w:rPr/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408pt;margin-top:5.759994pt;width:48pt;height:594.960006pt;mso-position-horizontal-relative:page;mso-position-vertical-relative:page;z-index:-1150" coordorigin="8160,115" coordsize="960,11899">
            <v:shape style="position:absolute;left:8160;top:115;width:960;height:8698" type="#_x0000_t75">
              <v:imagedata r:id="rId43" o:title=""/>
            </v:shape>
            <v:group style="position:absolute;left:8342;top:8813;width:2;height:3139" coordorigin="8342,8813" coordsize="2,3139">
              <v:shape style="position:absolute;left:8342;top:8813;width:2;height:3139" coordorigin="8342,8813" coordsize="0,3139" path="m8342,11952l8342,8813e" filled="f" stroked="t" strokeweight="6.2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0pt;margin-top:7.68pt;width:.1pt;height:588.48pt;mso-position-horizontal-relative:page;mso-position-vertical-relative:page;z-index:-1149" coordorigin="600,154" coordsize="2,11770">
            <v:shape style="position:absolute;left:600;top:154;width:2;height:11770" coordorigin="600,154" coordsize="0,11770" path="m600,11923l600,154e" filled="f" stroked="t" strokeweight="1.92pt" strokecolor="#000000">
              <v:path arrowok="t"/>
            </v:shape>
          </v:group>
          <w10:wrap type="none"/>
        </w:pict>
      </w:r>
      <w:r>
        <w:rPr/>
        <w:pict>
          <v:group style="position:absolute;margin-left:230.880005pt;margin-top:611.280029pt;width:364.560006pt;height:.1pt;mso-position-horizontal-relative:page;mso-position-vertical-relative:page;z-index:-1148" coordorigin="4618,12226" coordsize="7291,2">
            <v:shape style="position:absolute;left:4618;top:12226;width:7291;height:2" coordorigin="4618,12226" coordsize="7291,0" path="m4618,12226l11909,1222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608.160034pt;margin-top:611.520020pt;width:59.280001pt;height:.1pt;mso-position-horizontal-relative:page;mso-position-vertical-relative:page;z-index:-1147" coordorigin="12163,12230" coordsize="1186,2">
            <v:shape style="position:absolute;left:12163;top:12230;width:1186;height:2" coordorigin="12163,12230" coordsize="1186,0" path="m12163,12230l13349,12230e" filled="f" stroked="t" strokeweight=".72pt" strokecolor="#000000">
              <v:path arrowok="t"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40" w:lineRule="auto"/>
        <w:ind w:left="114" w:right="1598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28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       </w:t>
      </w:r>
      <w:r>
        <w:rPr>
          <w:rFonts w:ascii="Courier New" w:hAnsi="Courier New" w:cs="Courier New" w:eastAsia="Courier New"/>
          <w:sz w:val="23"/>
          <w:szCs w:val="23"/>
          <w:spacing w:val="114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19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4"/>
        </w:rPr>
        <w:t>WRETCHE</w:t>
      </w:r>
      <w:r>
        <w:rPr>
          <w:rFonts w:ascii="Arial" w:hAnsi="Arial" w:cs="Arial" w:eastAsia="Arial"/>
          <w:sz w:val="15"/>
          <w:szCs w:val="15"/>
          <w:spacing w:val="0"/>
          <w:w w:val="94"/>
        </w:rPr>
        <w:t>D</w:t>
      </w:r>
      <w:r>
        <w:rPr>
          <w:rFonts w:ascii="Arial" w:hAnsi="Arial" w:cs="Arial" w:eastAsia="Arial"/>
          <w:sz w:val="15"/>
          <w:szCs w:val="15"/>
          <w:spacing w:val="34"/>
          <w:w w:val="9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OF</w:t>
      </w:r>
      <w:r>
        <w:rPr>
          <w:rFonts w:ascii="Arial" w:hAnsi="Arial" w:cs="Arial" w:eastAsia="Arial"/>
          <w:sz w:val="15"/>
          <w:szCs w:val="15"/>
          <w:spacing w:val="11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12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EARTH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9" w:lineRule="auto"/>
        <w:ind w:left="114" w:right="-5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off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hiber­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therapy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hypnotherap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ceeds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negotiatin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table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emerge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authorizes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M'ba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president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Repub­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lic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Gabon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solemnl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arrival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cial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visit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Paris: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''Gabo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independent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nothing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Gabo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contin­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M'b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president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Republic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Gabon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guest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president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Republic.</w:t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auto"/>
        <w:ind w:left="104" w:right="-57" w:firstLine="230"/>
        <w:jc w:val="left"/>
        <w:tabs>
          <w:tab w:pos="2140" w:val="left"/>
          <w:tab w:pos="55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paci­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inescapable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religion.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cheek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forgave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trespassed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flinching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insulted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champione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example.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elite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emancipate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slaves,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inevitably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producin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ersatz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9"/>
          <w:i/>
        </w:rPr>
        <w:t>slavery</w:t>
      </w:r>
      <w:r>
        <w:rPr>
          <w:rFonts w:ascii="Times New Roman" w:hAnsi="Times New Roman" w:cs="Times New Roman" w:eastAsia="Times New Roman"/>
          <w:sz w:val="23"/>
          <w:szCs w:val="23"/>
          <w:spacing w:val="-6"/>
          <w:w w:val="89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9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9"/>
          <w:i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spacing w:val="-11"/>
          <w:w w:val="89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their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1"/>
          <w:i/>
        </w:rPr>
        <w:t>brother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91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shame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driver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oppres­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sors'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financial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competitor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ideolog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insipi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humani­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tarianism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appeal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slaves,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mobilize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contrary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moment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3"/>
        </w:rPr>
        <w:t>truth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34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48"/>
        </w:rPr>
        <w:t>lie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49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brandis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threat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mass</w:t>
      </w:r>
      <w:r>
        <w:rPr>
          <w:rFonts w:ascii="Times New Roman" w:hAnsi="Times New Roman" w:cs="Times New Roman" w:eastAsia="Times New Roman"/>
          <w:sz w:val="23"/>
          <w:szCs w:val="23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mobilizatio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decisive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weapo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magic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revolu­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tionarie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obviousl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deliberatel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back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farce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independence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speeches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initiatives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angr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outburst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antagonize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machine.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faction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graduall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isolated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altogether.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" w:after="0" w:line="250" w:lineRule="auto"/>
        <w:ind w:left="123" w:right="-5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dialectical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concomitance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swoops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towns,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shunne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militants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rejecte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undesirable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inflammator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attitude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6" w:after="0" w:line="240" w:lineRule="auto"/>
        <w:ind w:left="2318" w:right="-20"/>
        <w:jc w:val="left"/>
        <w:tabs>
          <w:tab w:pos="54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29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4" w:lineRule="auto"/>
        <w:ind w:right="13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countryside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34"/>
        </w:rPr>
        <w:t>It</w:t>
      </w:r>
      <w:r>
        <w:rPr>
          <w:rFonts w:ascii="Arial" w:hAnsi="Arial" w:cs="Arial" w:eastAsia="Arial"/>
          <w:sz w:val="22"/>
          <w:szCs w:val="22"/>
          <w:spacing w:val="-41"/>
          <w:w w:val="13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intoxicatio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peasant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latc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hesitate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pared: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start?"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14" w:right="75" w:firstLine="21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encounte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revolutionarie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peasant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dealt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partie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demonstrate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nevertheles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progressive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formulated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8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substance,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social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agenda.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minimal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politician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speeches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hopes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avoi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subversive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feeling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conscious­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listener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ethnic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expectation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imaginatio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allowe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roam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Some­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politician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declare: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"We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blacks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Arabs,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charge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ambivalence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sacre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connotation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politician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recentl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intellectuals: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easil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excitable.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play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havoc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colonies.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82" w:right="63" w:firstLine="21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summon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meeting,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air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Yet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mainl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preoccupie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"show"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9"/>
        </w:rPr>
        <w:t>force-s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9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1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excitement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fostered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3"/>
        </w:rPr>
        <w:t>however-the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goings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crowds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0" w:lineRule="auto"/>
        <w:ind w:left="96" w:right="50" w:firstLine="-3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-militar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arrest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deportatio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2"/>
        </w:rPr>
        <w:t>leaders-all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1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agitatio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impressio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unrest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6840" w:h="12240" w:orient="landscape"/>
          <w:pgMar w:top="960" w:bottom="280" w:left="1600" w:right="1860"/>
          <w:cols w:num="2" w:equalWidth="0">
            <w:col w:w="5774" w:space="1718"/>
            <w:col w:w="5888"/>
          </w:cols>
        </w:sectPr>
      </w:pPr>
      <w:rPr/>
    </w:p>
    <w:p>
      <w:pPr>
        <w:spacing w:before="67" w:after="0" w:line="240" w:lineRule="auto"/>
        <w:ind w:left="159" w:right="1582"/>
        <w:jc w:val="both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392.880005pt;margin-top:9.120033pt;width:32.640007pt;height:599.040003pt;mso-position-horizontal-relative:page;mso-position-vertical-relative:page;z-index:-1146" coordorigin="7858,182" coordsize="653,11981">
            <v:shape style="position:absolute;left:8050;top:182;width:461;height:9715" type="#_x0000_t75">
              <v:imagedata r:id="rId44" o:title=""/>
            </v:shape>
            <v:shape style="position:absolute;left:7858;top:11107;width:499;height:1056" type="#_x0000_t75">
              <v:imagedata r:id="rId45" o:title=""/>
            </v:shape>
            <v:group style="position:absolute;left:8224;top:9845;width:2;height:1427" coordorigin="8224,9845" coordsize="2,1427">
              <v:shape style="position:absolute;left:8224;top:9845;width:2;height:1427" coordorigin="8224,9845" coordsize="0,1427" path="m8224,11272l8224,9845e" filled="f" stroked="t" strokeweight="8.918003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.127710pt;margin-top:15.983094pt;width:.1pt;height:435.630109pt;mso-position-horizontal-relative:page;mso-position-vertical-relative:page;z-index:-1145" coordorigin="3,320" coordsize="2,8713">
            <v:shape style="position:absolute;left:3;top:320;width:2;height:8713" coordorigin="3,320" coordsize="0,8713" path="m3,9032l3,320e" filled="f" stroked="t" strokeweight="1.205136pt" strokecolor="#000000">
              <v:path arrowok="t"/>
            </v:shape>
          </v:group>
          <w10:wrap type="none"/>
        </w:pict>
      </w:r>
      <w:r>
        <w:rPr/>
        <w:pict>
          <v:group style="position:absolute;margin-left:22.904772pt;margin-top:70.164742pt;width:.1pt;height:529.238578pt;mso-position-horizontal-relative:page;mso-position-vertical-relative:page;z-index:-1144" coordorigin="458,1403" coordsize="2,10585">
            <v:shape style="position:absolute;left:458;top:1403;width:2;height:10585" coordorigin="458,1403" coordsize="0,10585" path="m458,11988l458,1403e" filled="f" stroked="t" strokeweight="1.92821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1"/>
        </w:rPr>
        <w:t>30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1"/>
        </w:rPr>
        <w:t>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position w:val="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5"/>
          <w:szCs w:val="15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4"/>
          <w:position w:val="0"/>
        </w:rPr>
        <w:t>WRETCHE</w:t>
      </w:r>
      <w:r>
        <w:rPr>
          <w:rFonts w:ascii="Arial" w:hAnsi="Arial" w:cs="Arial" w:eastAsia="Arial"/>
          <w:sz w:val="15"/>
          <w:szCs w:val="15"/>
          <w:spacing w:val="0"/>
          <w:w w:val="94"/>
          <w:position w:val="0"/>
        </w:rPr>
        <w:t>D</w:t>
      </w:r>
      <w:r>
        <w:rPr>
          <w:rFonts w:ascii="Arial" w:hAnsi="Arial" w:cs="Arial" w:eastAsia="Arial"/>
          <w:sz w:val="15"/>
          <w:szCs w:val="15"/>
          <w:spacing w:val="29"/>
          <w:w w:val="94"/>
          <w:position w:val="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15"/>
          <w:szCs w:val="15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5"/>
          <w:szCs w:val="15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  <w:t>EARTH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154" w:right="-5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partie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calm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left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horizo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endeavorin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deciphe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intentions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authorities.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51" w:lineRule="auto"/>
        <w:ind w:left="135" w:right="-58" w:firstLine="24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maintai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stamina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revolutionary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capabilities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resort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retellin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episodes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outlaw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holds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countryside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succumb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officer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single­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combat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suicide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"give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up"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accomplices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models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schemas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"heroes.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obviously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degenerate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prosecute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authorities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exclusivel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directe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demarcatio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manifest.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automatic.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52" w:lineRule="auto"/>
        <w:ind w:left="125" w:right="-51" w:firstLine="23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maturatio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underscore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torical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resistance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conquest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figure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alway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resistance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foreig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invasion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Behanzin,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Sundiata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Abdel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revive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particular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fervo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precedin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preparin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lull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introduce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3" w:lineRule="auto"/>
        <w:ind w:left="125" w:right="-31" w:firstLine="21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emergence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demolitio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newl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independent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inhibitin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effect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2" w:lineRule="auto"/>
        <w:ind w:left="111" w:right="-32" w:firstLine="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Despite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effort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nialism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permeable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rumors.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discove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atmospheric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break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sporadi­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sweep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awa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informative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operative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2"/>
          <w:szCs w:val="22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victor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Vietnamese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3" w:after="0" w:line="240" w:lineRule="auto"/>
        <w:ind w:left="2348" w:right="-20"/>
        <w:jc w:val="left"/>
        <w:tabs>
          <w:tab w:pos="548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31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1" w:lineRule="auto"/>
        <w:ind w:right="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Phu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strictl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Vietnamese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victory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1954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been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themselves: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"What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it?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Phu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now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pervadin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atmosphere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latent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Dien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Phu's.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grippe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genuine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panic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disarm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let'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vote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blueprint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Africa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Communaute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Africa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modernize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God's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let'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independence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Houphouet-Boigny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answer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Phu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strateg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1"/>
        </w:rPr>
        <w:t>containment-respecting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sovereignt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nations.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2" w:lineRule="auto"/>
        <w:ind w:left="14" w:right="44" w:firstLine="22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atmospheric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ripplin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4"/>
        </w:rPr>
        <w:t>anum­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drivin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outlet.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spite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metamorphosi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tribal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regional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conflicts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continue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progress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enemy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name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misforhmes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cast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exacerbate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hatre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rage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direction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atmo­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sphere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motion?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blow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lid?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bliss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"knows"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pointer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s9methin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changing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"natives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scarce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silence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fall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oppresso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attitude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remark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downright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1020" w:bottom="280" w:left="1480" w:right="1880"/>
          <w:cols w:num="2" w:equalWidth="0">
            <w:col w:w="5822" w:space="1804"/>
            <w:col w:w="5854"/>
          </w:cols>
        </w:sectPr>
      </w:pPr>
      <w:rPr/>
    </w:p>
    <w:p>
      <w:pPr>
        <w:spacing w:before="18" w:after="0" w:line="240" w:lineRule="auto"/>
        <w:ind w:left="107" w:right="-20"/>
        <w:jc w:val="left"/>
        <w:rPr>
          <w:rFonts w:ascii="Times New Roman" w:hAnsi="Times New Roman" w:cs="Times New Roman" w:eastAsia="Times New Roman"/>
          <w:sz w:val="5.759766"/>
          <w:szCs w:val="5.759766"/>
        </w:rPr>
      </w:pPr>
      <w:rPr/>
      <w:r>
        <w:rPr/>
        <w:pict>
          <v:shape style="width:97.920002pt;height:2.88pt;mso-position-horizontal-relative:char;mso-position-vertical-relative:line" type="#_x0000_t75">
            <v:imagedata r:id="rId46" o:title=""/>
          </v:shape>
        </w:pict>
      </w:r>
      <w:r>
        <w:rPr>
          <w:rFonts w:ascii="Times New Roman" w:hAnsi="Times New Roman" w:cs="Times New Roman" w:eastAsia="Times New Roman"/>
          <w:sz w:val="5.759766"/>
          <w:szCs w:val="5.75976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Sz w:w="16840" w:h="12260" w:orient="landscape"/>
          <w:pgMar w:top="-20" w:bottom="0" w:left="760" w:right="1900"/>
        </w:sectPr>
      </w:pPr>
      <w:rPr/>
    </w:p>
    <w:p>
      <w:pPr>
        <w:spacing w:before="66" w:after="0" w:line="240" w:lineRule="auto"/>
        <w:ind w:left="872" w:right="1602"/>
        <w:jc w:val="both"/>
        <w:rPr>
          <w:rFonts w:ascii="Arial" w:hAnsi="Arial" w:cs="Arial" w:eastAsia="Arial"/>
          <w:sz w:val="14"/>
          <w:szCs w:val="14"/>
        </w:rPr>
      </w:pPr>
      <w:rPr/>
      <w:r>
        <w:rPr/>
        <w:pict>
          <v:shape style="position:absolute;margin-left:404.548492pt;margin-top:.0pt;width:26.006689pt;height:597.190613pt;mso-position-horizontal-relative:page;mso-position-vertical-relative:page;z-index:-1143" type="#_x0000_t75">
            <v:imagedata r:id="rId47" o:title=""/>
          </v:shape>
        </w:pict>
      </w:r>
      <w:r>
        <w:rPr/>
        <w:pict>
          <v:group style="position:absolute;margin-left:25.999254pt;margin-top:.0pt;width:.1pt;height:589.484559pt;mso-position-horizontal-relative:page;mso-position-vertical-relative:page;z-index:-1142" coordorigin="520,0" coordsize="2,11790">
            <v:shape style="position:absolute;left:520;top:0;width:2;height:11790" coordorigin="520,0" coordsize="0,11790" path="m520,11790l520,0e" filled="f" stroked="t" strokeweight="2.407338pt" strokecolor="#000000">
              <v:path arrowok="t"/>
            </v:shape>
          </v:group>
          <w10:wrap type="none"/>
        </w:pict>
      </w:r>
      <w:r>
        <w:rPr/>
        <w:pict>
          <v:group style="position:absolute;margin-left:3.12954pt;margin-top:609.832397pt;width:358.452682pt;height:.1pt;mso-position-horizontal-relative:page;mso-position-vertical-relative:page;z-index:-1141" coordorigin="63,12197" coordsize="7169,2">
            <v:shape style="position:absolute;left:63;top:12197;width:7169;height:2" coordorigin="63,12197" coordsize="7169,0" path="m63,12197l7232,12197e" filled="f" stroked="t" strokeweight="2.166605pt" strokecolor="#000000">
              <v:path arrowok="t"/>
            </v:shape>
          </v:group>
          <w10:wrap type="none"/>
        </w:pict>
      </w:r>
      <w:r>
        <w:rPr/>
        <w:pict>
          <v:group style="position:absolute;margin-left:350.749207pt;margin-top:-43.473827pt;width:43.813558pt;height:.1pt;mso-position-horizontal-relative:page;mso-position-vertical-relative:paragraph;z-index:-1140" coordorigin="7015,-869" coordsize="876,2">
            <v:shape style="position:absolute;left:7015;top:-869;width:876;height:2" coordorigin="7015,-869" coordsize="876,0" path="m7015,-869l7891,-869e" filled="f" stroked="t" strokeweight=".240734pt" strokecolor="#000000">
              <v:path arrowok="t"/>
            </v:shape>
          </v:group>
          <w10:wrap type="none"/>
        </w:pict>
      </w:r>
      <w:r>
        <w:rPr/>
        <w:pict>
          <v:group style="position:absolute;margin-left:413.339996pt;margin-top:610.073181pt;width:373.378179pt;height:.1pt;mso-position-horizontal-relative:page;mso-position-vertical-relative:page;z-index:-1138" coordorigin="8267,12201" coordsize="7468,2">
            <v:shape style="position:absolute;left:8267;top:12201;width:7468;height:2" coordorigin="8267,12201" coordsize="7468,0" path="m8267,12201l15734,12201e" filled="f" stroked="t" strokeweight="3.12954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32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       </w:t>
      </w:r>
      <w:r>
        <w:rPr>
          <w:rFonts w:ascii="Courier New" w:hAnsi="Courier New" w:cs="Courier New" w:eastAsia="Courier New"/>
          <w:sz w:val="23"/>
          <w:szCs w:val="23"/>
          <w:spacing w:val="11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872" w:right="-5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hostile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restless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meetings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securit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troop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reinforcement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dispatched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especiall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isolate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farms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alarmed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drastic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measures.</w:t>
      </w:r>
    </w:p>
    <w:p>
      <w:pPr>
        <w:spacing w:before="1" w:after="0" w:line="250" w:lineRule="auto"/>
        <w:ind w:left="867" w:right="-49" w:firstLine="22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dramatic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measures;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arrest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militar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parades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maneuver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fly­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overs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demonstration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militar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power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saber-rattling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exercises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smell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gunpowde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atmo­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sphere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intimidate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bayonet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heavy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gunfire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strengthe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aggressiveness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dramatic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atmosphere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everyone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25"/>
        </w:rPr>
        <w:t>It</w:t>
      </w:r>
      <w:r>
        <w:rPr>
          <w:rFonts w:ascii="Arial" w:hAnsi="Arial" w:cs="Arial" w:eastAsia="Arial"/>
          <w:sz w:val="22"/>
          <w:szCs w:val="22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circumstance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off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nerve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everyone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trigger-happy.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trivial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incident</w:t>
      </w:r>
      <w:r>
        <w:rPr>
          <w:rFonts w:ascii="Times New Roman" w:hAnsi="Times New Roman" w:cs="Times New Roman" w:eastAsia="Times New Roman"/>
          <w:sz w:val="22"/>
          <w:szCs w:val="22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machine-gunnin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begins:</w:t>
      </w:r>
      <w:r>
        <w:rPr>
          <w:rFonts w:ascii="Times New Roman" w:hAnsi="Times New Roman" w:cs="Times New Roman" w:eastAsia="Times New Roman"/>
          <w:sz w:val="22"/>
          <w:szCs w:val="22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Central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Quarrie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Morocco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Moramanga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Madagascar.</w:t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882" w:right="-58" w:firstLine="22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breakin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momentum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intensifie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progres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consciousness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moment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embryonic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develop­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reinforce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bloodbat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which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signifie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oppressor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oppressed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insurrectio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perpetration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out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wanted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catc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arrest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nowaday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perfectl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danger­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deprive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headlon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jacqueries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mutinie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"bestial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murders.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"bloodthirsty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instincts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dif­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ficult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restore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7" w:after="0" w:line="240" w:lineRule="auto"/>
        <w:ind w:left="3310" w:right="-20"/>
        <w:jc w:val="left"/>
        <w:tabs>
          <w:tab w:pos="64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VIOLENCE</w:t>
      </w:r>
      <w:r>
        <w:rPr>
          <w:rFonts w:ascii="Arial" w:hAnsi="Arial" w:cs="Arial" w:eastAsia="Arial"/>
          <w:sz w:val="14"/>
          <w:szCs w:val="14"/>
          <w:spacing w:val="-1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ab/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33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1" w:lineRule="auto"/>
        <w:ind w:left="990" w:right="9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spontaneousl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colossal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de­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stroyin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passive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sterile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slogan: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"Free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Y!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1"/>
        </w:rPr>
        <w:t>"</w:t>
      </w:r>
      <w:r>
        <w:rPr>
          <w:rFonts w:ascii="Arial" w:hAnsi="Arial" w:cs="Arial" w:eastAsia="Arial"/>
          <w:sz w:val="15"/>
          <w:szCs w:val="15"/>
          <w:spacing w:val="0"/>
          <w:w w:val="91"/>
          <w:position w:val="7"/>
        </w:rPr>
        <w:t>4</w:t>
      </w:r>
      <w:r>
        <w:rPr>
          <w:rFonts w:ascii="Arial" w:hAnsi="Arial" w:cs="Arial" w:eastAsia="Arial"/>
          <w:sz w:val="15"/>
          <w:szCs w:val="15"/>
          <w:spacing w:val="21"/>
          <w:w w:val="91"/>
          <w:position w:val="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  <w:position w:val="0"/>
        </w:rPr>
        <w:t>authorities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free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start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negotiating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  <w:position w:val="0"/>
        </w:rPr>
        <w:t>dancing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street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arrived.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0" w:after="0" w:line="244" w:lineRule="exact"/>
        <w:ind w:left="1189" w:right="108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cases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apparatu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intact.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50" w:lineRule="auto"/>
        <w:ind w:left="999" w:right="65" w:firstLine="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interpla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spontaneous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outmaneu­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militants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pitted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occupier'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forces;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situatio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deteriorates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festers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sidelines.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Suddenl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rendere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helples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bureaucrac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reason-base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attemptin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supreme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imposture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rearguar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"speakin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muzzle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jump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piece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fortune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transform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useles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characters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spokesmen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grant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indepen­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restore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order.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0" w:lineRule="exact"/>
        <w:ind w:left="1213" w:right="83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Everybod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ques­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55" w:lineRule="auto"/>
        <w:ind w:left="1028" w:right="8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respondin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defuse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crisis.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4" w:lineRule="exact"/>
        <w:ind w:left="1208" w:right="67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violence?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51" w:lineRule="auto"/>
        <w:ind w:left="1033" w:right="5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intuitivel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aberra­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famished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enfeeble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lacking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organizational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lence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occupier'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economic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might?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triumph?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9" w:lineRule="exact"/>
        <w:ind w:left="127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scandalou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51" w:lineRule="auto"/>
        <w:ind w:left="1057" w:right="57" w:firstLine="-1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sloga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urge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rise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careful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consideration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When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7" w:lineRule="auto"/>
        <w:ind w:left="1057" w:right="55" w:firstLine="217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456.672089pt;margin-top:-4.934222pt;width:54.887315pt;height:.1pt;mso-position-horizontal-relative:page;mso-position-vertical-relative:paragraph;z-index:-1139" coordorigin="9133,-99" coordsize="1098,2">
            <v:shape style="position:absolute;left:9133;top:-99;width:1098;height:2" coordorigin="9133,-99" coordsize="1098,0" path="m9133,-99l10231,-99e" filled="f" stroked="t" strokeweight=".72220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i/>
          <w:position w:val="4"/>
        </w:rPr>
        <w:t>4</w:t>
      </w:r>
      <w:r>
        <w:rPr>
          <w:rFonts w:ascii="Times New Roman" w:hAnsi="Times New Roman" w:cs="Times New Roman" w:eastAsia="Times New Roman"/>
          <w:sz w:val="12"/>
          <w:szCs w:val="12"/>
          <w:spacing w:val="21"/>
          <w:w w:val="100"/>
          <w:i/>
          <w:position w:val="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arreste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leade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might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well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authentic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mouthpiece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colonize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masses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        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colonial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authoritie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take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advantage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detentio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              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leaders.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6840" w:h="12260" w:orient="landscape"/>
          <w:pgMar w:top="1120" w:bottom="280" w:left="760" w:right="1900"/>
          <w:cols w:num="2" w:equalWidth="0">
            <w:col w:w="6539" w:space="792"/>
            <w:col w:w="6849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/>
        <w:pict>
          <v:group style="position:absolute;margin-left:404.548492pt;margin-top:.0pt;width:109.538615pt;height:599.117065pt;mso-position-horizontal-relative:page;mso-position-vertical-relative:page;z-index:-1137" coordorigin="8091,0" coordsize="2191,11982">
            <v:shape style="position:absolute;left:8091;top:0;width:1676;height:11982" type="#_x0000_t75">
              <v:imagedata r:id="rId48" o:title=""/>
            </v:shape>
            <v:group style="position:absolute;left:9177;top:10350;width:1098;height:2" coordorigin="9177,10350" coordsize="1098,2">
              <v:shape style="position:absolute;left:9177;top:10350;width:1098;height:2" coordorigin="9177,10350" coordsize="1098,0" path="m9177,10350l10275,10350e" filled="f" stroked="t" strokeweight=".72220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.324036pt;margin-top:11.558521pt;width:.1pt;height:223.946339pt;mso-position-horizontal-relative:page;mso-position-vertical-relative:page;z-index:-1136" coordorigin="26,231" coordsize="2,4479">
            <v:shape style="position:absolute;left:26;top:231;width:2;height:4479" coordorigin="26,231" coordsize="0,4479" path="m26,4710l26,231e" filled="f" stroked="t" strokeweight="1.203669pt" strokecolor="#000000">
              <v:path arrowok="t"/>
            </v:shape>
          </v:group>
          <w10:wrap type="none"/>
        </w:pict>
      </w:r>
      <w:r>
        <w:rPr/>
        <w:pict>
          <v:group style="position:absolute;margin-left:26.480722pt;margin-top:1.92642pt;width:.1pt;height:590.206966pt;mso-position-horizontal-relative:page;mso-position-vertical-relative:page;z-index:-1135" coordorigin="530,39" coordsize="2,11804">
            <v:shape style="position:absolute;left:530;top:39;width:2;height:11804" coordorigin="530,39" coordsize="0,11804" path="m530,11843l530,39e" filled="f" stroked="t" strokeweight="2.648072pt" strokecolor="#000000">
              <v:path arrowok="t"/>
            </v:shape>
          </v:group>
          <w10:wrap type="none"/>
        </w:pict>
      </w:r>
      <w:r>
        <w:rPr/>
        <w:pict>
          <v:group style="position:absolute;margin-left:228.937881pt;margin-top:2.408025pt;width:38.758148pt;height:.1pt;mso-position-horizontal-relative:page;mso-position-vertical-relative:page;z-index:-1134" coordorigin="4579,48" coordsize="775,2">
            <v:shape style="position:absolute;left:4579;top:48;width:775;height:2" coordorigin="4579,48" coordsize="775,0" path="m4579,48l5354,48e" filled="f" stroked="t" strokeweight=".240734pt" strokecolor="#000000">
              <v:path arrowok="t"/>
            </v:shape>
          </v:group>
          <w10:wrap type="none"/>
        </w:pict>
      </w:r>
      <w:r>
        <w:rPr/>
        <w:pict>
          <v:group style="position:absolute;margin-left:271.307037pt;margin-top:2.408025pt;width:94.608398pt;height:.1pt;mso-position-horizontal-relative:page;mso-position-vertical-relative:page;z-index:-1133" coordorigin="5426,48" coordsize="1892,2">
            <v:shape style="position:absolute;left:5426;top:48;width:1892;height:2" coordorigin="5426,48" coordsize="1892,0" path="m5426,48l7318,48e" filled="f" stroked="t" strokeweight=".240734pt" strokecolor="#000000">
              <v:path arrowok="t"/>
            </v:shape>
          </v:group>
          <w10:wrap type="none"/>
        </w:pict>
      </w:r>
      <w:r>
        <w:rPr/>
        <w:pict>
          <v:group style="position:absolute;margin-left:267.455292pt;margin-top:610.795593pt;width:380.840929pt;height:.1pt;mso-position-horizontal-relative:page;mso-position-vertical-relative:page;z-index:-1132" coordorigin="5349,12216" coordsize="7617,2">
            <v:shape style="position:absolute;left:5349;top:12216;width:7617;height:2" coordorigin="5349,12216" coordsize="7617,0" path="m5349,12216l12966,12216e" filled="f" stroked="t" strokeweight="1.203669pt" strokecolor="#000000">
              <v:path arrowok="t"/>
            </v:shape>
          </v:group>
          <w10:wrap type="none"/>
        </w:pict>
      </w:r>
      <w:r>
        <w:rPr/>
        <w:pict>
          <v:group style="position:absolute;margin-left:658.647766pt;margin-top:608.507935pt;width:131.681408pt;height:.1pt;mso-position-horizontal-relative:page;mso-position-vertical-relative:page;z-index:-1131" coordorigin="13173,12170" coordsize="2634,2">
            <v:shape style="position:absolute;left:13173;top:12170;width:2634;height:2" coordorigin="13173,12170" coordsize="2634,0" path="m13173,12170l15807,12170e" filled="f" stroked="t" strokeweight="1.925871pt" strokecolor="#000000">
              <v:path arrowok="t"/>
            </v:shape>
          </v:group>
          <w10:wrap type="none"/>
        </w:pict>
      </w:r>
      <w:r>
        <w:rPr>
          <w:sz w:val="16"/>
          <w:szCs w:val="16"/>
        </w:rPr>
      </w:r>
    </w:p>
    <w:p>
      <w:pPr>
        <w:spacing w:before="0" w:after="0" w:line="240" w:lineRule="auto"/>
        <w:ind w:left="123" w:right="1612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34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</w:rPr>
        <w:t>WRETCHE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35"/>
          <w:w w:val="9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0"/>
        </w:rPr>
        <w:t>EARTH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118" w:right="-56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Germa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resolve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surprise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Angola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instance,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reject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method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happene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happening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patience.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madnes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delive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co­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lonial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relationshi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establishe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shat­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chains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extraordinar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succeed.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Sputni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ridiculou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hunger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explanatio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earth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capable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mountin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would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chance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   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succeeding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prolonge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scale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occupation.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8" w:lineRule="exact"/>
        <w:ind w:left="339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contestation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8" w:after="0" w:line="258" w:lineRule="auto"/>
        <w:ind w:left="123" w:right="-56" w:firstLine="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deployment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Moreover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situation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troop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protect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regime.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myt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masterminde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Mosco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familiar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panic-stricke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read: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"If</w:t>
      </w:r>
      <w:r>
        <w:rPr>
          <w:rFonts w:ascii="Arial" w:hAnsi="Arial" w:cs="Arial" w:eastAsia="Arial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continues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Communist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advan­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tage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unrest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infiltrate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regions."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27" w:right="-56" w:firstLine="22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impatience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bran­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ceptional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immediate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personal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level,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penetrate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remotest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corner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interior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acutel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possess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infantile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reasoning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robbed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countries,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years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dashed: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9" w:after="0" w:line="240" w:lineRule="auto"/>
        <w:ind w:left="2321" w:right="-20"/>
        <w:jc w:val="left"/>
        <w:tabs>
          <w:tab w:pos="54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  <w:position w:val="3"/>
        </w:rPr>
        <w:t>35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5" w:lineRule="auto"/>
        <w:ind w:left="5" w:right="120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destine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change?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1789,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Revolution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humblest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peasant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substantiall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upheaval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commo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knowledge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95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populatio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brough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imme­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diate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observe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latent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discontent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ember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threat­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flare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again.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16" w:lineRule="exact"/>
        <w:ind w:left="215" w:right="129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never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3" w:after="0" w:line="256" w:lineRule="auto"/>
        <w:ind w:left="29" w:right="103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forget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wasn't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lazy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fatalistic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Obviousl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channele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vanis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magic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hoistin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It</w:t>
      </w:r>
      <w:r>
        <w:rPr>
          <w:rFonts w:ascii="Arial" w:hAnsi="Arial" w:cs="Arial" w:eastAsia="Arial"/>
          <w:sz w:val="23"/>
          <w:szCs w:val="23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less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disappea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buildin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continue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operate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competitio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capital­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1" w:after="0" w:line="240" w:lineRule="auto"/>
        <w:ind w:left="53" w:right="41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ism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socialism.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6" w:lineRule="exact"/>
        <w:ind w:left="229" w:right="103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competitio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quasi-universal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dimensio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8" w:after="0" w:line="262" w:lineRule="auto"/>
        <w:ind w:left="30" w:right="73" w:firstLine="-49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disputes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meeting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rever­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aroun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arena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Sharpeville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massacre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shook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opinio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months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airwaves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conversations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Sharpeville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symbol.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Sharpeville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addresse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aparthei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demagoguer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explain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sudde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pett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affair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peasant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revolt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insurrectio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Salisbur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bloc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focuse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8"/>
        </w:rPr>
        <w:t>Rhodesia*­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linkin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full-seale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campaig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bloc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gauge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flaw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sphere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influence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7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*Translator'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Note: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Present-da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Zimbabwe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pgSz w:w="16840" w:h="12260" w:orient="landscape"/>
          <w:pgMar w:top="820" w:bottom="280" w:left="1500" w:right="1860"/>
          <w:cols w:num="2" w:equalWidth="0">
            <w:col w:w="5788" w:space="1793"/>
            <w:col w:w="5899"/>
          </w:cols>
        </w:sectPr>
      </w:pPr>
      <w:rPr/>
    </w:p>
    <w:p>
      <w:pPr>
        <w:spacing w:before="68" w:after="0" w:line="240" w:lineRule="auto"/>
        <w:ind w:left="117" w:right="1593"/>
        <w:jc w:val="both"/>
        <w:rPr>
          <w:rFonts w:ascii="Arial" w:hAnsi="Arial" w:cs="Arial" w:eastAsia="Arial"/>
          <w:sz w:val="14"/>
          <w:szCs w:val="14"/>
        </w:rPr>
      </w:pPr>
      <w:rPr/>
      <w:r>
        <w:rPr/>
        <w:pict>
          <v:group style="position:absolute;margin-left:2.657718pt;margin-top:598.22821pt;width:211.409401pt;height:12.563759pt;mso-position-horizontal-relative:page;mso-position-vertical-relative:page;z-index:-1130" coordorigin="53,11965" coordsize="4228,251">
            <v:shape style="position:absolute;left:2783;top:11965;width:792;height:251" type="#_x0000_t75">
              <v:imagedata r:id="rId49" o:title=""/>
            </v:shape>
            <v:group style="position:absolute;left:72;top:12168;width:4190;height:2" coordorigin="72,12168" coordsize="4190,2">
              <v:shape style="position:absolute;left:72;top:12168;width:4190;height:2" coordorigin="72,12168" coordsize="4190,0" path="m72,12168l4262,12168e" filled="f" stroked="t" strokeweight="1.93288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06.872498pt;margin-top:8.697987pt;width:93.020129pt;height:602.939597pt;mso-position-horizontal-relative:page;mso-position-vertical-relative:page;z-index:-1129" coordorigin="8137,174" coordsize="1860,12059">
            <v:shape style="position:absolute;left:8137;top:174;width:503;height:12042" type="#_x0000_t75">
              <v:imagedata r:id="rId50" o:title=""/>
            </v:shape>
            <v:group style="position:absolute;left:8331;top:12218;width:1653;height:2" coordorigin="8331,12218" coordsize="1653,2">
              <v:shape style="position:absolute;left:8331;top:12218;width:1653;height:2" coordorigin="8331,12218" coordsize="1653,0" path="m8331,12218l9983,12218e" filled="f" stroked="t" strokeweight="1.44966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.986577pt;margin-top:28.751678pt;width:.1pt;height:278.33557pt;mso-position-horizontal-relative:page;mso-position-vertical-relative:page;z-index:-1128" coordorigin="80,575" coordsize="2,5567">
            <v:shape style="position:absolute;left:80;top:575;width:2;height:5567" coordorigin="80,575" coordsize="0,5567" path="m80,6142l80,575e" filled="f" stroked="t" strokeweight=".966443pt" strokecolor="#000000">
              <v:path arrowok="t"/>
            </v:shape>
          </v:group>
          <w10:wrap type="none"/>
        </w:pict>
      </w:r>
      <w:r>
        <w:rPr/>
        <w:pict>
          <v:group style="position:absolute;margin-left:25.248323pt;margin-top:8.335571pt;width:96.644298pt;height:592.912751pt;mso-position-horizontal-relative:page;mso-position-vertical-relative:page;z-index:-1127" coordorigin="505,167" coordsize="1933,11858">
            <v:group style="position:absolute;left:556;top:193;width:2;height:11805" coordorigin="556,193" coordsize="2,11805">
              <v:shape style="position:absolute;left:556;top:193;width:2;height:11805" coordorigin="556,193" coordsize="0,11805" path="m556,11998l556,193e" filled="f" stroked="t" strokeweight="2.657718pt" strokecolor="#000000">
                <v:path arrowok="t"/>
              </v:shape>
            </v:group>
            <v:group style="position:absolute;left:507;top:11974;width:1928;height:2" coordorigin="507,11974" coordsize="1928,2">
              <v:shape style="position:absolute;left:507;top:11974;width:1928;height:2" coordorigin="507,11974" coordsize="1928,0" path="m507,11974l2435,11974e" filled="f" stroked="t" strokeweight=".241611pt" strokecolor="#000000">
                <v:path arrowok="t"/>
              </v:shape>
            </v:group>
            <w10:wrap type="none"/>
          </v:group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36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       </w:t>
      </w:r>
      <w:r>
        <w:rPr>
          <w:rFonts w:ascii="Courier New" w:hAnsi="Courier New" w:cs="Courier New" w:eastAsia="Courier New"/>
          <w:sz w:val="23"/>
          <w:szCs w:val="23"/>
          <w:spacing w:val="11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6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2" w:lineRule="auto"/>
        <w:ind w:left="117" w:right="-4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neithe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disengagin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re­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gional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conflicts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horizon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par­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swept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universal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convulsion.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1" w:lineRule="auto"/>
        <w:ind w:left="117" w:right="-58" w:firstLine="213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thatthe</w:t>
      </w:r>
      <w:r>
        <w:rPr>
          <w:rFonts w:ascii="Times New Roman" w:hAnsi="Times New Roman" w:cs="Times New Roman" w:eastAsia="Times New Roman"/>
          <w:sz w:val="21"/>
          <w:szCs w:val="21"/>
          <w:spacing w:val="-26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sevent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U.S.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Fleet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coast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Khrushchev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threaten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Castro'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missiles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when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Kenned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envisage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drastic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newl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being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frantic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marching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power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keepin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borders,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avertin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danger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Governed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dialectic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oppositio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parliamen­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channel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sup­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ruthles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endeavo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sedition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penetrate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contin­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dominate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said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Third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excluded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contrary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center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convulsion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speeche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statesme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maintai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indefinitel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tone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sivenes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exasperatio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normall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disap­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peared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often-reporte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impolitenes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understandable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·what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noticeable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extreme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courtesy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brother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comrades.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impolite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behavio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foremost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directe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observe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investigate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finding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investigation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foregone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conclusion.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journalist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assignment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justif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photo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illustrate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talk­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investigatio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93" w:after="0" w:line="240" w:lineRule="auto"/>
        <w:ind w:left="2324" w:right="-20"/>
        <w:jc w:val="left"/>
        <w:tabs>
          <w:tab w:pos="546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82"/>
          <w:position w:val="2"/>
        </w:rPr>
        <w:t>37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5" w:right="102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went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wrong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left.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jour­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complai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badl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treated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poor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conditions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wall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indiffer­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hostility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normal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leaders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opinio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solel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Western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Wester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journalist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interview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us,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seldom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liberal-minde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reporter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constant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ambiguou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epithet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portra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ob­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jective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objectivit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directed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Understandable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tone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voice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dominate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diplomac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Gen­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eral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Assembl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Septembe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1960.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representative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aggressive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extreme,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population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exaggerated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radical­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ism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spokesperson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brough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absces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head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spotlight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unacceptable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veto,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collusio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insignificant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World.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9" w:lineRule="exact"/>
        <w:ind w:left="271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Diplomac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initiate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newl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9" w:after="0" w:line="265" w:lineRule="auto"/>
        <w:ind w:left="48" w:right="9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nuances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innuendoes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hypnotic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passes.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spokesme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defend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welfare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freedom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self-sufficiency.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1" w:lineRule="auto"/>
        <w:ind w:left="58" w:right="52" w:firstLine="23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diplomac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contrasts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strangel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petrified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motionles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colonization.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Khrushche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v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brandishe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United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hammer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table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individual,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representative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laughs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Khrushche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watching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missile-wieldin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muzhik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treating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wretche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deserve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Likewise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Castro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attendin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uniform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scandalize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pgSz w:w="16840" w:h="12240" w:orient="landscape"/>
          <w:pgMar w:top="1040" w:bottom="280" w:left="1540" w:right="1760"/>
          <w:cols w:num="2" w:equalWidth="0">
            <w:col w:w="5778" w:space="1878"/>
            <w:col w:w="5884"/>
          </w:cols>
        </w:sectPr>
      </w:pPr>
      <w:rPr/>
    </w:p>
    <w:p>
      <w:pPr>
        <w:spacing w:before="69" w:after="0" w:line="264" w:lineRule="exact"/>
        <w:ind w:left="1510" w:right="-20"/>
        <w:jc w:val="left"/>
        <w:tabs>
          <w:tab w:pos="3140" w:val="left"/>
          <w:tab w:pos="11360" w:val="left"/>
          <w:tab w:pos="14500" w:val="left"/>
        </w:tabs>
        <w:rPr>
          <w:rFonts w:ascii="Courier New" w:hAnsi="Courier New" w:cs="Courier New" w:eastAsia="Courier New"/>
          <w:sz w:val="22"/>
          <w:szCs w:val="22"/>
        </w:rPr>
      </w:pPr>
      <w:rPr/>
      <w:r>
        <w:rPr/>
        <w:pict>
          <v:group style="position:absolute;margin-left:.36pt;margin-top:91.167702pt;width:.1pt;height:106.08pt;mso-position-horizontal-relative:page;mso-position-vertical-relative:paragraph;z-index:-1125" coordorigin="7,1823" coordsize="2,2122">
            <v:shape style="position:absolute;left:7;top:1823;width:2;height:2122" coordorigin="7,1823" coordsize="0,2122" path="m7,3945l7,1823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1"/>
        </w:rPr>
        <w:t>38</w:t>
      </w:r>
      <w:r>
        <w:rPr>
          <w:rFonts w:ascii="Times New Roman" w:hAnsi="Times New Roman" w:cs="Times New Roman" w:eastAsia="Times New Roman"/>
          <w:sz w:val="21"/>
          <w:szCs w:val="21"/>
          <w:spacing w:val="-4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1"/>
        </w:rPr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4"/>
          <w:szCs w:val="14"/>
          <w:spacing w:val="36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14"/>
          <w:szCs w:val="1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14"/>
          <w:szCs w:val="14"/>
          <w:spacing w:val="35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>EARTH</w:t>
      </w:r>
      <w:r>
        <w:rPr>
          <w:rFonts w:ascii="Arial" w:hAnsi="Arial" w:cs="Arial" w:eastAsia="Arial"/>
          <w:sz w:val="14"/>
          <w:szCs w:val="14"/>
          <w:spacing w:val="-15"/>
          <w:w w:val="10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3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3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3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3"/>
        </w:rPr>
        <w:t>VIOLENCE</w:t>
      </w:r>
      <w:r>
        <w:rPr>
          <w:rFonts w:ascii="Arial" w:hAnsi="Arial" w:cs="Arial" w:eastAsia="Arial"/>
          <w:sz w:val="14"/>
          <w:szCs w:val="14"/>
          <w:spacing w:val="-25"/>
          <w:w w:val="100"/>
          <w:position w:val="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3"/>
        </w:rPr>
        <w:tab/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3"/>
        </w:rPr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3"/>
        </w:rPr>
        <w:t>39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  <w:position w:val="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pgSz w:w="16840" w:h="12240" w:orient="landscape"/>
          <w:pgMar w:top="840" w:bottom="0" w:left="60" w:right="1920"/>
        </w:sectPr>
      </w:pPr>
      <w:rPr/>
    </w:p>
    <w:p>
      <w:pPr>
        <w:spacing w:before="66" w:after="0" w:line="262" w:lineRule="auto"/>
        <w:ind w:left="1510" w:right="-42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demonstratin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how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continuin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sur­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su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9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machine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gun;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wouldn't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revolts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desperation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machete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axe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find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identit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unrelentin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talism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socialism.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505" w:right="-56" w:firstLine="23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1945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45,000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Setifcoul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unnoticed;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1947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90,000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Madagasca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press;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1952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200,000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victim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Kenya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indifference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13"/>
        </w:rPr>
        <w:t>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tradiction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sufficientl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clear-cut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Korea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Indochina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establishe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Budapest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Suez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decid­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confrontation.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2" w:lineRule="auto"/>
        <w:ind w:left="1510" w:right="-51" w:firstLine="22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Heartene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unconditional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coun­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weapon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posses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impregnable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citadel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Although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citadel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invincible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invin­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cibilit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crumble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account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war.</w:t>
      </w:r>
    </w:p>
    <w:p>
      <w:pPr>
        <w:spacing w:before="0" w:after="0" w:line="238" w:lineRule="exact"/>
        <w:ind w:left="1735" w:right="-68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American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bar­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7" w:after="0" w:line="252" w:lineRule="auto"/>
        <w:ind w:left="1484" w:right="-36" w:firstLine="-5"/>
        <w:jc w:val="center"/>
        <w:tabs>
          <w:tab w:pos="68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seriously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ad­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vise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decolonize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gentleman'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terms.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hesitatio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proclaimin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principle: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  <w:i/>
        </w:rPr>
        <w:t>Afric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  <w:i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  <w:i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  <w:i/>
        </w:rPr>
        <w:t>Afri­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cans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qualm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officiall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declarin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defender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self-determination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latest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voyage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Mennen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7"/>
        </w:rPr>
        <w:t>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William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illustrate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America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sac­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rificed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Understandably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desperate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  <w:i/>
        </w:rPr>
        <w:t>abstract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machine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oppressors.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international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formidable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oppres-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3" w:after="0" w:line="262" w:lineRule="auto"/>
        <w:ind w:right="52" w:firstLine="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sor.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Persistent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jacquerie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Mau-Ma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agitatio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disrupt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metropolis.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greate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imperialism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concerned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so­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cialist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propaganda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infiltrate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contaminate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ris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conflict'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period;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happe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guerrilla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warfare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war?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-27" w:right="88" w:firstLine="230"/>
        <w:jc w:val="right"/>
        <w:tabs>
          <w:tab w:pos="316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Capitalism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strateg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everything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conflict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framework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peaceful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coexistence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destine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disappea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extreme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neutralit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command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capitalism'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avoide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stra­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tegic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risks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espousal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doctrine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radical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hatre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million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peoples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perfectl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imperative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dominate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inter­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rage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violence.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peaceful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coexistence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maintains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aggravate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tomor­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row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shift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territo-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minoritie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raised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qualm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advo­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coincidence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learned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radical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U.S.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militia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groups.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coincidence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so-calle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defense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committee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Jew­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minoritie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Gaulle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speeche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million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Muslim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op­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communist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dictatorship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Imperialism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talism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convince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racism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movement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controlle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masterminde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outside.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decide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deploy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pmctical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tactic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creatio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Radi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committee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minorities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right"/>
        <w:spacing w:after="0"/>
        <w:sectPr>
          <w:type w:val="continuous"/>
          <w:pgSz w:w="16840" w:h="12240" w:orient="landscape"/>
          <w:pgMar w:top="1120" w:bottom="280" w:left="60" w:right="1920"/>
          <w:cols w:num="2" w:equalWidth="0">
            <w:col w:w="7173" w:space="1863"/>
            <w:col w:w="5824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0pt;width:573.120008pt;height:611.04pt;mso-position-horizontal-relative:page;mso-position-vertical-relative:page;z-index:-1126" coordorigin="0,0" coordsize="11462,12221">
            <v:shape style="position:absolute;left:8064;top:0;width:595;height:12192" type="#_x0000_t75">
              <v:imagedata r:id="rId51" o:title=""/>
            </v:shape>
            <v:group style="position:absolute;left:0;top:12202;width:11443;height:2" coordorigin="0,12202" coordsize="11443,2">
              <v:shape style="position:absolute;left:0;top:12202;width:11443;height:2" coordorigin="0,12202" coordsize="11443,0" path="m0,12202l11443,12202e" filled="f" stroked="t" strokeweight="1.9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4.719999pt;margin-top:0pt;width:.1pt;height:586.560pt;mso-position-horizontal-relative:page;mso-position-vertical-relative:page;z-index:-1124" coordorigin="494,0" coordsize="2,11731">
            <v:shape style="position:absolute;left:494;top:0;width:2;height:11731" coordorigin="494,0" coordsize="0,11731" path="m494,11731l494,0e" filled="f" stroked="t" strokeweight="3.12pt" strokecolor="#000000">
              <v:path arrowok="t"/>
            </v:shape>
          </v:group>
          <w10:wrap type="none"/>
        </w:pict>
      </w:r>
      <w:r>
        <w:rPr/>
        <w:pict>
          <v:group style="position:absolute;margin-left:678.23999pt;margin-top:609.960022pt;width:116.160002pt;height:.1pt;mso-position-horizontal-relative:page;mso-position-vertical-relative:page;z-index:-1123" coordorigin="13565,12199" coordsize="2323,2">
            <v:shape style="position:absolute;left:13565;top:12199;width:2323;height:2" coordorigin="13565,12199" coordsize="2323,0" path="m13565,12199l15888,12199e" filled="f" stroked="t" strokeweight="3.6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353" w:lineRule="exact"/>
        <w:ind w:left="118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7"/>
          <w:position w:val="-2"/>
        </w:rPr>
        <w:t>tt"</w:t>
      </w:r>
      <w:r>
        <w:rPr>
          <w:rFonts w:ascii="Arial" w:hAnsi="Arial" w:cs="Arial" w:eastAsia="Arial"/>
          <w:sz w:val="18"/>
          <w:szCs w:val="18"/>
          <w:spacing w:val="0"/>
          <w:w w:val="137"/>
          <w:position w:val="-2"/>
        </w:rPr>
        <w:t> </w:t>
      </w:r>
      <w:r>
        <w:rPr>
          <w:rFonts w:ascii="Arial" w:hAnsi="Arial" w:cs="Arial" w:eastAsia="Arial"/>
          <w:sz w:val="18"/>
          <w:szCs w:val="18"/>
          <w:spacing w:val="7"/>
          <w:w w:val="137"/>
          <w:position w:val="-2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37"/>
          <w:i/>
          <w:position w:val="-2"/>
        </w:rPr>
        <w:t>·r</w:t>
      </w:r>
      <w:r>
        <w:rPr>
          <w:rFonts w:ascii="Arial" w:hAnsi="Arial" w:cs="Arial" w:eastAsia="Arial"/>
          <w:sz w:val="26"/>
          <w:szCs w:val="26"/>
          <w:spacing w:val="-22"/>
          <w:w w:val="137"/>
          <w:i/>
          <w:position w:val="-2"/>
        </w:rPr>
        <w:t> </w:t>
      </w:r>
      <w:r>
        <w:rPr>
          <w:rFonts w:ascii="Arial" w:hAnsi="Arial" w:cs="Arial" w:eastAsia="Arial"/>
          <w:sz w:val="26"/>
          <w:szCs w:val="26"/>
          <w:spacing w:val="7"/>
          <w:w w:val="128"/>
          <w:i/>
          <w:position w:val="-2"/>
        </w:rPr>
        <w:t>·</w:t>
      </w:r>
      <w:r>
        <w:rPr>
          <w:rFonts w:ascii="Arial" w:hAnsi="Arial" w:cs="Arial" w:eastAsia="Arial"/>
          <w:sz w:val="32"/>
          <w:szCs w:val="32"/>
          <w:spacing w:val="0"/>
          <w:w w:val="81"/>
          <w:i/>
          <w:position w:val="-2"/>
        </w:rPr>
        <w:t>··m·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40" w:h="12240" w:orient="landscape"/>
          <w:pgMar w:top="1120" w:bottom="280" w:left="60" w:right="19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Sz w:w="16840" w:h="12240" w:orient="landscape"/>
          <w:pgMar w:top="100" w:bottom="0" w:left="1600" w:right="1780"/>
        </w:sectPr>
      </w:pPr>
      <w:rPr/>
    </w:p>
    <w:p>
      <w:pPr>
        <w:spacing w:before="34" w:after="0" w:line="240" w:lineRule="auto"/>
        <w:ind w:left="108" w:right="1598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24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WRETCHE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D</w:t>
      </w:r>
      <w:r>
        <w:rPr>
          <w:rFonts w:ascii="Arial" w:hAnsi="Arial" w:cs="Arial" w:eastAsia="Arial"/>
          <w:sz w:val="15"/>
          <w:szCs w:val="15"/>
          <w:spacing w:val="35"/>
          <w:w w:val="9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OF</w:t>
      </w:r>
      <w:r>
        <w:rPr>
          <w:rFonts w:ascii="Arial" w:hAnsi="Arial" w:cs="Arial" w:eastAsia="Arial"/>
          <w:sz w:val="15"/>
          <w:szCs w:val="15"/>
          <w:spacing w:val="7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7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EARTH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103" w:right="-44" w:firstLine="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practice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anticolonialism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colonels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counter-terrorism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Sections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Administrative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Speciales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psychological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warfare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"used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them.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4" w:after="0" w:line="262" w:lineRule="auto"/>
        <w:ind w:left="108" w:right="-56" w:firstLine="219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threatenin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missile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frighten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disorient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recent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"understand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situ­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insidiou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steeped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complicit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correlation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homogeneity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adapte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surprise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instea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wife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buy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transisto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radio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shouldn't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convince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fate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balance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doomsda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elude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Phouma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Phoumi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Lumumba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Tschombe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Ahidj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Moumie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Kenyatta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intro­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understand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unmas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behind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creature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sense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term.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112" w:right="-52" w:firstLine="22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certainl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brough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peoples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reparatio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dignity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elaborate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ascertain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glowin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citize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vidual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numbe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does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indeterminate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fairl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quickl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convince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decided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elsewhere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leaders,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confronte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hesitate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choose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neutrality.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122" w:right="-42" w:firstLine="21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neutrality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loathsome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mercantilism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right="102"/>
        <w:jc w:val="right"/>
        <w:tabs>
          <w:tab w:pos="31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0"/>
          <w:position w:val="1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  <w:position w:val="0"/>
        </w:rPr>
        <w:t>41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0" w:lineRule="auto"/>
        <w:ind w:left="992" w:right="55" w:firstLine="19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althoug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neutrality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creation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eco­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nomic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sides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permit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two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literall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astronomical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search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engineer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technician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nuclear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coun­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fiftee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years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31"/>
        </w:rPr>
        <w:t>It</w:t>
      </w:r>
      <w:r>
        <w:rPr>
          <w:rFonts w:ascii="Arial" w:hAnsi="Arial" w:cs="Arial" w:eastAsia="Arial"/>
          <w:sz w:val="22"/>
          <w:szCs w:val="22"/>
          <w:spacing w:val="-18"/>
          <w:w w:val="13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either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prolongin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intensifyin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asked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opinion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disengage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testin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atomic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bomb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resolutions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meetings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slamming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door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diplomatic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France'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atti­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sector.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1" w:lineRule="auto"/>
        <w:ind w:left="930" w:right="125" w:firstLine="248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Neutralit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citize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tude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everyda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brazennes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hieratic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pride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strangel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resemblin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defiance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staunch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refusal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compromise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detem1inatio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recall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behavio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deprived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self-centere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teenager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word.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disconcert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Wester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observers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strictl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speaking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scandalou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discrepanc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up.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transportation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troops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cannot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justif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flauntin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bravado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26"/>
        </w:rPr>
        <w:t>It</w:t>
      </w:r>
      <w:r>
        <w:rPr>
          <w:rFonts w:ascii="Arial" w:hAnsi="Arial" w:cs="Arial" w:eastAsia="Arial"/>
          <w:sz w:val="22"/>
          <w:szCs w:val="22"/>
          <w:spacing w:val="-18"/>
          <w:w w:val="12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doub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imposture.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impressio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sensation­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alism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weekl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crises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empty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exasperating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You'd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shut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up.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instea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wooed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bouquet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flowers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Invitations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frank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everyone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piece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them.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neutrality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98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percent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illiterate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enormou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amount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literature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right"/>
        <w:spacing w:after="0"/>
        <w:sectPr>
          <w:type w:val="continuous"/>
          <w:pgSz w:w="16840" w:h="12240" w:orient="landscape"/>
          <w:pgMar w:top="1120" w:bottom="280" w:left="1600" w:right="1780"/>
          <w:cols w:num="2" w:equalWidth="0">
            <w:col w:w="5769" w:space="862"/>
            <w:col w:w="6829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pict>
          <v:shape style="position:absolute;margin-left:411.567566pt;margin-top:9.72973pt;width:23.351351pt;height:594.486511pt;mso-position-horizontal-relative:page;mso-position-vertical-relative:page;z-index:-1122" type="#_x0000_t75">
            <v:imagedata r:id="rId52" o:title=""/>
          </v:shape>
        </w:pict>
      </w:r>
      <w:r>
        <w:rPr/>
        <w:pict>
          <v:group style="position:absolute;margin-left:6.932431pt;margin-top:172.216217pt;width:.1pt;height:56.918919pt;mso-position-horizontal-relative:page;mso-position-vertical-relative:page;z-index:-1121" coordorigin="139,3444" coordsize="2,1138">
            <v:shape style="position:absolute;left:139;top:3444;width:2;height:1138" coordorigin="139,3444" coordsize="0,1138" path="m139,4583l139,3444e" filled="f" stroked="t" strokeweight=".486486pt" strokecolor="#000000">
              <v:path arrowok="t"/>
            </v:shape>
          </v:group>
          <w10:wrap type="none"/>
        </w:pict>
      </w:r>
      <w:r>
        <w:rPr/>
        <w:pict>
          <v:group style="position:absolute;margin-left:30.648643pt;margin-top:9.243243pt;width:.1pt;height:587.675676pt;mso-position-horizontal-relative:page;mso-position-vertical-relative:page;z-index:-1120" coordorigin="613,185" coordsize="2,11754">
            <v:shape style="position:absolute;left:613;top:185;width:2;height:11754" coordorigin="613,185" coordsize="0,11754" path="m613,11938l613,185e" filled="f" stroked="t" strokeweight="2.432432pt" strokecolor="#000000">
              <v:path arrowok="t"/>
            </v:shape>
          </v:group>
          <w10:wrap type="none"/>
        </w:pict>
      </w:r>
      <w:r>
        <w:rPr/>
        <w:pict>
          <v:group style="position:absolute;margin-left:.851351pt;margin-top:528.081055pt;width:.1pt;height:77.108108pt;mso-position-horizontal-relative:page;mso-position-vertical-relative:page;z-index:-1119" coordorigin="17,10562" coordsize="2,1542">
            <v:shape style="position:absolute;left:17;top:10562;width:2;height:1542" coordorigin="17,10562" coordsize="0,1542" path="m17,12104l17,10562e" filled="f" stroked="t" strokeweight="1.216216pt" strokecolor="#000000">
              <v:path arrowok="t"/>
            </v:shape>
          </v:group>
          <w10:wrap type="none"/>
        </w:pict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02.400012pt;height:11.52pt;mso-position-horizontal-relative:char;mso-position-vertical-relative:line" type="#_x0000_t75">
            <v:imagedata r:id="rId5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6840" w:h="12240" w:orient="landscape"/>
          <w:pgMar w:top="1120" w:bottom="280" w:left="1600" w:right="17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6840" w:h="12260" w:orient="landscape"/>
          <w:pgMar w:top="-20" w:bottom="0" w:left="1660" w:right="1720"/>
        </w:sectPr>
      </w:pPr>
      <w:rPr/>
    </w:p>
    <w:p>
      <w:pPr>
        <w:spacing w:before="76" w:after="0" w:line="240" w:lineRule="auto"/>
        <w:ind w:left="126" w:right="1595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shape style="position:absolute;margin-left:410.327759pt;margin-top:1.926422pt;width:33.712376pt;height:593.337769pt;mso-position-horizontal-relative:page;mso-position-vertical-relative:page;z-index:-1118" type="#_x0000_t75">
            <v:imagedata r:id="rId54" o:title=""/>
          </v:shape>
        </w:pict>
      </w:r>
      <w:r>
        <w:rPr/>
        <w:pict>
          <v:group style="position:absolute;margin-left:32.017601pt;margin-top:1.444815pt;width:.1pt;height:588.280546pt;mso-position-horizontal-relative:page;mso-position-vertical-relative:page;z-index:-1117" coordorigin="640,29" coordsize="2,11766">
            <v:shape style="position:absolute;left:640;top:29;width:2;height:11766" coordorigin="640,29" coordsize="0,11766" path="m640,11795l640,29e" filled="f" stroked="t" strokeweight="3.370274pt" strokecolor="#000000">
              <v:path arrowok="t"/>
            </v:shape>
          </v:group>
          <w10:wrap type="none"/>
        </w:pict>
      </w:r>
      <w:r>
        <w:rPr/>
        <w:pict>
          <v:group style="position:absolute;margin-left:48.868969pt;margin-top:1.444815pt;width:60.664926pt;height:.1pt;mso-position-horizontal-relative:page;mso-position-vertical-relative:page;z-index:-1116" coordorigin="977,29" coordsize="1213,2">
            <v:shape style="position:absolute;left:977;top:29;width:1213;height:2" coordorigin="977,29" coordsize="1213,0" path="m977,29l2191,29e" filled="f" stroked="t" strokeweight=".240734pt" strokecolor="#000000">
              <v:path arrowok="t"/>
            </v:shape>
          </v:group>
          <w10:wrap type="none"/>
        </w:pict>
      </w:r>
      <w:r>
        <w:rPr/>
        <w:pict>
          <v:group style="position:absolute;margin-left:136.736816pt;margin-top:-49.50235pt;width:61.868596pt;height:.1pt;mso-position-horizontal-relative:page;mso-position-vertical-relative:paragraph;z-index:-1115" coordorigin="2735,-990" coordsize="1237,2">
            <v:shape style="position:absolute;left:2735;top:-990;width:1237;height:2" coordorigin="2735,-990" coordsize="1237,0" path="m2735,-990l3972,-990e" filled="f" stroked="t" strokeweight=".240734pt" strokecolor="#000000">
              <v:path arrowok="t"/>
            </v:shape>
          </v:group>
          <w10:wrap type="none"/>
        </w:pict>
      </w:r>
      <w:r>
        <w:rPr/>
        <w:pict>
          <v:group style="position:absolute;margin-left:198.846146pt;margin-top:-47.575859pt;width:196.920279pt;height:1.083474pt;mso-position-horizontal-relative:page;mso-position-vertical-relative:paragraph;z-index:-1114" coordorigin="3977,-952" coordsize="3938,22">
            <v:group style="position:absolute;left:3982;top:-947;width:3077;height:2" coordorigin="3982,-947" coordsize="3077,2">
              <v:shape style="position:absolute;left:3982;top:-947;width:3077;height:2" coordorigin="3982,-947" coordsize="3077,0" path="m3982,-947l7058,-947e" filled="f" stroked="t" strokeweight=".481468pt" strokecolor="#000000">
                <v:path arrowok="t"/>
              </v:shape>
            </v:group>
            <v:group style="position:absolute;left:6938;top:-935;width:973;height:2" coordorigin="6938,-935" coordsize="973,2">
              <v:shape style="position:absolute;left:6938;top:-935;width:973;height:2" coordorigin="6938,-935" coordsize="973,0" path="m6938,-935l7911,-935e" filled="f" stroked="t" strokeweight=".48146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23.836853pt;margin-top:610.675171pt;width:288.158402pt;height:.1pt;mso-position-horizontal-relative:page;mso-position-vertical-relative:page;z-index:-1110" coordorigin="10477,12214" coordsize="5763,2">
            <v:shape style="position:absolute;left:10477;top:12214;width:5763;height:2" coordorigin="10477,12214" coordsize="5763,0" path="m10477,12214l16240,12214e" filled="f" stroked="t" strokeweight="2.40733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</w:rPr>
        <w:t>WRETCHE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35"/>
          <w:w w:val="9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EARTH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9" w:lineRule="auto"/>
        <w:ind w:left="91" w:right="-30" w:firstLine="8"/>
        <w:jc w:val="center"/>
        <w:tabs>
          <w:tab w:pos="548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lead­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airlines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official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seminar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plannin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Mosco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Londo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Columbia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Universit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next.</w:t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members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enormou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progress.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appointe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leadershi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autonomou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</w:rPr>
        <w:t>fift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years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experience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industrial­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nonpolitical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unionism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absurdity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bull­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dozer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class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4" w:after="0" w:line="260" w:lineRule="auto"/>
        <w:ind w:left="117" w:right="-40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totalizin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determinatio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carica­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internationalism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characteristic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countries.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8" w:after="0" w:line="262" w:lineRule="auto"/>
        <w:ind w:left="117" w:right="-56" w:firstLine="23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197.642487pt;margin-top:321.199188pt;width:198.123948pt;height:.1pt;mso-position-horizontal-relative:page;mso-position-vertical-relative:paragraph;z-index:-1113" coordorigin="3953,6424" coordsize="3962,2">
            <v:shape style="position:absolute;left:3953;top:6424;width:3962;height:2" coordorigin="3953,6424" coordsize="3962,0" path="m3953,6424l7915,6424e" filled="f" stroked="t" strokeweight="1.203669pt" strokecolor="#000000">
              <v:path arrowok="t"/>
            </v:shape>
          </v:group>
          <w10:wrap type="none"/>
        </w:pict>
      </w:r>
      <w:r>
        <w:rPr/>
        <w:pict>
          <v:group style="position:absolute;margin-left:417.191742pt;margin-top:320.958374pt;width:80.886569pt;height:.1pt;mso-position-horizontal-relative:page;mso-position-vertical-relative:paragraph;z-index:-1111" coordorigin="8344,6419" coordsize="1618,2">
            <v:shape style="position:absolute;left:8344;top:6419;width:1618;height:2" coordorigin="8344,6419" coordsize="1618,0" path="m8344,6419l9962,6419e" filled="f" stroked="t" strokeweight="1.92587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combat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clearl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plainl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struggle.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Indochina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Indonesia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Mrica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histori­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examples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sight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broke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Guinea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Somaliland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anywhere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Angola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instance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exis­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tence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indicative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termine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drumme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understoo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cide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follo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liberation.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argument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conveye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ironic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twist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fate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colo­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understands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legitimacy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endeavo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statue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ofFaidherbe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Lyautey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Bugeaud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7" w:after="0" w:line="240" w:lineRule="auto"/>
        <w:ind w:left="3387" w:right="-20"/>
        <w:jc w:val="left"/>
        <w:tabs>
          <w:tab w:pos="65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43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1062" w:right="7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Blandan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conquistador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ensconce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reminde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thing: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"We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bayonet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96"/>
        </w:rPr>
        <w:t>..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96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"Everyone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knows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quote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insurrectional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every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arithmetic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logic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surprise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important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point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surprise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either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foremost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principle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para­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dox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precisel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organi­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Manichaea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compartmentalize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world.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advocatin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exact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procedure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representative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oppresso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minorit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8" w:lineRule="exact"/>
        <w:ind w:left="1086" w:right="9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200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outcr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indig­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8" w:after="0" w:line="264" w:lineRule="exact"/>
        <w:ind w:left="1076" w:right="98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stages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  <w:position w:val="7"/>
        </w:rPr>
        <w:t>5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16" w:after="0" w:line="261" w:lineRule="auto"/>
        <w:ind w:left="1071" w:right="63" w:firstLine="22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envisage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surgical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elimina­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upset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sub·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dealing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combat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lamentin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searche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justice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argument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leaves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unmove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virtuall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identical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terms: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"Let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form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hundre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frame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protago­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begi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struggle.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7" w:lineRule="auto"/>
        <w:ind w:left="1086" w:right="58" w:firstLine="347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464.37558pt;margin-top:-5.836579pt;width:54.405847pt;height:.1pt;mso-position-horizontal-relative:page;mso-position-vertical-relative:paragraph;z-index:-1112" coordorigin="9288,-117" coordsize="1088,2">
            <v:shape style="position:absolute;left:9288;top:-117;width:1088;height:2" coordorigin="9288,-117" coordsize="1088,0" path="m9288,-117l10376,-117e" filled="f" stroked="t" strokeweight=".72220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35"/>
        </w:rPr>
        <w:t>It</w:t>
      </w:r>
      <w:r>
        <w:rPr>
          <w:rFonts w:ascii="Arial" w:hAnsi="Arial" w:cs="Arial" w:eastAsia="Arial"/>
          <w:sz w:val="18"/>
          <w:szCs w:val="18"/>
          <w:spacing w:val="-23"/>
          <w:w w:val="13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clean-u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destroy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save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exactl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Sartre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says: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9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"I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short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very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act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-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repeatin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i.e.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racist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ideas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)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show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impossible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78"/>
          <w:i/>
        </w:rPr>
        <w:t>fo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78"/>
          <w:i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7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every­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unite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  <w:i/>
        </w:rPr>
        <w:t>simultaneously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93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  <w:i/>
        </w:rPr>
        <w:t>against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93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  <w:i/>
        </w:rPr>
        <w:t>natives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merely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shiftin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recur­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rence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unificatio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coul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occu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</w:rPr>
        <w:t>active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grouping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only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so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massacre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colonize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  <w:i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people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  <w:i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85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  <w:i/>
        </w:rPr>
        <w:t>perpetual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9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  <w:i/>
        </w:rPr>
        <w:t>absurd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9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temp­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  <w:i/>
        </w:rPr>
        <w:t>colonialists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93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and,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  <w:i/>
        </w:rPr>
        <w:t>which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8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possible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amoun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  <w:i/>
        </w:rPr>
        <w:t>immediate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94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  <w:i/>
        </w:rPr>
        <w:t>destructio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  <w:i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4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i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  <w:i/>
        </w:rPr>
        <w:t>colonization."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94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Critique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Dialectical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Reason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9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Trans­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Sheridan-Smith.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6840" w:h="12260" w:orient="landscape"/>
          <w:pgMar w:top="1120" w:bottom="280" w:left="1660" w:right="1720"/>
          <w:cols w:num="2" w:equalWidth="0">
            <w:col w:w="5788" w:space="758"/>
            <w:col w:w="6914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213.8255pt;margin-top:13.530201pt;width:497.959742pt;height:598.228189pt;mso-position-horizontal-relative:page;mso-position-vertical-relative:page;z-index:-1109" coordorigin="4277,271" coordsize="9959,11965">
            <v:shape style="position:absolute;left:7345;top:271;width:1430;height:11945" type="#_x0000_t75">
              <v:imagedata r:id="rId55" o:title=""/>
            </v:shape>
            <v:group style="position:absolute;left:8500;top:12226;width:5726;height:2" coordorigin="8500,12226" coordsize="5726,2">
              <v:shape style="position:absolute;left:8500;top:12226;width:5726;height:2" coordorigin="8500,12226" coordsize="5726,0" path="m8500,12226l14226,12226e" filled="f" stroked="t" strokeweight=".966443pt" strokecolor="#000000">
                <v:path arrowok="t"/>
              </v:shape>
            </v:group>
            <v:group style="position:absolute;left:4286;top:12211;width:3769;height:2" coordorigin="4286,12211" coordsize="3769,2">
              <v:shape style="position:absolute;left:4286;top:12211;width:3769;height:2" coordorigin="4286,12211" coordsize="3769,0" path="m4286,12211l8055,12211e" filled="f" stroked="t" strokeweight=".966443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.087248pt;margin-top:365.073822pt;width:.1pt;height:111.624161pt;mso-position-horizontal-relative:page;mso-position-vertical-relative:page;z-index:-1108" coordorigin="22,7301" coordsize="2,2232">
            <v:shape style="position:absolute;left:22;top:7301;width:2;height:2232" coordorigin="22,7301" coordsize="0,2232" path="m22,9534l22,7301e" filled="f" stroked="t" strokeweight=".483221pt" strokecolor="#000000">
              <v:path arrowok="t"/>
            </v:shape>
          </v:group>
          <w10:wrap type="none"/>
        </w:pict>
      </w:r>
      <w:r>
        <w:rPr/>
        <w:pict>
          <v:group style="position:absolute;margin-left:30.080538pt;margin-top:10.630872pt;width:123.221479pt;height:596.416108pt;mso-position-horizontal-relative:page;mso-position-vertical-relative:page;z-index:-1107" coordorigin="602,213" coordsize="2464,11928">
            <v:group style="position:absolute;left:768;top:251;width:2;height:11810" coordorigin="768,251" coordsize="2,11810">
              <v:shape style="position:absolute;left:768;top:251;width:2;height:11810" coordorigin="768,251" coordsize="0,11810" path="m768,12061l768,251e" filled="f" stroked="t" strokeweight="3.865772pt" strokecolor="#000000">
                <v:path arrowok="t"/>
              </v:shape>
            </v:group>
            <v:group style="position:absolute;left:638;top:12105;width:2392;height:2" coordorigin="638,12105" coordsize="2392,2">
              <v:shape style="position:absolute;left:638;top:12105;width:2392;height:2" coordorigin="638,12105" coordsize="2392,0" path="m638,12105l3030,12105e" filled="f" stroked="t" strokeweight="3.62416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.724832pt;margin-top:543.865784pt;width:.1pt;height:64.268456pt;mso-position-horizontal-relative:page;mso-position-vertical-relative:page;z-index:-1106" coordorigin="14,10877" coordsize="2,1285">
            <v:shape style="position:absolute;left:14;top:10877;width:2;height:1285" coordorigin="14,10877" coordsize="0,1285" path="m14,12163l14,10877e" filled="f" stroked="t" strokeweight=".966443pt" strokecolor="#000000">
              <v:path arrowok="t"/>
            </v:shape>
          </v:group>
          <w10:wrap type="none"/>
        </w:pict>
      </w:r>
      <w:r>
        <w:rPr/>
        <w:pict>
          <v:group style="position:absolute;margin-left:167.677856pt;margin-top:609.704712pt;width:33.100672pt;height:.1pt;mso-position-horizontal-relative:page;mso-position-vertical-relative:page;z-index:-1101" coordorigin="3354,12194" coordsize="662,2">
            <v:shape style="position:absolute;left:3354;top:12194;width:662;height:2" coordorigin="3354,12194" coordsize="662,0" path="m3354,12194l4016,12194e" filled="f" stroked="t" strokeweight=".241611pt" strokecolor="#000000">
              <v:path arrowok="t"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40" w:lineRule="auto"/>
        <w:ind w:left="124" w:right="-20"/>
        <w:jc w:val="left"/>
        <w:tabs>
          <w:tab w:pos="174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44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36" w:right="2391"/>
        <w:jc w:val="center"/>
        <w:tabs>
          <w:tab w:pos="2860" w:val="left"/>
          <w:tab w:pos="31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94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" w:after="0" w:line="262" w:lineRule="auto"/>
        <w:ind w:left="119" w:right="-56" w:firstLine="227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represent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praxis.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T1le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militant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works.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question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organizatio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militant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visio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things: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worked?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whom?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accomplished?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irreversible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joi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police,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trust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proportional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desperate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new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return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apparentl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existe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Kenya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Mau-Mau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membe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strike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victim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Everyone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personally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responsible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victim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toward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Claimin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responsibilit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member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strayed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outlawe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retake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reintegrated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understoo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per­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mediation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praxi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enlighten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militant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Cesaire'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poetr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prophetic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significance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recall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decisive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traged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Rebel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coincidence!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proclaims: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2228" w:right="2096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Courier New" w:hAnsi="Courier New" w:cs="Courier New" w:eastAsia="Courier New"/>
          <w:sz w:val="18"/>
          <w:szCs w:val="18"/>
          <w:w w:val="99"/>
        </w:rPr>
        <w:t>REBEL</w:t>
      </w:r>
      <w:r>
        <w:rPr>
          <w:rFonts w:ascii="Courier New" w:hAnsi="Courier New" w:cs="Courier New" w:eastAsia="Courier New"/>
          <w:sz w:val="18"/>
          <w:szCs w:val="18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  <w:i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  <w:i/>
        </w:rPr>
        <w:t>toughly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  <w:i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0" w:after="0" w:line="240" w:lineRule="auto"/>
        <w:ind w:left="341" w:right="-63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famil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name: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offended;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name: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humiliated;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profes­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8" w:after="0" w:line="240" w:lineRule="auto"/>
        <w:ind w:left="119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sion: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rebel;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age: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stone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age.</w:t>
      </w:r>
    </w:p>
    <w:p>
      <w:pPr>
        <w:spacing w:before="50" w:after="0" w:line="240" w:lineRule="auto"/>
        <w:ind w:left="2555" w:right="2426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8"/>
        </w:rPr>
        <w:t>MOTHER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0" w:after="0" w:line="240" w:lineRule="auto"/>
        <w:ind w:left="34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race: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huma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religion: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brotherhoo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2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6" w:after="0" w:line="240" w:lineRule="auto"/>
        <w:ind w:left="2637" w:right="2498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1"/>
        </w:rPr>
        <w:t>REBEL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0" w:after="0" w:line="240" w:lineRule="auto"/>
        <w:ind w:left="34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race: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falle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religio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7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3" w:after="0" w:line="240" w:lineRule="auto"/>
        <w:ind w:left="34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prepare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disarmament;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8" w:after="0" w:line="240" w:lineRule="auto"/>
        <w:ind w:left="346" w:right="-73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revolt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clenche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bushy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head.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exact"/>
        <w:ind w:left="351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Very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calmly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6" w:after="0" w:line="240" w:lineRule="auto"/>
        <w:ind w:left="2319" w:right="-20"/>
        <w:jc w:val="left"/>
        <w:tabs>
          <w:tab w:pos="54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4"/>
          <w:szCs w:val="1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83"/>
          <w:position w:val="2"/>
        </w:rPr>
        <w:t>45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4" w:lineRule="auto"/>
        <w:ind w:right="139" w:firstLine="222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recall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Novembe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day;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master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April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probin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child'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muscle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limbs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master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fat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finger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caressingl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acros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dimple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blue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laughin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teasin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sugar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things: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maste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saying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friendl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maste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early,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Christia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utterl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devoted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slavedrive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overseer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specu­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son's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cradle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slavedriver'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cradle.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9" w:after="0" w:line="240" w:lineRule="auto"/>
        <w:ind w:left="2476" w:right="2616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9"/>
        </w:rPr>
        <w:t>MOTHER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24" w:after="0" w:line="240" w:lineRule="auto"/>
        <w:ind w:left="242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die.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1" w:after="0" w:line="240" w:lineRule="auto"/>
        <w:ind w:left="2566" w:right="2693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1"/>
        </w:rPr>
        <w:t>REBEL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5" w:after="0" w:line="270" w:lineRule="auto"/>
        <w:ind w:left="246" w:right="1695" w:firstLine="14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Kille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88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-29"/>
          <w:w w:val="1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kille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hand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9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02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Yes: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fecun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copiou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deat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9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9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26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night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crawle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sugarcane.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91" w:lineRule="auto"/>
        <w:ind w:left="39" w:right="127" w:firstLine="222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cutlasse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chortlin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didn't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stars.</w:t>
      </w:r>
    </w:p>
    <w:p>
      <w:pPr>
        <w:spacing w:before="0" w:after="0" w:line="177" w:lineRule="exact"/>
        <w:ind w:left="26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cane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slashe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stream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gree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  <w:position w:val="1"/>
        </w:rPr>
        <w:t>blades.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41" w:after="0" w:line="240" w:lineRule="auto"/>
        <w:ind w:left="2499" w:right="2599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9"/>
        </w:rPr>
        <w:t>MOTHER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0" w:after="0" w:line="240" w:lineRule="auto"/>
        <w:ind w:left="280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dreame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mother'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eyes.</w:t>
      </w:r>
    </w:p>
    <w:p>
      <w:pPr>
        <w:spacing w:before="50" w:after="0" w:line="240" w:lineRule="auto"/>
        <w:ind w:left="2590" w:right="2668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1"/>
        </w:rPr>
        <w:t>REBEL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5" w:after="0" w:line="240" w:lineRule="auto"/>
        <w:ind w:left="285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chose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child'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anothe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sun.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508" w:right="2590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9"/>
        </w:rPr>
        <w:t>MOTHER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5" w:after="0" w:line="240" w:lineRule="auto"/>
        <w:ind w:left="300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78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spacing w:val="-36"/>
          <w:w w:val="17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2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-33"/>
          <w:w w:val="19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perniciou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death.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597" w:right="2656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1"/>
        </w:rPr>
        <w:t>REBEL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295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Mother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verdant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sumptuou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death.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6" w:after="0" w:line="240" w:lineRule="auto"/>
        <w:ind w:left="2510" w:right="2582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9"/>
        </w:rPr>
        <w:t>MOTHER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29" w:after="0" w:line="240" w:lineRule="auto"/>
        <w:ind w:left="300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hate.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1" w:after="0" w:line="240" w:lineRule="auto"/>
        <w:ind w:left="2607" w:right="2646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1"/>
        </w:rPr>
        <w:t>REBEL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24" w:after="0" w:line="240" w:lineRule="auto"/>
        <w:ind w:left="309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love.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1" w:after="0" w:line="240" w:lineRule="auto"/>
        <w:ind w:left="2532" w:right="2566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9"/>
        </w:rPr>
        <w:t>MOTHER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0" w:after="0" w:line="240" w:lineRule="auto"/>
        <w:ind w:left="319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Spare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chokin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shackles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bleedin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wounds.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6" w:after="0" w:line="240" w:lineRule="auto"/>
        <w:ind w:left="2624" w:right="2640"/>
        <w:jc w:val="center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REBEL</w:t>
      </w:r>
    </w:p>
    <w:p>
      <w:pPr>
        <w:spacing w:before="10" w:after="0" w:line="273" w:lineRule="auto"/>
        <w:ind w:left="92" w:right="61" w:firstLine="217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169.852356pt;margin-top:98.040283pt;width:48.805371pt;height:.1pt;mso-position-horizontal-relative:page;mso-position-vertical-relative:paragraph;z-index:-1105" coordorigin="3397,1961" coordsize="976,2">
            <v:shape style="position:absolute;left:3397;top:1961;width:976;height:2" coordorigin="3397,1961" coordsize="976,0" path="m3397,1961l4373,1961e" filled="f" stroked="t" strokeweight=".241611pt" strokecolor="#000000">
              <v:path arrowok="t"/>
            </v:shape>
          </v:group>
          <w10:wrap type="none"/>
        </w:pict>
      </w:r>
      <w:r>
        <w:rPr/>
        <w:pict>
          <v:group style="position:absolute;margin-left:222.040268pt;margin-top:98.64431pt;width:48.563759pt;height:.1pt;mso-position-horizontal-relative:page;mso-position-vertical-relative:paragraph;z-index:-1104" coordorigin="4441,1973" coordsize="971,2">
            <v:shape style="position:absolute;left:4441;top:1973;width:971;height:2" coordorigin="4441,1973" coordsize="971,0" path="m4441,1973l5412,1973e" filled="f" stroked="t" strokeweight=".241611pt" strokecolor="#000000">
              <v:path arrowok="t"/>
            </v:shape>
          </v:group>
          <w10:wrap type="none"/>
        </w:pict>
      </w:r>
      <w:r>
        <w:rPr/>
        <w:pict>
          <v:group style="position:absolute;margin-left:287.516785pt;margin-top:99.127533pt;width:26.335571pt;height:.1pt;mso-position-horizontal-relative:page;mso-position-vertical-relative:paragraph;z-index:-1103" coordorigin="5750,1983" coordsize="527,2">
            <v:shape style="position:absolute;left:5750;top:1983;width:527;height:2" coordorigin="5750,1983" coordsize="527,0" path="m5750,1983l6277,1983e" filled="f" stroked="t" strokeweight=".241611pt" strokecolor="#000000">
              <v:path arrowok="t"/>
            </v:shape>
          </v:group>
          <w10:wrap type="none"/>
        </w:pict>
      </w:r>
      <w:r>
        <w:rPr/>
        <w:pict>
          <v:group style="position:absolute;margin-left:330.281891pt;margin-top:99.489944pt;width:32.859061pt;height:.1pt;mso-position-horizontal-relative:page;mso-position-vertical-relative:paragraph;z-index:-1102" coordorigin="6606,1990" coordsize="657,2">
            <v:shape style="position:absolute;left:6606;top:1990;width:657;height:2" coordorigin="6606,1990" coordsize="657,0" path="m6606,1990l7263,1990e" filled="f" stroked="t" strokeweight=".24161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spare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9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9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There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poor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lynche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bastard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poor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torture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not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murdere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humiliated.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jc w:val="both"/>
        <w:spacing w:after="0"/>
        <w:sectPr>
          <w:pgSz w:w="16840" w:h="12240" w:orient="landscape"/>
          <w:pgMar w:top="1100" w:bottom="280" w:left="1780" w:right="1560"/>
          <w:cols w:num="2" w:equalWidth="0">
            <w:col w:w="5768" w:space="1822"/>
            <w:col w:w="5910"/>
          </w:cols>
        </w:sectPr>
      </w:pPr>
      <w:rPr/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304" w:lineRule="exact"/>
        <w:ind w:left="176" w:right="-20"/>
        <w:jc w:val="left"/>
        <w:tabs>
          <w:tab w:pos="1800" w:val="left"/>
          <w:tab w:pos="10100" w:val="left"/>
          <w:tab w:pos="132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/>
        <w:pict>
          <v:group style="position:absolute;margin-left:213.839996pt;margin-top:-45.614071pt;width:181.680003pt;height:.1pt;mso-position-horizontal-relative:page;mso-position-vertical-relative:paragraph;z-index:-1098" coordorigin="4277,-912" coordsize="3634,2">
            <v:shape style="position:absolute;left:4277;top:-912;width:3634;height:2" coordorigin="4277,-912" coordsize="3634,0" path="m4277,-912l7910,-91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6"/>
        </w:rPr>
        <w:t>46</w:t>
      </w:r>
      <w:r>
        <w:rPr>
          <w:rFonts w:ascii="Times New Roman" w:hAnsi="Times New Roman" w:cs="Times New Roman" w:eastAsia="Times New Roman"/>
          <w:sz w:val="20"/>
          <w:szCs w:val="20"/>
          <w:spacing w:val="-36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6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6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4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1"/>
          <w:position w:val="4"/>
        </w:rPr>
        <w:t>WRETCHE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1"/>
          <w:position w:val="4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1"/>
          <w:position w:val="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1"/>
          <w:position w:val="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4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4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4"/>
        </w:rPr>
        <w:t>EARTH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  <w:t>47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pgSz w:w="16840" w:h="12240" w:orient="landscape"/>
          <w:pgMar w:top="0" w:bottom="0" w:left="1720" w:right="1500"/>
        </w:sectPr>
      </w:pPr>
      <w:rPr/>
    </w:p>
    <w:p>
      <w:pPr>
        <w:spacing w:before="39" w:after="0" w:line="240" w:lineRule="auto"/>
        <w:ind w:left="2607" w:right="3813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shape style="position:absolute;margin-left:421.440002pt;margin-top:1.92pt;width:24.959999pt;height:593.280029pt;mso-position-horizontal-relative:page;mso-position-vertical-relative:page;z-index:-1100" type="#_x0000_t75">
            <v:imagedata r:id="rId56" o:title=""/>
          </v:shape>
        </w:pict>
      </w:r>
      <w:r>
        <w:rPr/>
        <w:pict>
          <v:group style="position:absolute;margin-left:36.960003pt;margin-top:0pt;width:.1pt;height:587.28pt;mso-position-horizontal-relative:page;mso-position-vertical-relative:page;z-index:-1099" coordorigin="739,0" coordsize="2,11746">
            <v:shape style="position:absolute;left:739;top:0;width:2;height:11746" coordorigin="739,0" coordsize="0,11746" path="m739,11746l739,0e" filled="f" stroked="t" strokeweight="3.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MOTHER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8" w:after="0" w:line="240" w:lineRule="auto"/>
        <w:ind w:left="397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Heaven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delive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him!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64" w:after="0" w:line="240" w:lineRule="auto"/>
        <w:ind w:left="2698" w:right="390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REBEL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3" w:after="0" w:line="240" w:lineRule="auto"/>
        <w:ind w:left="392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heart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delive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memorie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7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40" w:lineRule="auto"/>
        <w:ind w:left="392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26"/>
        </w:rPr>
        <w:t>It</w:t>
      </w:r>
      <w:r>
        <w:rPr>
          <w:rFonts w:ascii="Arial" w:hAnsi="Arial" w:cs="Arial" w:eastAsia="Arial"/>
          <w:sz w:val="20"/>
          <w:szCs w:val="20"/>
          <w:spacing w:val="-20"/>
          <w:w w:val="12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Novembe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night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1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52" w:lineRule="exact"/>
        <w:ind w:left="37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suddenl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clamors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</w:rPr>
        <w:t>lit</w:t>
      </w:r>
      <w:r>
        <w:rPr>
          <w:rFonts w:ascii="Times New Roman" w:hAnsi="Times New Roman" w:cs="Times New Roman" w:eastAsia="Times New Roman"/>
          <w:sz w:val="23"/>
          <w:szCs w:val="23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sileqce,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7" w:after="0" w:line="242" w:lineRule="auto"/>
        <w:ind w:left="162" w:right="1994" w:firstLine="221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leapt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manure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beast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with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hooves.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3" w:after="0" w:line="258" w:lineRule="auto"/>
        <w:ind w:left="147" w:right="1351" w:firstLine="226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runnin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lunatics;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brok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5"/>
        </w:rPr>
        <w:t>...</w:t>
      </w:r>
      <w:r>
        <w:rPr>
          <w:rFonts w:ascii="Times New Roman" w:hAnsi="Times New Roman" w:cs="Times New Roman" w:eastAsia="Times New Roman"/>
          <w:sz w:val="19"/>
          <w:szCs w:val="19"/>
          <w:spacing w:val="-41"/>
          <w:w w:val="1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striking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Sweat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bloo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coole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off.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strikin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amidst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scream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scream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became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strident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clamo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rose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towar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outbuilding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burnin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flame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sweetly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splashe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cheeks.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5" w:after="0" w:line="263" w:lineRule="auto"/>
        <w:ind w:left="363" w:right="314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came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attac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master'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house.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shootin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windows.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0" w:lineRule="exact"/>
        <w:ind w:left="358" w:right="-20"/>
        <w:jc w:val="left"/>
        <w:tabs>
          <w:tab w:pos="158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forced</w:t>
      </w:r>
      <w:r>
        <w:rPr>
          <w:rFonts w:ascii="Times New Roman" w:hAnsi="Times New Roman" w:cs="Times New Roman" w:eastAsia="Times New Roman"/>
          <w:sz w:val="19"/>
          <w:szCs w:val="19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doors.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0" w:after="0" w:line="261" w:lineRule="auto"/>
        <w:ind w:left="128" w:right="1362" w:firstLine="23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            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bedroom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open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master'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bedroom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brilliantl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maste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calm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7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-37"/>
          <w:w w:val="1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stoppe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maste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8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03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entered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very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calml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1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indee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faithful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suddenl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cock­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roache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frightene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da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97"/>
        </w:rPr>
        <w:t>....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struck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bloo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spurted: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baptism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remember.6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9" w:lineRule="auto"/>
        <w:ind w:left="118" w:right="1369" w:firstLine="23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understandable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atmosphere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everyda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impossible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pimp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alcoholic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counterviolence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balance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respon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extraordinar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reciprocal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homoge-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neity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 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metropolita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settlers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more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terrible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proportio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exerte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330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91.440002pt;margin-top:-5.158438pt;width:53.760001pt;height:.1pt;mso-position-horizontal-relative:page;mso-position-vertical-relative:paragraph;z-index:-1097" coordorigin="1829,-103" coordsize="1075,2">
            <v:shape style="position:absolute;left:1829;top:-103;width:1075;height:2" coordorigin="1829,-103" coordsize="1075,0" path="m1829,-103l2904,-103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8"/>
        </w:rPr>
        <w:t>6</w:t>
      </w:r>
      <w:r>
        <w:rPr>
          <w:rFonts w:ascii="Times New Roman" w:hAnsi="Times New Roman" w:cs="Times New Roman" w:eastAsia="Times New Roman"/>
          <w:sz w:val="12"/>
          <w:szCs w:val="12"/>
          <w:spacing w:val="-4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Aime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Cesaire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"And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dogs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were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silent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"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  <w:i/>
          <w:position w:val="0"/>
        </w:rPr>
        <w:t>Lyric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91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  <w:i/>
          <w:position w:val="0"/>
        </w:rPr>
        <w:t>Dramatic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93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  <w:i/>
          <w:position w:val="0"/>
        </w:rPr>
        <w:t>Poetry-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199" w:lineRule="exact"/>
        <w:ind w:left="83" w:right="139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96"/>
          <w:i/>
        </w:rPr>
        <w:t>1946-82</w:t>
      </w:r>
      <w:r>
        <w:rPr>
          <w:rFonts w:ascii="Arial" w:hAnsi="Arial" w:cs="Arial" w:eastAsia="Arial"/>
          <w:sz w:val="18"/>
          <w:szCs w:val="18"/>
          <w:spacing w:val="0"/>
          <w:w w:val="96"/>
          <w:i/>
        </w:rPr>
        <w:t>,</w:t>
      </w:r>
      <w:r>
        <w:rPr>
          <w:rFonts w:ascii="Arial" w:hAnsi="Arial" w:cs="Arial" w:eastAsia="Arial"/>
          <w:sz w:val="18"/>
          <w:szCs w:val="18"/>
          <w:spacing w:val="9"/>
          <w:w w:val="96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trans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Clayto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Eshlema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Annette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Smit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Charlottesville: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87" w:lineRule="exact"/>
        <w:ind w:left="10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98.960007pt;margin-top:99.573219pt;width:299.760004pt;height:.1pt;mso-position-horizontal-relative:page;mso-position-vertical-relative:paragraph;z-index:-1096" coordorigin="3979,1991" coordsize="5995,2">
            <v:shape style="position:absolute;left:3979;top:1991;width:5995;height:2" coordorigin="3979,1991" coordsize="5995,0" path="m3979,1991l9974,1991e" filled="f" stroked="t" strokeweight=".9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Universit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Virginia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1990).</w:t>
      </w:r>
    </w:p>
    <w:p>
      <w:pPr>
        <w:spacing w:before="31" w:after="0" w:line="249" w:lineRule="auto"/>
        <w:ind w:right="69" w:firstLine="1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insurrectional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metropolita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threat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ernments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indiscriminately.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assassinatio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likene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assassinatio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Boumendjel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motivation.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geria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independent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treason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logic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unrelentin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baffle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counterlogic</w:t>
      </w:r>
      <w:r>
        <w:rPr>
          <w:rFonts w:ascii="Times New Roman" w:hAnsi="Times New Roman" w:cs="Times New Roman" w:eastAsia="Times New Roman"/>
          <w:sz w:val="22"/>
          <w:szCs w:val="22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rema.ine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thinking.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counterviolence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police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reprisal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automaticall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reprisal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profoundl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unequal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machine­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bombardment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naval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vessel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out­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horror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scope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response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alienate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demystified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pendulum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counterterror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see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speeche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equal­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absurdit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Frenchme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killed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ambus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Sakamod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spark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in­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dignatio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civilize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consciences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sackin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Guergou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  <w:i/>
        </w:rPr>
        <w:t>douars,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91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Djera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dechra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massacre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ambus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nothing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Terror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counter­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terror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counterviolence.Thi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observer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bitterly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describin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circle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hatre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mani­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tenaciou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10" w:right="68" w:firstLine="23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alway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attributable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sweepin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repres­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encompasse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popula­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195</w:t>
      </w:r>
      <w:r>
        <w:rPr>
          <w:rFonts w:ascii="Times New Roman" w:hAnsi="Times New Roman" w:cs="Times New Roman" w:eastAsia="Times New Roman"/>
          <w:sz w:val="22"/>
          <w:szCs w:val="22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12,000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victim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ofPhilippeville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1956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Lacoste'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rural</w:t>
      </w:r>
    </w:p>
    <w:p>
      <w:pPr>
        <w:jc w:val="both"/>
        <w:spacing w:after="0"/>
        <w:sectPr>
          <w:type w:val="continuous"/>
          <w:pgSz w:w="16840" w:h="12240" w:orient="landscape"/>
          <w:pgMar w:top="1120" w:bottom="280" w:left="1720" w:right="1500"/>
          <w:cols w:num="2" w:equalWidth="0">
            <w:col w:w="7209" w:space="571"/>
            <w:col w:w="5840"/>
          </w:cols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/>
        <w:pict>
          <v:group style="position:absolute;margin-left:222.678802pt;margin-top:602.96991pt;width:171.274388pt;height:7.705686pt;mso-position-horizontal-relative:page;mso-position-vertical-relative:page;z-index:-1095" coordorigin="4454,12059" coordsize="3425,154">
            <v:shape style="position:absolute;left:5355;top:12059;width:2524;height:154" type="#_x0000_t75">
              <v:imagedata r:id="rId57" o:title=""/>
            </v:shape>
            <v:group style="position:absolute;left:4463;top:12201;width:3394;height:2" coordorigin="4463,12201" coordsize="3394,2">
              <v:shape style="position:absolute;left:4463;top:12201;width:3394;height:2" coordorigin="4463,12201" coordsize="3394,0" path="m4463,12201l7858,12201e" filled="f" stroked="t" strokeweight=".96293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9.959869pt;margin-top:13.484948pt;width:25.043478pt;height:594.781109pt;mso-position-horizontal-relative:page;mso-position-vertical-relative:page;z-index:-1094" coordorigin="8399,270" coordsize="501,11896">
            <v:shape style="position:absolute;left:8399;top:270;width:501;height:9555" type="#_x0000_t75">
              <v:imagedata r:id="rId58" o:title=""/>
            </v:shape>
            <v:group style="position:absolute;left:8647;top:9825;width:2;height:2264" coordorigin="8647,9825" coordsize="2,2264">
              <v:shape style="position:absolute;left:8647;top:9825;width:2;height:2264" coordorigin="8647,9825" coordsize="0,2264" path="m8647,12088l8647,9825e" filled="f" stroked="t" strokeweight="7.703483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591541pt;margin-top:15.411361pt;width:.1pt;height:589.243756pt;mso-position-horizontal-relative:page;mso-position-vertical-relative:page;z-index:-1093" coordorigin="732,308" coordsize="2,11785">
            <v:shape style="position:absolute;left:732;top:308;width:2;height:11785" coordorigin="732,308" coordsize="0,11785" path="m732,12093l732,308e" filled="f" stroked="t" strokeweight="4.573943pt" strokecolor="#000000">
              <v:path arrowok="t"/>
            </v:shape>
          </v:group>
          <w10:wrap type="none"/>
        </w:pict>
      </w:r>
      <w:r>
        <w:rPr>
          <w:sz w:val="15"/>
          <w:szCs w:val="15"/>
        </w:rPr>
      </w:r>
    </w:p>
    <w:p>
      <w:pPr>
        <w:spacing w:before="0" w:after="0" w:line="240" w:lineRule="auto"/>
        <w:ind w:left="124" w:right="1600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48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       </w:t>
      </w:r>
      <w:r>
        <w:rPr>
          <w:rFonts w:ascii="Courier New" w:hAnsi="Courier New" w:cs="Courier New" w:eastAsia="Courier New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29" w:right="-3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militias.?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evident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everyone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98" w:lineRule="exact"/>
        <w:ind w:left="114" w:right="-35" w:firstLine="226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91.960327pt;margin-top:-6.046556pt;width:53.92438pt;height:.1pt;mso-position-horizontal-relative:page;mso-position-vertical-relative:paragraph;z-index:-1092" coordorigin="1839,-121" coordsize="1078,2">
            <v:shape style="position:absolute;left:1839;top:-121;width:1078;height:2" coordorigin="1839,-121" coordsize="1078,0" path="m1839,-121l2918,-121e" filled="f" stroked="t" strokeweight=".72220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3"/>
          <w:szCs w:val="13"/>
          <w:spacing w:val="0"/>
          <w:w w:val="100"/>
          <w:position w:val="5"/>
        </w:rPr>
        <w:t>7</w:t>
      </w:r>
      <w:r>
        <w:rPr>
          <w:rFonts w:ascii="Arial" w:hAnsi="Arial" w:cs="Arial" w:eastAsia="Arial"/>
          <w:sz w:val="13"/>
          <w:szCs w:val="13"/>
          <w:spacing w:val="7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orde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gauge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importance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decisio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Frenc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govern­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ment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retur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period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issue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Resistance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  <w:i/>
          <w:position w:val="0"/>
        </w:rPr>
        <w:t>Algerienne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9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Marc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28,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  <w:position w:val="0"/>
        </w:rPr>
        <w:t>1957,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read:</w:t>
      </w:r>
    </w:p>
    <w:p>
      <w:pPr>
        <w:spacing w:before="1" w:after="0" w:line="202" w:lineRule="exact"/>
        <w:ind w:left="124" w:right="-25" w:firstLine="221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"In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wishe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Unite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Assembly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recentl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militias.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bloodshed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UN.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replie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Lacoste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Cease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fire,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6" w:lineRule="exact"/>
        <w:ind w:left="124" w:right="-31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vise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UN.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civilians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scream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Lacoste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7" w:lineRule="exact"/>
        <w:ind w:left="124" w:right="-29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volve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democratic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2" w:lineRule="auto"/>
        <w:ind w:left="119" w:right="-48" w:firstLine="10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peaceful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recommended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Lacoste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decree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</w:rPr>
        <w:t>hence­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anybod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appearing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suspect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savage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iniquitous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                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borderin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genocide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combate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authorities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8"/>
          <w:szCs w:val="1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opinion.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Lacoste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retorts: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systematize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repression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manhunt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symbolicall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civilia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military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civilians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circle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sealed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middle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disarmed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starved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hounded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jostled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struck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lynche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:;ausc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9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suspect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French­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authorize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welcome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single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Frenchma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UN's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appeal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calm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does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permissio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obligatio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unearth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fabricate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hun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down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suspects.</w:t>
      </w:r>
    </w:p>
    <w:p>
      <w:pPr>
        <w:spacing w:before="0" w:after="0" w:line="199" w:lineRule="exact"/>
        <w:ind w:left="345" w:right="-41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Assembly'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resolutio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single</w:t>
      </w:r>
    </w:p>
    <w:p>
      <w:pPr>
        <w:spacing w:before="0" w:after="0" w:line="197" w:lineRule="exact"/>
        <w:ind w:left="129" w:right="-33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appallin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extermina­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1" w:after="0" w:line="231" w:lineRule="auto"/>
        <w:ind w:left="119" w:right="-51" w:firstLine="5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moder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Democratic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solution?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Okay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concede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8"/>
        </w:rPr>
        <w:t>Lacoste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9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eliminatin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civilian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let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majorit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Parisia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cautiousl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reporte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gangs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Fascist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said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Yes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fascism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heart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traditionall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colonialist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countries?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Systematicall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authorize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condone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assassinatio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suggested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hundre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thirt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years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hasn't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born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mark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eve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gaping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eve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growing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eve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deeper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wounds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careful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advise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Monsieu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Kenne-Vignes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parliamen­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membe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M.R.P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party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abys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communitie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Yes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isn't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colonial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statu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enslavement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people?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Revolu­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precisel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livin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enslavement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abyss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Revolutio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addresse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occupyin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follows: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'Remove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fang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bruise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wounde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flesh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speak!'</w:t>
      </w:r>
    </w:p>
    <w:p>
      <w:pPr>
        <w:spacing w:before="6" w:after="0" w:line="198" w:lineRule="exact"/>
        <w:ind w:left="129" w:right="-33" w:firstLine="217"/>
        <w:jc w:val="left"/>
        <w:tabs>
          <w:tab w:pos="286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alleviate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whos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missio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border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Tunisia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Morocco.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2325" w:right="-20"/>
        <w:jc w:val="left"/>
        <w:tabs>
          <w:tab w:pos="544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3"/>
        </w:rPr>
        <w:t>49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2" w:lineRule="auto"/>
        <w:ind w:left="-18" w:right="188" w:firstLine="-48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change.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accounts.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enormou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rank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necessar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respon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violence,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admit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consequences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account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expression: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"All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reply: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"All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tortured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3" w:lineRule="auto"/>
        <w:ind w:left="39" w:right="135" w:firstLine="-10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474.727112pt;margin-top:-4.105437pt;width:54.646581pt;height:.1pt;mso-position-horizontal-relative:page;mso-position-vertical-relative:paragraph;z-index:-1091" coordorigin="9495,-82" coordsize="1093,2">
            <v:shape style="position:absolute;left:9495;top:-82;width:1093;height:2" coordorigin="9495,-82" coordsize="1093,0" path="m9495,-82l10587,-82e" filled="f" stroked="t" strokeweight=".48146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hundre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thousan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nav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9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airforce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vast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9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expeditiously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ggerin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recruite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ex-torturer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Morocca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funlSla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2"/>
        </w:rPr>
        <w:t>ferntonal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hundre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thousan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strong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allevi­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impressive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Lacoste'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criminal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hys­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terical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frenz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convince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clear-sighte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Frenchmen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justificatio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contradictor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itself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French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army'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infinite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moment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missio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door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Abov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2"/>
        </w:rPr>
        <w:t>1s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7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fusal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analyze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gauge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dept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densit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2"/>
        </w:rPr>
        <w:t>!he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Revolution: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district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street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housm_g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block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floo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communit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89"/>
        </w:rPr>
        <w:t>...</w:t>
      </w:r>
      <w:r>
        <w:rPr>
          <w:rFonts w:ascii="Times New Roman" w:hAnsi="Times New Roman" w:cs="Times New Roman" w:eastAsia="Times New Roman"/>
          <w:sz w:val="18"/>
          <w:szCs w:val="18"/>
          <w:spacing w:val="-27"/>
          <w:w w:val="1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ground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4"/>
        </w:rPr>
        <w:t>IS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backe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floo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floor.</w:t>
      </w:r>
    </w:p>
    <w:p>
      <w:pPr>
        <w:spacing w:before="0" w:after="0" w:line="179" w:lineRule="exact"/>
        <w:ind w:left="29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48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hours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thousan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candidate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enrolled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European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33" w:lineRule="auto"/>
        <w:ind w:left="87" w:right="102" w:firstLine="-5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geria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immediatel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responde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Lacoste'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murder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list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survivin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Algerian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sector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Gath­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erin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intelligence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'rapi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terrorism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identifyin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suspects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imina­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runaway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reinforcements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allevmte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jobs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Combin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ground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backe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combin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floo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floor.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Haphazar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killing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backe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premeditate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murder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blood­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urge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UN.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wa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9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so,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retort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Lacoste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9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bloo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havin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delivere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Massu'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horde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entruste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militias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I..:acoste'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deci­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clearl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off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war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9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5"/>
        </w:rPr>
        <w:t>It</w:t>
      </w:r>
      <w:r>
        <w:rPr>
          <w:rFonts w:ascii="Arial" w:hAnsi="Arial" w:cs="Arial" w:eastAsia="Arial"/>
          <w:sz w:val="18"/>
          <w:szCs w:val="18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2"/>
        </w:rPr>
        <w:t>1s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7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there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prisoner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delight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dra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everyone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</w:rPr>
        <w:t>him.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79" w:lineRule="exact"/>
        <w:ind w:left="332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9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:nus­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2" w:lineRule="auto"/>
        <w:ind w:left="130" w:right="64" w:firstLine="-5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cula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tensio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intensif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orgamzed,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requisitione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killing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conseious?ess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strengthe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resistance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Yes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task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mfi­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nite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Algeria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infinite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75"/>
        </w:rPr>
        <w:t>0</w:t>
      </w:r>
      <w:r>
        <w:rPr>
          <w:rFonts w:ascii="Times New Roman" w:hAnsi="Times New Roman" w:cs="Times New Roman" w:eastAsia="Times New Roman"/>
          <w:sz w:val="18"/>
          <w:szCs w:val="18"/>
          <w:spacing w:val="-41"/>
          <w:w w:val="17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infinite!"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4" w:lineRule="exact"/>
        <w:ind w:left="356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73"/>
        </w:rPr>
        <w:t>B</w:t>
      </w:r>
      <w:r>
        <w:rPr>
          <w:rFonts w:ascii="Arial" w:hAnsi="Arial" w:cs="Arial" w:eastAsia="Arial"/>
          <w:sz w:val="12"/>
          <w:szCs w:val="12"/>
          <w:spacing w:val="8"/>
          <w:w w:val="7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why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outbrea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hostilities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prisoner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taken.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9" w:after="0" w:line="198" w:lineRule="exact"/>
        <w:ind w:left="149" w:right="69" w:firstLine="-10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5"/>
        </w:rPr>
        <w:t>It</w:t>
      </w:r>
      <w:r>
        <w:rPr>
          <w:rFonts w:ascii="Arial" w:hAnsi="Arial" w:cs="Arial" w:eastAsia="Arial"/>
          <w:sz w:val="18"/>
          <w:szCs w:val="18"/>
          <w:spacing w:val="-18"/>
          <w:w w:val="13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politicizin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cadre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88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masse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accept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(I)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recruit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dispatche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  <w:i/>
        </w:rPr>
        <w:t>metropole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9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</w:rPr>
        <w:t>not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1080" w:bottom="280" w:left="1720" w:right="1420"/>
          <w:cols w:num="2" w:equalWidth="0">
            <w:col w:w="5787" w:space="1963"/>
            <w:col w:w="5950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8" w:right="-20"/>
        <w:jc w:val="left"/>
        <w:tabs>
          <w:tab w:pos="174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1"/>
          <w:szCs w:val="21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6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left="103" w:right="-58" w:firstLine="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wife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raped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authorities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oppressio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appoint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inquir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investigatio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commission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exist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years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crime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Algeria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Frenchma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brough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justice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Algerian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Indochina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Madagascar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"native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alway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dream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impossible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1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imagine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annihilatin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logical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Manichaeanism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produces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9" w:lineRule="exact"/>
        <w:ind w:left="103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Manichaeanism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"absolute</w:t>
      </w:r>
    </w:p>
    <w:p>
      <w:pPr>
        <w:spacing w:before="12" w:after="0" w:line="251" w:lineRule="auto"/>
        <w:ind w:left="108" w:right="2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"absolute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native."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0" w:lineRule="auto"/>
        <w:ind w:left="103" w:right="8" w:firstLine="21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arrival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signifie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syncreticall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indigenou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society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cultural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lethargy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petrifactio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materialize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rottin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cadave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term-for-term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correspondence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arguments.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9" w:lineRule="auto"/>
        <w:ind w:left="103" w:right="8" w:firstLine="22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happen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invested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positive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formative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feature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praxi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totalizin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almight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nation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indivisible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mobilize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people,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pitche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direction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turnin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back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2" w:lineRule="auto"/>
        <w:ind w:left="103" w:right="10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99.904541pt;margin-top:-5.712675pt;width:54.165113pt;height:.1pt;mso-position-horizontal-relative:page;mso-position-vertical-relative:paragraph;z-index:-1088" coordorigin="1998,-114" coordsize="1083,2">
            <v:shape style="position:absolute;left:1998;top:-114;width:1083;height:2" coordorigin="1998,-114" coordsize="1083,0" path="m1998,-114l3081,-114e" filled="f" stroked="t" strokeweight=".72220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alway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sickene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war;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wage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abidin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</w:rPr>
        <w:t>international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conventions;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(3)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takes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prisoner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army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cease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considere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outlaws;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any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possessio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prisoner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constitute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applying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protectin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militant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enemy.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86" w:after="0" w:line="240" w:lineRule="auto"/>
        <w:ind w:left="2316" w:right="-20"/>
        <w:jc w:val="left"/>
        <w:tabs>
          <w:tab w:pos="544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  <w:position w:val="3"/>
        </w:rPr>
        <w:t>51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auto"/>
        <w:ind w:right="143" w:firstLine="21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mobiliza­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introduces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tional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destiny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collective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histor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consciousness.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Consequently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facili­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existence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morta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kneade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understandin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originalit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vocabular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underdevelope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nial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oppres­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urge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fight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poverty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illiteracy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say,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unendin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struggle.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9" w:lineRule="exact"/>
        <w:ind w:left="219" w:right="153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unifie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people.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45" w:lineRule="auto"/>
        <w:ind w:left="27" w:right="135" w:firstLine="-1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separatist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regionalist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Co­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lonialism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existence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reinforce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differentiate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nurtures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chieftainship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revive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9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marabou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9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confraternities.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8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totalizin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harbor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eliminatio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regionalism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tribal­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parties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toward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  <w:i/>
        </w:rPr>
        <w:t>kaid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6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traditional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chiefs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eliminatio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  <w:i/>
        </w:rPr>
        <w:t>kaids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chief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prerequisite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people.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exact"/>
        <w:ind w:left="252" w:right="11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cleansin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It</w:t>
      </w:r>
      <w:r>
        <w:rPr>
          <w:rFonts w:ascii="Arial" w:hAnsi="Arial" w:cs="Arial" w:eastAsia="Arial"/>
          <w:sz w:val="23"/>
          <w:szCs w:val="23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8"/>
        </w:rPr>
        <w:t>rids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0" w:after="0" w:line="250" w:lineRule="auto"/>
        <w:ind w:left="58" w:right="75" w:firstLine="-76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inferiorit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complex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passive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despairin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attitude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36"/>
        </w:rPr>
        <w:t>It</w:t>
      </w:r>
      <w:r>
        <w:rPr>
          <w:rFonts w:ascii="Arial" w:hAnsi="Arial" w:cs="Arial" w:eastAsia="Arial"/>
          <w:sz w:val="21"/>
          <w:szCs w:val="21"/>
          <w:spacing w:val="-30"/>
          <w:w w:val="13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embolden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restore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self­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confidence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symbolic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demobilize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decolonization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achievement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merit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leader.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Hence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aggressive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tendenc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distrust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proto­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establish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liberation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masses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nobody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"liberator.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jealou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destiny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fate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homeland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center"/>
        <w:spacing w:after="0"/>
        <w:sectPr>
          <w:pgSz w:w="16840" w:h="12260" w:orient="landscape"/>
          <w:pgMar w:top="1120" w:bottom="0" w:left="1900" w:right="1340"/>
          <w:cols w:num="2" w:equalWidth="0">
            <w:col w:w="5823" w:space="1839"/>
            <w:col w:w="593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424.775909pt;margin-top:13.484947pt;width:28.89632pt;height:598.635048pt;mso-position-horizontal-relative:page;mso-position-vertical-relative:page;z-index:-1090" coordorigin="8496,270" coordsize="578,11973">
            <v:shape style="position:absolute;left:8496;top:270;width:578;height:10518" type="#_x0000_t75">
              <v:imagedata r:id="rId59" o:title=""/>
            </v:shape>
            <v:group style="position:absolute;left:8739;top:10788;width:2;height:1430" coordorigin="8739,10788" coordsize="2,1430">
              <v:shape style="position:absolute;left:8739;top:10788;width:2;height:1430" coordorigin="8739,10788" coordsize="0,1430" path="m8739,12218l8739,10788e" filled="f" stroked="t" strokeweight="7.462749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.887688pt;margin-top:14.448152pt;width:.1pt;height:589.484559pt;mso-position-horizontal-relative:page;mso-position-vertical-relative:page;z-index:-1089" coordorigin="838,289" coordsize="2,11790">
            <v:shape style="position:absolute;left:838;top:289;width:2;height:11790" coordorigin="838,289" coordsize="0,11790" path="m838,12079l838,289e" filled="f" stroked="t" strokeweight="5.536878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60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65.119996pt;height:10.56pt;mso-position-horizontal-relative:char;mso-position-vertical-relative:line" type="#_x0000_t75">
            <v:imagedata r:id="rId6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6840" w:h="12260" w:orient="landscape"/>
          <w:pgMar w:top="1120" w:bottom="280" w:left="1900" w:right="1340"/>
        </w:sectPr>
      </w:pPr>
      <w:rPr/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/>
        <w:pict>
          <v:group style="position:absolute;margin-left:33.712376pt;margin-top:12.642922pt;width:12.521739pt;height:399.971399pt;mso-position-horizontal-relative:page;mso-position-vertical-relative:page;z-index:-1087" coordorigin="674,253" coordsize="250,7999">
            <v:shape style="position:absolute;left:674;top:6068;width:250;height:963" type="#_x0000_t75">
              <v:imagedata r:id="rId61" o:title=""/>
            </v:shape>
            <v:group style="position:absolute;left:775;top:308;width:2;height:5750" coordorigin="775,308" coordsize="2,5750">
              <v:shape style="position:absolute;left:775;top:308;width:2;height:5750" coordorigin="775,308" coordsize="0,5750" path="m775,6059l775,308e" filled="f" stroked="t" strokeweight="5.536878pt" strokecolor="#000000">
                <v:path arrowok="t"/>
              </v:shape>
            </v:group>
            <v:group style="position:absolute;left:775;top:7031;width:2;height:1165" coordorigin="775,7031" coordsize="2,1165">
              <v:shape style="position:absolute;left:775;top:7031;width:2;height:1165" coordorigin="775,7031" coordsize="0,1165" path="m775,8197l775,7031e" filled="f" stroked="t" strokeweight="5.53687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0pt;margin-top:429.471466pt;width:9.632107pt;height:172.535234pt;mso-position-horizontal-relative:page;mso-position-vertical-relative:page;z-index:-1086" coordorigin="0,8589" coordsize="193,3451">
            <v:shape style="position:absolute;left:0;top:9844;width:193;height:2196" type="#_x0000_t75">
              <v:imagedata r:id="rId62" o:title=""/>
            </v:shape>
            <v:group style="position:absolute;left:22;top:8601;width:2;height:1267" coordorigin="22,8601" coordsize="2,1267">
              <v:shape style="position:absolute;left:22;top:8601;width:2;height:1267" coordorigin="22,8601" coordsize="0,1267" path="m22,9868l22,8601e" filled="f" stroked="t" strokeweight="1.203669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26.702332pt;margin-top:16.374588pt;width:17.337793pt;height:594.179058pt;mso-position-horizontal-relative:page;mso-position-vertical-relative:page;z-index:-1085" coordorigin="8534,327" coordsize="347,11884">
            <v:shape style="position:absolute;left:8534;top:327;width:347;height:9112" type="#_x0000_t75">
              <v:imagedata r:id="rId63" o:title=""/>
            </v:shape>
            <v:group style="position:absolute;left:8681;top:9439;width:2;height:2692" coordorigin="8681,9439" coordsize="2,2692">
              <v:shape style="position:absolute;left:8681;top:9439;width:2;height:2692" coordorigin="8681,9439" coordsize="0,2692" path="m8681,12132l8681,9439e" filled="f" stroked="t" strokeweight="7.94421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9.239616pt;margin-top:416.10675pt;width:.1pt;height:189.270778pt;mso-position-horizontal-relative:page;mso-position-vertical-relative:page;z-index:-1084" coordorigin="785,8322" coordsize="2,3785">
            <v:shape style="position:absolute;left:785;top:8322;width:2;height:3785" coordorigin="785,8322" coordsize="0,3785" path="m785,12108l785,8322e" filled="f" stroked="t" strokeweight="6.25908pt" strokecolor="#000000">
              <v:path arrowok="t"/>
            </v:shape>
          </v:group>
          <w10:wrap type="none"/>
        </w:pict>
      </w:r>
      <w:r>
        <w:rPr/>
        <w:pict>
          <v:group style="position:absolute;margin-left:229.419342pt;margin-top:608.869141pt;width:159.365799pt;height:.1pt;mso-position-horizontal-relative:page;mso-position-vertical-relative:page;z-index:-1083" coordorigin="4588,12177" coordsize="3187,2">
            <v:shape style="position:absolute;left:4588;top:12177;width:3187;height:2" coordorigin="4588,12177" coordsize="3187,0" path="m4588,12177l7776,12177e" filled="f" stroked="t" strokeweight="5.296144pt" strokecolor="#000000">
              <v:path arrowok="t"/>
            </v:shape>
          </v:group>
          <w10:wrap type="none"/>
        </w:pict>
      </w:r>
      <w:r>
        <w:rPr/>
        <w:pict>
          <v:group style="position:absolute;margin-left:444.635406pt;margin-top:609.591553pt;width:285.028862pt;height:.1pt;mso-position-horizontal-relative:page;mso-position-vertical-relative:page;z-index:-1082" coordorigin="8893,12192" coordsize="5701,2">
            <v:shape style="position:absolute;left:8893;top:12192;width:5701;height:2" coordorigin="8893,12192" coordsize="5701,0" path="m8893,12192l14593,12192e" filled="f" stroked="t" strokeweight="2.166605pt" strokecolor="#000000">
              <v:path arrowok="t"/>
            </v:shape>
          </v:group>
          <w10:wrap type="none"/>
        </w:pict>
      </w:r>
      <w:r>
        <w:rPr>
          <w:sz w:val="19"/>
          <w:szCs w:val="19"/>
        </w:rPr>
      </w:r>
    </w:p>
    <w:p>
      <w:pPr>
        <w:spacing w:before="0" w:after="0" w:line="240" w:lineRule="auto"/>
        <w:ind w:left="120" w:right="1598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80"/>
        </w:rPr>
        <w:t>52</w:t>
      </w:r>
      <w:r>
        <w:rPr>
          <w:rFonts w:ascii="Courier New" w:hAnsi="Courier New" w:cs="Courier New" w:eastAsia="Courier New"/>
          <w:sz w:val="24"/>
          <w:szCs w:val="24"/>
          <w:spacing w:val="0"/>
          <w:w w:val="80"/>
        </w:rPr>
        <w:t>           </w:t>
      </w:r>
      <w:r>
        <w:rPr>
          <w:rFonts w:ascii="Courier New" w:hAnsi="Courier New" w:cs="Courier New" w:eastAsia="Courier New"/>
          <w:sz w:val="24"/>
          <w:szCs w:val="24"/>
          <w:spacing w:val="20"/>
          <w:w w:val="8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21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WRETCHE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D</w:t>
      </w:r>
      <w:r>
        <w:rPr>
          <w:rFonts w:ascii="Arial" w:hAnsi="Arial" w:cs="Arial" w:eastAsia="Arial"/>
          <w:sz w:val="15"/>
          <w:szCs w:val="15"/>
          <w:spacing w:val="34"/>
          <w:w w:val="9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OF</w:t>
      </w:r>
      <w:r>
        <w:rPr>
          <w:rFonts w:ascii="Arial" w:hAnsi="Arial" w:cs="Arial" w:eastAsia="Arial"/>
          <w:sz w:val="15"/>
          <w:szCs w:val="15"/>
          <w:spacing w:val="6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spacing w:val="20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EARTH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2" w:lineRule="auto"/>
        <w:ind w:left="115" w:right="-51" w:firstLine="1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god.</w:t>
      </w:r>
      <w:r>
        <w:rPr>
          <w:rFonts w:ascii="Times New Roman" w:hAnsi="Times New Roman" w:cs="Times New Roman" w:eastAsia="Times New Roman"/>
          <w:sz w:val="21"/>
          <w:szCs w:val="21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Totall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irresponsible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yesterday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bent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understandin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determinin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Enlightene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rebels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pacification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demagogues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opportunist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magician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difficulttask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praxi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pitched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desperate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man-to-ma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ravenou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taste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tangible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attempt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mystificatio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virtuall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impossible.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40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0"/>
        </w:rPr>
        <w:t>VIOLENCE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11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8"/>
        </w:rPr>
        <w:t>INTERNATIONAL</w:t>
      </w:r>
      <w:r>
        <w:rPr>
          <w:rFonts w:ascii="Times New Roman" w:hAnsi="Times New Roman" w:cs="Times New Roman" w:eastAsia="Times New Roman"/>
          <w:sz w:val="17"/>
          <w:szCs w:val="17"/>
          <w:spacing w:val="41"/>
          <w:w w:val="10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8"/>
        </w:rPr>
        <w:t>CONTEXT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62" w:lineRule="auto"/>
        <w:ind w:left="83" w:right="-20" w:firstLine="212"/>
        <w:jc w:val="right"/>
        <w:tabs>
          <w:tab w:pos="112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precedin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call-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povert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underdevelopment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fight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debilitat­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traditions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vocabular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staff: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"Mobilizatio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masses,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agricultural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front,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illit­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erac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front,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"defeat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suffered,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"victorie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won."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early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year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evolve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atmosphere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battleground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terror-stricke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road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ahead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appeal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them: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"Let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sleeve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work."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Grippe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creative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frenz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plunge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hugel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disproportion­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pull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best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widesprea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belief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labors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capable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achieve­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development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neithe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reasonable.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8" w:lineRule="auto"/>
        <w:ind w:left="83" w:right="1" w:firstLine="212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concentrate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84" w:after="0" w:line="240" w:lineRule="auto"/>
        <w:ind w:right="141"/>
        <w:jc w:val="right"/>
        <w:tabs>
          <w:tab w:pos="3120" w:val="left"/>
        </w:tabs>
        <w:rPr>
          <w:rFonts w:ascii="Courier New" w:hAnsi="Courier New" w:cs="Courier New" w:eastAsia="Courier New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97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Courier New" w:hAnsi="Courier New" w:cs="Courier New" w:eastAsia="Courier New"/>
          <w:sz w:val="25"/>
          <w:szCs w:val="25"/>
          <w:spacing w:val="0"/>
          <w:w w:val="79"/>
          <w:position w:val="2"/>
        </w:rPr>
        <w:t>53</w:t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2" w:lineRule="auto"/>
        <w:ind w:left="-36" w:right="131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Shopkeeper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merchants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clerks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banker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monopolize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commerce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science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framework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bourgeoisie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represente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prosperou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rise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enabled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launc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operation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crucial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indus­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trialization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development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communications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even­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oversea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outlets.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3" w:after="0" w:line="268" w:lineRule="auto"/>
        <w:ind w:left="10" w:right="120" w:firstLine="22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exception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England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instance,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slight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achievin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roughl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development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progress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insulte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others.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2" w:lineRule="auto"/>
        <w:ind w:left="24" w:right="46" w:firstLine="21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buildin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entirel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aspect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except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remarkable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achievement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coun­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suffer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infrastructure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masses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battle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poverty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wrestle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age-old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gestures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delineate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geograph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hunge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shrunke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bellies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underdevelop­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povert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inhumanity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doctors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engineers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administrators.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Facin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wallo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ostentatiou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opulence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opulence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literall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scandal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built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blood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existence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soil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subsoil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Europe'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well-bein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progress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built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sweat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corpse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blacks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Arabs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Indians,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Asians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determine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forget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colonialist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country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embarrasse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colony'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deman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proclaim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mind: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"If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Ages,"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newl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5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1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approval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challenge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actuall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colonizer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pgSz w:w="16840" w:h="12260" w:orient="landscape"/>
          <w:pgMar w:top="1120" w:bottom="280" w:left="1840" w:right="1480"/>
          <w:cols w:num="2" w:equalWidth="0">
            <w:col w:w="5782" w:space="1873"/>
            <w:col w:w="5865"/>
          </w:cols>
        </w:sectPr>
      </w:pPr>
      <w:rPr/>
    </w:p>
    <w:p>
      <w:pPr>
        <w:spacing w:before="83" w:after="0" w:line="297" w:lineRule="exact"/>
        <w:ind w:left="110" w:right="-20"/>
        <w:jc w:val="left"/>
        <w:tabs>
          <w:tab w:pos="1740" w:val="left"/>
          <w:tab w:pos="9420" w:val="left"/>
          <w:tab w:pos="1256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2"/>
        </w:rPr>
        <w:t>54</w:t>
      </w:r>
      <w:r>
        <w:rPr>
          <w:rFonts w:ascii="Times New Roman" w:hAnsi="Times New Roman" w:cs="Times New Roman" w:eastAsia="Times New Roman"/>
          <w:sz w:val="21"/>
          <w:szCs w:val="21"/>
          <w:spacing w:val="-38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2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  <w:position w:val="-2"/>
        </w:rPr>
        <w:t>WRETCHE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  <w:position w:val="-2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2"/>
          <w:position w:val="-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92"/>
          <w:position w:val="-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EARTH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VIOLENCE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position w:val="4"/>
        </w:rPr>
        <w:t>55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pgSz w:w="16840" w:h="12240" w:orient="landscape"/>
          <w:pgMar w:top="1120" w:bottom="280" w:left="2040" w:right="1740"/>
        </w:sectPr>
      </w:pPr>
      <w:rPr/>
    </w:p>
    <w:p>
      <w:pPr>
        <w:spacing w:before="57" w:after="0" w:line="244" w:lineRule="auto"/>
        <w:ind w:left="106" w:right="-43" w:firstLine="1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17.639999pt;margin-top:13.2pt;width:558.720008pt;height:598.8pt;mso-position-horizontal-relative:page;mso-position-vertical-relative:page;z-index:-1081" coordorigin="353,264" coordsize="11174,11976">
            <v:shape style="position:absolute;left:7334;top:326;width:2534;height:11885" type="#_x0000_t75">
              <v:imagedata r:id="rId64" o:title=""/>
            </v:shape>
            <v:shape style="position:absolute;left:384;top:12058;width:2266;height:154" type="#_x0000_t75">
              <v:imagedata r:id="rId65" o:title=""/>
            </v:shape>
            <v:group style="position:absolute;left:1013;top:288;width:2;height:11942" coordorigin="1013,288" coordsize="2,11942">
              <v:shape style="position:absolute;left:1013;top:288;width:2;height:11942" coordorigin="1013,288" coordsize="0,11942" path="m1013,12230l1013,288e" filled="f" stroked="t" strokeweight="2.4pt" strokecolor="#000000">
                <v:path arrowok="t"/>
              </v:shape>
            </v:group>
            <v:group style="position:absolute;left:360;top:12226;width:11160;height:2" coordorigin="360,12226" coordsize="11160,2">
              <v:shape style="position:absolute;left:360;top:12226;width:11160;height:2" coordorigin="360,12226" coordsize="11160,0" path="m360,12226l11520,12226e" filled="f" stroked="t" strokeweight=".7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.64pt;margin-top:387.839996pt;width:.1pt;height:51.36pt;mso-position-horizontal-relative:page;mso-position-vertical-relative:page;z-index:-1080" coordorigin="53,7757" coordsize="2,1027">
            <v:shape style="position:absolute;left:53;top:7757;width:2;height:1027" coordorigin="53,7757" coordsize="0,1027" path="m53,8784l53,7757e" filled="f" stroked="t" strokeweight="3.84pt" strokecolor="#000000">
              <v:path arrowok="t"/>
            </v:shape>
          </v:group>
          <w10:wrap type="none"/>
        </w:pict>
      </w:r>
      <w:r>
        <w:rPr/>
        <w:pict>
          <v:group style="position:absolute;margin-left:2.16pt;margin-top:446.880005pt;width:.1pt;height:95.76pt;mso-position-horizontal-relative:page;mso-position-vertical-relative:page;z-index:-1078" coordorigin="43,8938" coordsize="2,1915">
            <v:shape style="position:absolute;left:43;top:8938;width:2;height:1915" coordorigin="43,8938" coordsize="0,1915" path="m43,10853l43,8938e" filled="f" stroked="t" strokeweight="2.8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withdrawin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technician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encirclin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apparatu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pressure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5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4"/>
          <w:position w:val="7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8" w:after="0" w:line="262" w:lineRule="auto"/>
        <w:ind w:left="110" w:right="-56" w:firstLine="22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apotheosi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curse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inde­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pendence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sweepin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coercio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authoritie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condem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regression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other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says: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"If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suffe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consequences.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gigantic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effort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famishe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required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austerity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atrophie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muscle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proportion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autarkic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pitiful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resource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disposal,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endeavor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addres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mountin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hunge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grow­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poverty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mobilizatio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2" w:lineRule="auto"/>
        <w:ind w:left="115" w:right="-36" w:firstLine="221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07.520004pt;margin-top:-5.914936pt;width:54.48pt;height:.1pt;mso-position-horizontal-relative:page;mso-position-vertical-relative:paragraph;z-index:-1079" coordorigin="2150,-118" coordsize="1090,2">
            <v:shape style="position:absolute;left:2150;top:-118;width:1090;height:2" coordorigin="2150,-118" coordsize="1090,0" path="m2150,-118l3240,-118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5"/>
        </w:rPr>
        <w:t>9</w:t>
      </w:r>
      <w:r>
        <w:rPr>
          <w:rFonts w:ascii="Times New Roman" w:hAnsi="Times New Roman" w:cs="Times New Roman" w:eastAsia="Times New Roman"/>
          <w:sz w:val="12"/>
          <w:szCs w:val="12"/>
          <w:spacing w:val="21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international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4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context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capitalism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doc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impose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eco­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nomic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blockade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solel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upon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colonie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Africa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Asia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'Ib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U.S.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anti-Castr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polic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  <w:position w:val="0"/>
        </w:rPr>
        <w:t>inaugurate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Wester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  <w:position w:val="0"/>
        </w:rPr>
        <w:t>Hemisphere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new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chapte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histor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man'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laboriou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fight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freedom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Lati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America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compose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9"/>
          <w:position w:val="0"/>
        </w:rPr>
        <w:t>independent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countries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           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own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na-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tional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currenc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shoul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lesso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           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Since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liberatio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  <w:position w:val="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forme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colonie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live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terro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destitutio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unde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Wester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capitalism's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  <w:position w:val="0"/>
        </w:rPr>
        <w:t>stranglehold.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0" w:after="0" w:line="198" w:lineRule="exact"/>
        <w:ind w:left="336" w:right="-50"/>
        <w:jc w:val="left"/>
        <w:tabs>
          <w:tab w:pos="36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Africa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man'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have</w:t>
      </w:r>
    </w:p>
    <w:p>
      <w:pPr>
        <w:spacing w:before="0" w:after="0" w:line="231" w:lineRule="auto"/>
        <w:ind w:left="115" w:right="-40" w:firstLine="5"/>
        <w:jc w:val="left"/>
        <w:tabs>
          <w:tab w:pos="1880" w:val="left"/>
          <w:tab w:pos="2080" w:val="left"/>
          <w:tab w:pos="2220" w:val="left"/>
          <w:tab w:pos="2500" w:val="left"/>
          <w:tab w:pos="2840" w:val="left"/>
          <w:tab w:pos="3120" w:val="left"/>
          <w:tab w:pos="3380" w:val="left"/>
          <w:tab w:pos="3440" w:val="left"/>
          <w:tab w:pos="3820" w:val="left"/>
          <w:tab w:pos="41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enable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Lati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America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brea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dictatorship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where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looked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next.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Cuba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people.</w:t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Yankee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feel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heres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scourge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counter-revolutionar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</w:rPr>
        <w:t>brigades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fabricate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provisional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government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suga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cane</w:t>
      </w:r>
      <w:r>
        <w:rPr>
          <w:rFonts w:ascii="Times New Roman" w:hAnsi="Times New Roman" w:cs="Times New Roman" w:eastAsia="Times New Roman"/>
          <w:sz w:val="18"/>
          <w:szCs w:val="18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finall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implacable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stranglehol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18"/>
          <w:szCs w:val="18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won'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however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'I11e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Cuba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8"/>
          <w:szCs w:val="18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Jano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Quadros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president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Brazil,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declaratio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historical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importance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countr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Cuba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Revolutio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da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rejoicin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crucial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moment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throughout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almighty</w:t>
      </w:r>
      <w:r>
        <w:rPr>
          <w:rFonts w:ascii="Times New Roman" w:hAnsi="Times New Roman" w:cs="Times New Roman" w:eastAsia="Times New Roman"/>
          <w:sz w:val="18"/>
          <w:szCs w:val="18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dollar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99"/>
        </w:rPr>
        <w:t>wh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securit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only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guarantee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world,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</w:rPr>
        <w:t>•</w:t>
      </w:r>
      <w:r>
        <w:rPr>
          <w:rFonts w:ascii="Times New Roman" w:hAnsi="Times New Roman" w:cs="Times New Roman" w:eastAsia="Times New Roman"/>
          <w:sz w:val="18"/>
          <w:szCs w:val="18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oil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Middle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East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Unite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Fruit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Firestone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plantations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cease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slave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9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drai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head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bellie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substance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33" w:after="0" w:line="240" w:lineRule="auto"/>
        <w:ind w:left="708" w:right="207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exhaustio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41" w:after="0" w:line="240" w:lineRule="auto"/>
        <w:ind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40"/>
        </w:rPr>
        <w:t>',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4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4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contemptuou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" w:after="0" w:line="267" w:lineRule="auto"/>
        <w:ind w:left="101" w:right="204" w:firstLine="-9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56"/>
        </w:rPr>
        <w:t>.·.'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56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5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accept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ordeal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power.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8" w:lineRule="exact"/>
        <w:ind w:left="430" w:right="189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'ng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advantage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strategic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7" w:after="0" w:line="240" w:lineRule="auto"/>
        <w:ind w:left="96" w:right="18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44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44"/>
        </w:rPr>
        <w:t>       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4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sign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commit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them-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2" w:after="0" w:line="240" w:lineRule="auto"/>
        <w:ind w:left="598" w:right="181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2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formerl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territor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turne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7" w:after="0" w:line="257" w:lineRule="auto"/>
        <w:ind w:left="475" w:right="165" w:firstLine="-432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&lt;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conomicall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dependent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cases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reinforce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mar-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4" w:lineRule="auto"/>
        <w:ind w:left="134" w:right="155" w:firstLine="-38"/>
        <w:jc w:val="both"/>
        <w:tabs>
          <w:tab w:pos="56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3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channels,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         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inject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dent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budget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sustai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independence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faced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bare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liberated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4" w:after="0" w:line="240" w:lineRule="auto"/>
        <w:ind w:left="43" w:right="15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32"/>
        </w:rPr>
        <w:t>..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32"/>
        </w:rPr>
        <w:t>  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3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intolerable.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         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confrontatio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2" w:after="0" w:line="261" w:lineRule="auto"/>
        <w:ind w:left="154" w:right="125" w:firstLine="-1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9"/>
        </w:rPr>
        <w:t>•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9"/>
        </w:rPr>
        <w:t>     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versu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anticolonialism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talism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versu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losin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importance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horizon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need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redistributio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wealth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Humanit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addres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question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devastatin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consequence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be.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1" w:lineRule="auto"/>
        <w:ind w:left="178" w:right="63" w:firstLine="216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9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commonl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world,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particularl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savage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competitio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between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liberation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must,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refuse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involve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rivalry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precede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33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3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contrary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endeavo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focu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methods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style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unequivocal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socialism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talism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different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" w:after="0" w:line="257" w:lineRule="auto"/>
        <w:ind w:left="235" w:right="53" w:firstLine="-19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.continent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course,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oflife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incapable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allowin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achieve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universal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exploitation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2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type w:val="continuous"/>
          <w:pgSz w:w="16840" w:h="12240" w:orient="landscape"/>
          <w:pgMar w:top="1120" w:bottom="280" w:left="2040" w:right="1740"/>
          <w:cols w:num="2" w:equalWidth="0">
            <w:col w:w="5789" w:space="1233"/>
            <w:col w:w="6038"/>
          </w:cols>
        </w:sectPr>
      </w:pPr>
      <w:rPr/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/>
        <w:pict>
          <v:group style="position:absolute;margin-left:371.608887pt;margin-top:16.615808pt;width:212.450894pt;height:595.14134pt;mso-position-horizontal-relative:page;mso-position-vertical-relative:page;z-index:-1077" coordorigin="7432,332" coordsize="4249,11903">
            <v:shape style="position:absolute;left:8255;top:332;width:3352;height:11867" type="#_x0000_t75">
              <v:imagedata r:id="rId66" o:title=""/>
            </v:shape>
            <v:group style="position:absolute;left:7437;top:12209;width:1018;height:2" coordorigin="7437,12209" coordsize="1018,2">
              <v:shape style="position:absolute;left:7437;top:12209;width:1018;height:2" coordorigin="7437,12209" coordsize="1018,0" path="m7437,12209l8455,12209e" filled="f" stroked="t" strokeweight=".482295pt" strokecolor="#000000">
                <v:path arrowok="t"/>
              </v:shape>
            </v:group>
            <v:group style="position:absolute;left:9313;top:9569;width:1085;height:2" coordorigin="9313,9569" coordsize="1085,2">
              <v:shape style="position:absolute;left:9313;top:9569;width:1085;height:2" coordorigin="9313,9569" coordsize="1085,0" path="m9313,9569l10398,9569e" filled="f" stroked="t" strokeweight=".482295pt" strokecolor="#000000">
                <v:path arrowok="t"/>
              </v:shape>
            </v:group>
            <v:group style="position:absolute;left:8676;top:12230;width:3000;height:2" coordorigin="8676,12230" coordsize="3000,2">
              <v:shape style="position:absolute;left:8676;top:12230;width:3000;height:2" coordorigin="8676,12230" coordsize="3000,0" path="m8676,12230l11676,12230e" filled="f" stroked="t" strokeweight=".48229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.31535pt;margin-top:14.599752pt;width:138.056908pt;height:597.520868pt;mso-position-horizontal-relative:page;mso-position-vertical-relative:page;z-index:-1076" coordorigin="986,292" coordsize="2761,11950">
            <v:group style="position:absolute;left:1013;top:319;width:2;height:11924" coordorigin="1013,319" coordsize="2,11924">
              <v:shape style="position:absolute;left:1013;top:319;width:2;height:11924" coordorigin="1013,319" coordsize="0,11924" path="m1013,12242l1013,319e" filled="f" stroked="t" strokeweight="2.652622pt" strokecolor="#000000">
                <v:path arrowok="t"/>
              </v:shape>
            </v:group>
            <v:group style="position:absolute;left:1042;top:12199;width:2682;height:2" coordorigin="1042,12199" coordsize="2682,2">
              <v:shape style="position:absolute;left:1042;top:12199;width:2682;height:2" coordorigin="1042,12199" coordsize="2682,0" path="m1042,12199l3723,12199e" filled="f" stroked="t" strokeweight="2.411474pt" strokecolor="#000000">
                <v:path arrowok="t"/>
              </v:shape>
            </v:group>
            <w10:wrap type="none"/>
          </v:group>
        </w:pict>
      </w:r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tabs>
          <w:tab w:pos="174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81"/>
        </w:rPr>
        <w:t>56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8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14"/>
          <w:szCs w:val="14"/>
          <w:spacing w:val="36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14"/>
          <w:szCs w:val="14"/>
          <w:spacing w:val="29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14"/>
          <w:szCs w:val="14"/>
          <w:spacing w:val="38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5"/>
          <w:position w:val="1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3" w:lineRule="auto"/>
        <w:ind w:left="120" w:right="-56" w:firstLine="5"/>
        <w:jc w:val="left"/>
        <w:tabs>
          <w:tab w:pos="534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cartel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monopolies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enemie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underdeveloped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countn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37"/>
        </w:rPr>
        <w:t>te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3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regime,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42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devote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prin­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5"/>
        </w:rPr>
        <w:t>Ciple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9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2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9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2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5"/>
          <w:szCs w:val="15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preciou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asset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progress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harmony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consequentl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rulin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possibil­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9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cancature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societ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privilege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reins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na­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whole.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8" w:lineRule="exact"/>
        <w:ind w:right="29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functio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feasibl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4" w:after="0" w:line="262" w:lineRule="auto"/>
        <w:ind w:left="89" w:right="-20" w:firstLine="59"/>
        <w:jc w:val="righ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onstantl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abide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principle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inspira­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somethin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Certain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underd.evelope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energ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along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women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enthusiastically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62" w:lineRule="auto"/>
        <w:ind w:left="130" w:right="-34" w:firstLine="5"/>
        <w:jc w:val="left"/>
        <w:tabs>
          <w:tab w:pos="3760" w:val="left"/>
          <w:tab w:pos="47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35"/>
        </w:rPr>
        <w:t>co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3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35"/>
        </w:rPr>
        <w:t>mit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3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pro­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spirit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self-sacrifice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devoti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foster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reassurin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morale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restore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man'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confidence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destin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disarm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reticent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observers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believe,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ho':ever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effort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sustained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such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mfernal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accepte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challenge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unconditional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withdrawal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colonizer.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management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actual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scratch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everything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rethought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inter­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riches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natural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resources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exact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fuele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industries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till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reliable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been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ma?e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.soil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subsoiL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</w:rPr>
        <w:t>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8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41"/>
        </w:rPr>
        <w:t>bhge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channel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establishe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colomal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36"/>
        </w:rPr>
        <w:t>It</w:t>
      </w:r>
      <w:r>
        <w:rPr>
          <w:rFonts w:ascii="Arial" w:hAnsi="Arial" w:cs="Arial" w:eastAsia="Arial"/>
          <w:sz w:val="21"/>
          <w:szCs w:val="21"/>
          <w:spacing w:val="-24"/>
          <w:w w:val="13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export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1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1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2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currenc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remains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basicall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unchanged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hammere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channel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place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\ntainin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would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catastrophic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everything</w:t>
      </w:r>
      <w:r>
        <w:rPr>
          <w:rFonts w:ascii="Times New Roman" w:hAnsi="Times New Roman" w:cs="Times New Roman" w:eastAsia="Times New Roman"/>
          <w:sz w:val="21"/>
          <w:szCs w:val="21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starte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again: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changed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destina-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68" w:after="0" w:line="240" w:lineRule="auto"/>
        <w:ind w:left="2383" w:right="-20"/>
        <w:jc w:val="left"/>
        <w:tabs>
          <w:tab w:pos="552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  <w:position w:val="4"/>
        </w:rPr>
        <w:t>57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auto"/>
        <w:ind w:left="49" w:right="203" w:firstLine="-21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tion;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soil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researchin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subsoil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rivers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something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huma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5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investment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needed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require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capital,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technicians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engineer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mechanics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confess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effort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demande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produce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modifie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</w:p>
    <w:p>
      <w:pPr>
        <w:spacing w:before="5" w:after="0" w:line="229" w:lineRule="auto"/>
        <w:ind w:left="101" w:right="162" w:firstLine="-10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··take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centurie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humanize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imperialist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reduce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8"/>
        </w:rPr>
        <w:t>leveL</w:t>
      </w:r>
      <w:r>
        <w:rPr>
          <w:rFonts w:ascii="Times New Roman" w:hAnsi="Times New Roman" w:cs="Times New Roman" w:eastAsia="Times New Roman"/>
          <w:sz w:val="21"/>
          <w:szCs w:val="21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0"/>
        </w:rPr>
        <w:t>10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auto"/>
        <w:ind w:left="116" w:right="153" w:firstLine="21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accept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conditions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refuse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outright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situatio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West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condemn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us.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Colonialism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imperialism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settle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debt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63" w:lineRule="auto"/>
        <w:ind w:left="130" w:right="122" w:firstLine="-12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45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45"/>
        </w:rPr>
        <w:t>  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4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withdraw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police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from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territories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centurie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real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criminal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Deportation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mas­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sacres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labor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primar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used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62" w:lineRule="auto"/>
        <w:ind w:left="150" w:right="70" w:firstLine="-135"/>
        <w:jc w:val="both"/>
        <w:tabs>
          <w:tab w:pos="10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64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64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6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capitalism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diamon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reserves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establis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wealth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Nazism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trans­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genuine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govern­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ments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variou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demande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reparation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restitutio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stole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treasures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cultural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artifacts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paintings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sculptures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stained-glass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window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returne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owners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aftermat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European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adamant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thing: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"Germany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pay.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openin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Eichman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trial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Adenauer,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behal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Germa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agai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forgiveness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Jewis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Adenaue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renewe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country's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2" w:lineRule="exact"/>
        <w:ind w:left="212" w:right="56" w:firstLine="227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2"/>
          <w:szCs w:val="1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benefite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settlement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acquire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wall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avenue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0"/>
        </w:rPr>
        <w:t>independence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1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ten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forget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povert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starvatio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back-country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complicit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silence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iron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town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contemporar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28" w:after="0" w:line="240" w:lineRule="auto"/>
        <w:ind w:left="227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9"/>
        </w:rPr>
        <w:t>independence.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pgSz w:w="16840" w:h="12260" w:orient="landscape"/>
          <w:pgMar w:top="1040" w:bottom="280" w:left="2060" w:right="1700"/>
          <w:cols w:num="2" w:equalWidth="0">
            <w:col w:w="5833" w:space="1223"/>
            <w:col w:w="6024"/>
          </w:cols>
        </w:sectPr>
      </w:pPr>
      <w:rPr/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6840" w:h="12260" w:orient="landscape"/>
          <w:pgMar w:top="160" w:bottom="0" w:left="2100" w:right="1660"/>
        </w:sectPr>
      </w:pPr>
      <w:rPr/>
    </w:p>
    <w:p>
      <w:pPr>
        <w:spacing w:before="68" w:after="0" w:line="237" w:lineRule="exact"/>
        <w:ind w:left="110" w:right="-20"/>
        <w:jc w:val="left"/>
        <w:tabs>
          <w:tab w:pos="172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1"/>
        </w:rPr>
        <w:t>58</w:t>
      </w:r>
      <w:r>
        <w:rPr>
          <w:rFonts w:ascii="Times New Roman" w:hAnsi="Times New Roman" w:cs="Times New Roman" w:eastAsia="Times New Roman"/>
          <w:sz w:val="21"/>
          <w:szCs w:val="21"/>
          <w:spacing w:val="-4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-1"/>
        </w:rPr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14"/>
          <w:szCs w:val="14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14"/>
          <w:szCs w:val="14"/>
          <w:spacing w:val="37"/>
          <w:w w:val="100"/>
          <w:position w:val="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6"/>
          <w:position w:val="0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32" w:after="0" w:line="240" w:lineRule="auto"/>
        <w:ind w:right="-20"/>
        <w:jc w:val="left"/>
        <w:tabs>
          <w:tab w:pos="314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2"/>
        </w:rPr>
        <w:t>59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40" w:h="12260" w:orient="landscape"/>
          <w:pgMar w:top="1120" w:bottom="280" w:left="2100" w:right="1660"/>
          <w:cols w:num="2" w:equalWidth="0">
            <w:col w:w="7167" w:space="2366"/>
            <w:col w:w="3547"/>
          </w:cols>
        </w:sectPr>
      </w:pPr>
      <w:rPr/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40" w:h="12260" w:orient="landscape"/>
          <w:pgMar w:top="1120" w:bottom="280" w:left="2100" w:right="1660"/>
        </w:sectPr>
      </w:pPr>
      <w:rPr/>
    </w:p>
    <w:p>
      <w:pPr>
        <w:spacing w:before="42" w:after="0" w:line="240" w:lineRule="auto"/>
        <w:ind w:left="110" w:right="-67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75.831161pt;margin-top:600.080261pt;width:39.961817pt;height:11.678249pt;mso-position-horizontal-relative:page;mso-position-vertical-relative:page;z-index:-1075" coordorigin="1517,12002" coordsize="799,234">
            <v:shape style="position:absolute;left:1541;top:12002;width:713;height:212" type="#_x0000_t75">
              <v:imagedata r:id="rId67" o:title=""/>
            </v:shape>
            <v:group style="position:absolute;left:1536;top:12216;width:761;height:2" coordorigin="1536,12216" coordsize="761,2">
              <v:shape style="position:absolute;left:1536;top:12216;width:761;height:2" coordorigin="1536,12216" coordsize="761,0" path="m1536,12216l2297,12216e" filled="f" stroked="t" strokeweight="1.925871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18.996643pt;margin-top:13.48495pt;width:44.307693pt;height:597.190613pt;mso-position-horizontal-relative:page;mso-position-vertical-relative:page;z-index:-1074" type="#_x0000_t75">
            <v:imagedata r:id="rId68" o:title=""/>
          </v:shape>
        </w:pict>
      </w:r>
      <w:r>
        <w:rPr/>
        <w:pict>
          <v:group style="position:absolute;margin-left:54.64658pt;margin-top:11.558521pt;width:.1pt;height:589.484558pt;mso-position-horizontal-relative:page;mso-position-vertical-relative:page;z-index:-1073" coordorigin="1093,231" coordsize="2,11790">
            <v:shape style="position:absolute;left:1093;top:231;width:2;height:11790" coordorigin="1093,231" coordsize="0,11790" path="m1093,12021l1093,231e" filled="f" stroked="t" strokeweight="2.88880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commitment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continue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payin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enormou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3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Israel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compensate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Nazi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crimes.ll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3" w:after="0" w:line="262" w:lineRule="auto"/>
        <w:ind w:left="100" w:right="-56" w:firstLine="22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opinio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imperialist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makin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seriou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mistake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committin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unspeakable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injustice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withdra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soil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cohort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administrative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financial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extract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metropolis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Moral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reparatio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indepen­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us.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imperialist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wealth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universal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such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statement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feel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implicate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technical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feat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artistic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creation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concrete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bloate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proportion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gol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ma­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terial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Lati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America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China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Africa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Toda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Europe'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towe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opulence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continents,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centurie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departure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shipment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dia­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monds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sil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cotton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timber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exotic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this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Europe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literall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creation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Third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riche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chokin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plundere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from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Holland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dock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Bordeau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Liverpool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importance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trade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1" w:lineRule="auto"/>
        <w:ind w:left="110" w:right="-51" w:firstLine="236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10.015366pt;margin-top:-5.569103pt;width:55.128049pt;height:.1pt;mso-position-horizontal-relative:page;mso-position-vertical-relative:paragraph;z-index:-1072" coordorigin="2200,-111" coordsize="1103,2">
            <v:shape style="position:absolute;left:2200;top:-111;width:1103;height:2" coordorigin="2200,-111" coordsize="1103,0" path="m2200,-111l3303,-111e" filled="f" stroked="t" strokeweight=".72220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5"/>
        </w:rPr>
        <w:t>11</w:t>
      </w:r>
      <w:r>
        <w:rPr>
          <w:rFonts w:ascii="Times New Roman" w:hAnsi="Times New Roman" w:cs="Times New Roman" w:eastAsia="Times New Roman"/>
          <w:sz w:val="13"/>
          <w:szCs w:val="13"/>
          <w:spacing w:val="-4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true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German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full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reparation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  <w:position w:val="0"/>
        </w:rPr>
        <w:t>wa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crimes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compensatio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impose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conquere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been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claime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full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because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injure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partie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include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German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anti­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Communist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defense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system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colonialist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countrie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motivate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same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concern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obtai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militar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base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enclave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their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forme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colonies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failin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integratio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system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West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They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decide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commo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agreement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waive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claim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name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NATO'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strategy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name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free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world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Germany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receive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wave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afte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wave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dollar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  <w:position w:val="0"/>
        </w:rPr>
        <w:t>equipment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stron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powerful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German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bac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feet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  <w:position w:val="0"/>
        </w:rPr>
        <w:t>wa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  <w:position w:val="0"/>
        </w:rPr>
        <w:t>necessit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7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Wester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camp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37"/>
          <w:position w:val="0"/>
        </w:rPr>
        <w:t>It</w:t>
      </w:r>
      <w:r>
        <w:rPr>
          <w:rFonts w:ascii="Arial" w:hAnsi="Arial" w:cs="Arial" w:eastAsia="Arial"/>
          <w:sz w:val="17"/>
          <w:szCs w:val="17"/>
          <w:spacing w:val="-30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  <w:position w:val="0"/>
        </w:rPr>
        <w:t>wa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clearly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interest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so-calle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free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Europe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prosperous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reconstructed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German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capable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servin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bastio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agains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threatene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hordes.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German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manipulate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Europea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crisis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Oonsequently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U.S.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Europea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state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feel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legitimatel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bitte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towar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Gem1any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once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brough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knee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now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thei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most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ruthles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competitor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position w:val="0"/>
        </w:rPr>
        <w:t>market.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33" w:after="0" w:line="255" w:lineRule="auto"/>
        <w:ind w:left="932" w:right="100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deportatio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million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slaves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Europea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heart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come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unfortunate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underdeveloped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tremble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gratitude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contrary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ourselves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"it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reparatio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getting.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accept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underdevelope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"char­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ity.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considere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sciousness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14"/>
        </w:rPr>
        <w:t>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  <w:i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-17"/>
          <w:w w:val="9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  <w:i/>
        </w:rPr>
        <w:t>thei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due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consciousnes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effectivel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9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they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48" w:lineRule="exact"/>
        <w:ind w:left="903" w:right="13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3"/>
          <w:szCs w:val="23"/>
          <w:w w:val="58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mus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-6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pay</w:t>
      </w:r>
      <w:r>
        <w:rPr>
          <w:rFonts w:ascii="Arial" w:hAnsi="Arial" w:cs="Arial" w:eastAsia="Arial"/>
          <w:sz w:val="21"/>
          <w:szCs w:val="21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up.l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30"/>
        </w:rPr>
        <w:t>If</w:t>
      </w:r>
      <w:r>
        <w:rPr>
          <w:rFonts w:ascii="Arial" w:hAnsi="Arial" w:cs="Arial" w:eastAsia="Arial"/>
          <w:sz w:val="23"/>
          <w:szCs w:val="23"/>
          <w:spacing w:val="-28"/>
          <w:w w:val="13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6"/>
        </w:rPr>
        <w:t>intelligence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16"/>
        </w:rPr>
        <w:t>-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6"/>
        </w:rPr>
        <w:t>no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6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mention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9" w:after="0" w:line="257" w:lineRule="auto"/>
        <w:ind w:left="951" w:right="81" w:firstLine="-7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20"/>
        </w:rPr>
        <w:t>·ingratitude-the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2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refuse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up,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unrelentin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20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dialectic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they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asphyxiated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34"/>
        </w:rPr>
        <w:t>It</w:t>
      </w:r>
      <w:r>
        <w:rPr>
          <w:rFonts w:ascii="Arial" w:hAnsi="Arial" w:cs="Arial" w:eastAsia="Arial"/>
          <w:sz w:val="22"/>
          <w:szCs w:val="22"/>
          <w:spacing w:val="-21"/>
          <w:w w:val="13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attract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little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numbe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reason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justif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explai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these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54" w:lineRule="exact"/>
        <w:ind w:left="879" w:right="59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45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45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4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reservation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monopolies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4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2" w:after="0" w:line="263" w:lineRule="auto"/>
        <w:ind w:left="961" w:right="81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obviousl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their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government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preparin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decolonize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haste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withdraw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colony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spectacula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flight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capi­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constant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phenomena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decolonization.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38" w:lineRule="exact"/>
        <w:ind w:left="118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independent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com­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8" w:after="0" w:line="240" w:lineRule="auto"/>
        <w:ind w:left="970" w:right="8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panie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deman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experience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unaccept­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8" w:after="0" w:line="263" w:lineRule="auto"/>
        <w:ind w:left="975" w:right="69" w:firstLine="-101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42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42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4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unfeasible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principle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immediate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returns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invest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"overseas,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reluctant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in­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vest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recalcitrant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openly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hostile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so-calle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economic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plannin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5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" w:after="0" w:line="240" w:lineRule="auto"/>
        <w:ind w:left="751" w:right="58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w w:val="16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6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22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22"/>
        </w:rPr>
        <w:t>·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22"/>
        </w:rPr>
        <w:t>       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2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regimes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willin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6"/>
        </w:rPr>
        <w:t>young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8" w:lineRule="auto"/>
        <w:ind w:left="994" w:right="53" w:firstLine="221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467.986572pt;margin-top:-4.780311pt;width:54.646581pt;height:.1pt;mso-position-horizontal-relative:page;mso-position-vertical-relative:paragraph;z-index:-1071" coordorigin="9360,-96" coordsize="1093,2">
            <v:shape style="position:absolute;left:9360;top:-96;width:1093;height:2" coordorigin="9360,-96" coordsize="1093,0" path="m9360,-96l10453,-96e" filled="f" stroked="t" strokeweight=".72220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"T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radical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distinctio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constructio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socialism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Europe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'relation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relation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external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knowingl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unknowingly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givin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priorit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restructuring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heritage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liberatio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underdevelope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constructin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luxe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socialism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fruit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imperial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9"/>
        </w:rPr>
        <w:t>plunder-a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9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1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loot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les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equitabl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givin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poor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charit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forgettin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givin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stole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from.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Marcel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Peju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"Mouri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Gaulle?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Temp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4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Modeme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175-176,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October-Novembe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44"/>
          <w:w w:val="10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</w:rPr>
        <w:t>1960.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both"/>
        <w:spacing w:after="0"/>
        <w:sectPr>
          <w:type w:val="continuous"/>
          <w:pgSz w:w="16840" w:h="12260" w:orient="landscape"/>
          <w:pgMar w:top="1120" w:bottom="280" w:left="2100" w:right="1660"/>
          <w:cols w:num="2" w:equalWidth="0">
            <w:col w:w="5777" w:space="503"/>
            <w:col w:w="6800"/>
          </w:cols>
        </w:sectPr>
      </w:pPr>
      <w:rPr/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/>
        <w:pict>
          <v:group style="position:absolute;margin-left:0pt;margin-top:145.080002pt;width:16.32pt;height:333.959993pt;mso-position-horizontal-relative:page;mso-position-vertical-relative:page;z-index:-1070" coordorigin="0,2902" coordsize="326,6679">
            <v:shape style="position:absolute;left:0;top:4474;width:326;height:5107" type="#_x0000_t75">
              <v:imagedata r:id="rId69" o:title=""/>
            </v:shape>
            <v:group style="position:absolute;left:46;top:2938;width:2;height:1565" coordorigin="46,2938" coordsize="2,1565">
              <v:shape style="position:absolute;left:46;top:2938;width:2;height:1565" coordorigin="46,2938" coordsize="0,1565" path="m46,4502l46,2938e" filled="f" stroked="t" strokeweight="3.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17.040009pt;margin-top:18.240pt;width:146.639992pt;height:593.52pt;mso-position-horizontal-relative:page;mso-position-vertical-relative:page;z-index:-1069" coordorigin="6341,365" coordsize="2933,11870">
            <v:shape style="position:absolute;left:8371;top:365;width:902;height:11846" type="#_x0000_t75">
              <v:imagedata r:id="rId70" o:title=""/>
            </v:shape>
            <v:group style="position:absolute;left:6346;top:12230;width:2184;height:2" coordorigin="6346,12230" coordsize="2184,2">
              <v:shape style="position:absolute;left:6346;top:12230;width:2184;height:2" coordorigin="6346,12230" coordsize="2184,0" path="m6346,12230l8530,12230e" filled="f" stroked="t" strokeweight=".4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0.880001pt;margin-top:13.68pt;width:129.960002pt;height:598.320pt;mso-position-horizontal-relative:page;mso-position-vertical-relative:page;z-index:-1068" coordorigin="1018,274" coordsize="2599,11966">
            <v:group style="position:absolute;left:1051;top:307;width:2;height:11914" coordorigin="1051,307" coordsize="2,11914">
              <v:shape style="position:absolute;left:1051;top:307;width:2;height:11914" coordorigin="1051,307" coordsize="0,11914" path="m1051,12221l1051,307e" filled="f" stroked="t" strokeweight="3.36pt" strokecolor="#000000">
                <v:path arrowok="t"/>
              </v:shape>
            </v:group>
            <v:group style="position:absolute;left:1128;top:12158;width:2438;height:2" coordorigin="1128,12158" coordsize="2438,2">
              <v:shape style="position:absolute;left:1128;top:12158;width:2438;height:2" coordorigin="1128,12158" coordsize="2438,0" path="m1128,12158l3566,12158e" filled="f" stroked="t" strokeweight="5.04pt" strokecolor="#000000">
                <v:path arrowok="t"/>
              </v:shape>
            </v:group>
            <w10:wrap type="none"/>
          </v:group>
        </w:pict>
      </w:r>
      <w:r>
        <w:rPr>
          <w:sz w:val="18"/>
          <w:szCs w:val="18"/>
        </w:rPr>
      </w:r>
    </w:p>
    <w:p>
      <w:pPr>
        <w:spacing w:before="0" w:after="0" w:line="240" w:lineRule="auto"/>
        <w:ind w:left="109" w:right="1621"/>
        <w:jc w:val="both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WRETCHE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3"/>
        </w:rPr>
        <w:t>EARTH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8" w:right="-29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conditio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buy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manufacture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machinery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factorie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metropolis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running.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75" w:lineRule="auto"/>
        <w:ind w:left="109" w:right="-50" w:firstLine="2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Wester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financier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tak­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demands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political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peaceful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climate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impossible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achieve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given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appallin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situatio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populatio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after­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independence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search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guarantee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vouc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deman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certai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economic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agreements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companie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government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sta­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tione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countrie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protectin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resort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companie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government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guarantee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investment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underdevel­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region.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exact"/>
        <w:ind w:left="330" w:right="-5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7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countrie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condition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0" w:after="0" w:line="275" w:lineRule="auto"/>
        <w:ind w:left="123" w:right="-45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monopolies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reliable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outlets,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blocke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Europe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frozen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Especiall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capital­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refuse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invest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minimal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fiscal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dishearten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boldest.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75" w:lineRule="auto"/>
        <w:ind w:left="118" w:right="-54" w:firstLine="2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situatio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long-term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catastrophic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Capital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longe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circulate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considerabl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reduced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Swiss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bank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refuse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fundin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Europe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suffocates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Despite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enor­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swallowe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militar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expenditures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international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capitalism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desperate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straits.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4" w:lineRule="auto"/>
        <w:ind w:left="114" w:right="-50" w:firstLine="2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horizon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Third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abandone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condemne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regression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stagnation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selfishnes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immoralit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West,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underdevelope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establis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collective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tarchy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industrie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West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fa.pidl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deprive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oversea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outlets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Capital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pile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warehouse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Europea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witnesse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inexorable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rivalr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ancier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cartels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layoffs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unemployment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1" w:after="0" w:line="240" w:lineRule="auto"/>
        <w:ind w:left="2443" w:right="-20"/>
        <w:jc w:val="left"/>
        <w:tabs>
          <w:tab w:pos="55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14"/>
          <w:szCs w:val="1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4"/>
        </w:rPr>
        <w:t>61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0" w:lineRule="auto"/>
        <w:ind w:left="130" w:right="200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Europea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proletariat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struggle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capitalist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regime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monopolie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true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3" w:right="16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47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7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4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aiding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massivel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aidin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9" w:after="0" w:line="280" w:lineRule="auto"/>
        <w:ind w:left="127" w:right="211" w:firstLine="-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conditions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underdevelope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countries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wrong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grovel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-35" w:right="152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feet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countries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powerful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75" w:lineRule="auto"/>
        <w:ind w:left="158" w:right="156" w:firstLine="-12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47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7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4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It</w:t>
      </w:r>
      <w:r>
        <w:rPr>
          <w:rFonts w:ascii="Arial" w:hAnsi="Arial" w:cs="Arial" w:eastAsia="Arial"/>
          <w:sz w:val="21"/>
          <w:szCs w:val="21"/>
          <w:spacing w:val="-21"/>
          <w:w w:val="13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countrie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wrong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fundamental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nowhere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nuclea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stoppe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underdevelope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generou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investments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technical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fate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depend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response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0" w:after="0" w:line="240" w:lineRule="auto"/>
        <w:ind w:left="182" w:right="382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question.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7" w:lineRule="auto"/>
        <w:ind w:left="197" w:right="93" w:firstLine="20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capitalist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impli­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"fate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Europe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confronte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multitude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colore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peoples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Colonel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Gagarin's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exploit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Gaulle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credit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Europe.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capitalist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intellectual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ambivalent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attitude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toward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Soviet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Union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eliminate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socialist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regime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switc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smiles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multipl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over­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constant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reminder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Soviet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3"/>
          <w:position w:val="1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1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46"/>
          <w:position w:val="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urope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1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position w:val="1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194" w:lineRule="exact"/>
        <w:ind w:left="46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Brandishin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threaten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4" w:after="0" w:line="275" w:lineRule="auto"/>
        <w:ind w:left="245" w:right="7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engul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Europe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divide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progressive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forces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intention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humanit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pursuit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happi­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intentio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organizin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vast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hunge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crusade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Europe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slaver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centurie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rehabilitate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ensure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triump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everywhere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all.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75" w:lineRule="auto"/>
        <w:ind w:left="274" w:right="65" w:firstLine="2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achieve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cooperatio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European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pgSz w:w="16840" w:h="12240" w:orient="landscape"/>
          <w:pgMar w:top="1080" w:bottom="280" w:left="2080" w:right="1600"/>
          <w:cols w:num="2" w:equalWidth="0">
            <w:col w:w="5790" w:space="1294"/>
            <w:col w:w="6076"/>
          </w:cols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6840" w:h="12240" w:orient="landscape"/>
          <w:pgMar w:top="280" w:bottom="0" w:left="2100" w:right="1540"/>
        </w:sectPr>
      </w:pPr>
      <w:rPr/>
    </w:p>
    <w:p>
      <w:pPr>
        <w:spacing w:before="37" w:after="0" w:line="240" w:lineRule="auto"/>
        <w:ind w:left="103" w:right="-20"/>
        <w:jc w:val="left"/>
        <w:tabs>
          <w:tab w:pos="1740" w:val="left"/>
        </w:tabs>
        <w:rPr>
          <w:rFonts w:ascii="Arial" w:hAnsi="Arial" w:cs="Arial" w:eastAsia="Arial"/>
          <w:sz w:val="14"/>
          <w:szCs w:val="14"/>
        </w:rPr>
      </w:pPr>
      <w:rPr/>
      <w:r>
        <w:rPr/>
        <w:pict>
          <v:group style="position:absolute;margin-left:0pt;margin-top:118.68pt;width:16.32pt;height:375.72pt;mso-position-horizontal-relative:page;mso-position-vertical-relative:page;z-index:-1067" coordorigin="0,2374" coordsize="326,7514">
            <v:shape style="position:absolute;left:0;top:5088;width:326;height:4186" type="#_x0000_t75">
              <v:imagedata r:id="rId71" o:title=""/>
            </v:shape>
            <v:group style="position:absolute;left:53;top:2424;width:2;height:2693" coordorigin="53,2424" coordsize="2,2693">
              <v:shape style="position:absolute;left:53;top:2424;width:2;height:2693" coordorigin="53,2424" coordsize="0,2693" path="m53,5117l53,2424e" filled="f" stroked="t" strokeweight="5.04pt" strokecolor="#000000">
                <v:path arrowok="t"/>
              </v:shape>
            </v:group>
            <v:group style="position:absolute;left:24;top:9245;width:2;height:629" coordorigin="24,9245" coordsize="2,629">
              <v:shape style="position:absolute;left:24;top:9245;width:2;height:629" coordorigin="24,9245" coordsize="0,629" path="m24,9874l24,9245e" filled="f" stroked="t" strokeweight="1.44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21.440002pt;margin-top:19.200001pt;width:37.439999pt;height:591.359985pt;mso-position-horizontal-relative:page;mso-position-vertical-relative:page;z-index:-1066" type="#_x0000_t75">
            <v:imagedata r:id="rId72" o:title=""/>
          </v:shape>
        </w:pict>
      </w:r>
      <w:r>
        <w:rPr/>
        <w:pict>
          <v:group style="position:absolute;margin-left:50.400002pt;margin-top:15.36pt;width:.1pt;height:588pt;mso-position-horizontal-relative:page;mso-position-vertical-relative:page;z-index:-1065" coordorigin="1008,307" coordsize="2,11760">
            <v:shape style="position:absolute;left:1008;top:307;width:2;height:11760" coordorigin="1008,307" coordsize="0,11760" path="m1008,12067l1008,307e" filled="f" stroked="t" strokeweight="2.64pt" strokecolor="#000000">
              <v:path arrowok="t"/>
            </v:shape>
          </v:group>
          <w10:wrap type="none"/>
        </w:pict>
      </w:r>
      <w:r>
        <w:rPr/>
        <w:pict>
          <v:group style="position:absolute;margin-left:53.280003pt;margin-top:607.679993pt;width:89.520001pt;height:.1pt;mso-position-horizontal-relative:page;mso-position-vertical-relative:page;z-index:-1064" coordorigin="1066,12154" coordsize="1790,2">
            <v:shape style="position:absolute;left:1066;top:12154;width:1790;height:2" coordorigin="1066,12154" coordsize="1790,0" path="m1066,12154l2856,12154e" filled="f" stroked="t" strokeweight="5.28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62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3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WRETCHE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3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OF</w:t>
      </w:r>
      <w:r>
        <w:rPr>
          <w:rFonts w:ascii="Arial" w:hAnsi="Arial" w:cs="Arial" w:eastAsia="Arial"/>
          <w:sz w:val="14"/>
          <w:szCs w:val="14"/>
          <w:spacing w:val="2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4"/>
        </w:rPr>
        <w:t>EARTH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65" w:right="-20"/>
        <w:jc w:val="righ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governments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colossal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task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consist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reintroducing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totality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achieve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crucial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confes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rallie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our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Europea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first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9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wake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playin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irresponsible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Sleep­</w:t>
      </w:r>
    </w:p>
    <w:p>
      <w:pPr>
        <w:spacing w:before="0" w:after="0" w:line="240" w:lineRule="auto"/>
        <w:ind w:left="10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Beauty.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2698" w:right="966" w:firstLine="-792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Grandeu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7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2"/>
          <w:szCs w:val="32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Weakness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5"/>
          <w:b/>
          <w:bCs/>
        </w:rPr>
        <w:t>Spontaneity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9" w:lineRule="auto"/>
        <w:ind w:left="1018" w:right="70" w:firstLine="-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reflection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realize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frequent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discrepanc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masses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traditional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unconditional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improve­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gaugin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diffi­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cultie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employers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restraint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demands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Hence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oft-remarke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tenaciou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discontent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demonstrations,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2"/>
          <w:szCs w:val="22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cadre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9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celebratin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victory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well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truly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feelin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betrayed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It</w:t>
      </w:r>
      <w:r>
        <w:rPr>
          <w:rFonts w:ascii="Arial" w:hAnsi="Arial" w:cs="Arial" w:eastAsia="Arial"/>
          <w:sz w:val="23"/>
          <w:szCs w:val="23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dem­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onstration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repeate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dispute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politicize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informe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official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someone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dispute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crucial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con­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frontatio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management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in­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tellectuals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respective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metropolise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studied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political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parties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establis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6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organizations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mobilize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masse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colonial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administration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nationalist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colo­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countrie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contemporar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birt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elite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attac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primordial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importance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organizatio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devotio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organization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right="95"/>
        <w:jc w:val="righ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89"/>
        </w:rPr>
        <w:t>63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sectPr>
      <w:type w:val="continuous"/>
      <w:pgSz w:w="16840" w:h="12240" w:orient="landscape"/>
      <w:pgMar w:top="1120" w:bottom="280" w:left="2100" w:right="1540"/>
      <w:cols w:num="2" w:equalWidth="0">
        <w:col w:w="5776" w:space="553"/>
        <w:col w:w="687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2019-03-18T12:02:19Z</dcterms:created>
  <dcterms:modified xsi:type="dcterms:W3CDTF">2019-03-18T12:02:19Z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2015-08-27T00:00:00Z</vt:filetime>
  </property>
  <property fmtid="{D5CDD505-2E9C-101B-9397-08002B2CF9AE}" pid="3" name="LastSaved">
    <vt:filetime>2019-03-18T00:00:00Z</vt:filetime>
  </property>
</Properties>
</file>